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21" w:rsidRPr="00750A6A" w:rsidRDefault="00BE2A21" w:rsidP="00771049">
      <w:pPr>
        <w:autoSpaceDE w:val="0"/>
        <w:autoSpaceDN w:val="0"/>
        <w:adjustRightInd w:val="0"/>
        <w:jc w:val="right"/>
        <w:outlineLvl w:val="0"/>
      </w:pPr>
      <w:r w:rsidRPr="00750A6A">
        <w:t xml:space="preserve">Приложение </w:t>
      </w:r>
      <w:r>
        <w:t>3</w:t>
      </w:r>
    </w:p>
    <w:p w:rsidR="00BE2A21" w:rsidRPr="00E74969" w:rsidRDefault="00BE2A21" w:rsidP="00DD228A">
      <w:pPr>
        <w:autoSpaceDE w:val="0"/>
        <w:autoSpaceDN w:val="0"/>
        <w:adjustRightInd w:val="0"/>
        <w:jc w:val="right"/>
      </w:pPr>
      <w:r w:rsidRPr="00E74969">
        <w:t xml:space="preserve">к решению Совета депутатов Мерлинского </w:t>
      </w:r>
    </w:p>
    <w:p w:rsidR="00BE2A21" w:rsidRPr="00E74969" w:rsidRDefault="00BE2A21" w:rsidP="00DD228A">
      <w:pPr>
        <w:autoSpaceDE w:val="0"/>
        <w:autoSpaceDN w:val="0"/>
        <w:adjustRightInd w:val="0"/>
        <w:jc w:val="right"/>
      </w:pPr>
      <w:r w:rsidRPr="00E74969">
        <w:t>сельского поселения Краснинского</w:t>
      </w:r>
    </w:p>
    <w:p w:rsidR="00BE2A21" w:rsidRPr="00E74969" w:rsidRDefault="00BE2A21" w:rsidP="00DD228A">
      <w:pPr>
        <w:autoSpaceDE w:val="0"/>
        <w:autoSpaceDN w:val="0"/>
        <w:adjustRightInd w:val="0"/>
        <w:jc w:val="right"/>
      </w:pPr>
      <w:r w:rsidRPr="00E74969">
        <w:t>района Смоленской области</w:t>
      </w:r>
    </w:p>
    <w:p w:rsidR="00BE2A21" w:rsidRPr="00E74969" w:rsidRDefault="00BE2A21" w:rsidP="00DD228A">
      <w:pPr>
        <w:pStyle w:val="Heading1"/>
        <w:jc w:val="right"/>
        <w:rPr>
          <w:b w:val="0"/>
          <w:sz w:val="28"/>
          <w:szCs w:val="28"/>
        </w:rPr>
      </w:pPr>
      <w:r w:rsidRPr="00E74969">
        <w:rPr>
          <w:b w:val="0"/>
        </w:rPr>
        <w:t xml:space="preserve">"Об исполнении бюджета </w:t>
      </w:r>
      <w:r>
        <w:rPr>
          <w:b w:val="0"/>
        </w:rPr>
        <w:t>Маньковского</w:t>
      </w:r>
      <w:r w:rsidRPr="00E74969">
        <w:rPr>
          <w:b w:val="0"/>
        </w:rPr>
        <w:t xml:space="preserve"> сельского поселения </w:t>
      </w:r>
    </w:p>
    <w:p w:rsidR="00BE2A21" w:rsidRPr="00E74969" w:rsidRDefault="00BE2A21" w:rsidP="00DD228A">
      <w:pPr>
        <w:autoSpaceDE w:val="0"/>
        <w:autoSpaceDN w:val="0"/>
        <w:adjustRightInd w:val="0"/>
        <w:jc w:val="right"/>
      </w:pPr>
      <w:r w:rsidRPr="00E74969">
        <w:t>Краснинского района Смоленской области за 2017 год"</w:t>
      </w:r>
    </w:p>
    <w:p w:rsidR="00BE2A21" w:rsidRDefault="00BE2A21" w:rsidP="00DD228A">
      <w:pPr>
        <w:autoSpaceDE w:val="0"/>
        <w:autoSpaceDN w:val="0"/>
        <w:adjustRightInd w:val="0"/>
        <w:jc w:val="right"/>
      </w:pPr>
      <w:r w:rsidRPr="00E74969">
        <w:t xml:space="preserve">От </w:t>
      </w:r>
      <w:r>
        <w:t>25.04.</w:t>
      </w:r>
      <w:r w:rsidRPr="00E74969">
        <w:t>2018 года   №</w:t>
      </w:r>
      <w:r>
        <w:t>17</w:t>
      </w:r>
      <w:r w:rsidRPr="00E74969">
        <w:t xml:space="preserve"> </w:t>
      </w:r>
    </w:p>
    <w:p w:rsidR="00BE2A21" w:rsidRPr="00750A6A" w:rsidRDefault="00BE2A21" w:rsidP="00771049">
      <w:pPr>
        <w:jc w:val="center"/>
      </w:pPr>
    </w:p>
    <w:p w:rsidR="00BE2A21" w:rsidRPr="00750A6A" w:rsidRDefault="00BE2A21" w:rsidP="006F7B0B">
      <w:pPr>
        <w:autoSpaceDE w:val="0"/>
        <w:autoSpaceDN w:val="0"/>
        <w:adjustRightInd w:val="0"/>
        <w:jc w:val="center"/>
        <w:rPr>
          <w:b/>
        </w:rPr>
      </w:pPr>
      <w:r w:rsidRPr="00750A6A">
        <w:rPr>
          <w:b/>
        </w:rPr>
        <w:t xml:space="preserve">Расходы бюджета муниципального образования </w:t>
      </w:r>
      <w:r>
        <w:rPr>
          <w:b/>
        </w:rPr>
        <w:t>Маньковского</w:t>
      </w:r>
      <w:r w:rsidRPr="00750A6A">
        <w:rPr>
          <w:b/>
        </w:rPr>
        <w:t xml:space="preserve"> сельского поселения Краснинского района Смоленской области за 201</w:t>
      </w:r>
      <w:r>
        <w:rPr>
          <w:b/>
        </w:rPr>
        <w:t>7</w:t>
      </w:r>
      <w:r w:rsidRPr="00750A6A">
        <w:rPr>
          <w:b/>
        </w:rPr>
        <w:t xml:space="preserve"> год </w:t>
      </w:r>
    </w:p>
    <w:p w:rsidR="00BE2A21" w:rsidRPr="00750A6A" w:rsidRDefault="00BE2A21" w:rsidP="006F7B0B">
      <w:pPr>
        <w:autoSpaceDE w:val="0"/>
        <w:autoSpaceDN w:val="0"/>
        <w:adjustRightInd w:val="0"/>
        <w:jc w:val="center"/>
        <w:rPr>
          <w:b/>
        </w:rPr>
      </w:pPr>
      <w:r w:rsidRPr="00750A6A">
        <w:rPr>
          <w:b/>
        </w:rPr>
        <w:t xml:space="preserve">по ведомственной структуре расходов бюджета </w:t>
      </w:r>
    </w:p>
    <w:p w:rsidR="00BE2A21" w:rsidRPr="00750A6A" w:rsidRDefault="00BE2A21" w:rsidP="00030B57">
      <w:pPr>
        <w:autoSpaceDE w:val="0"/>
        <w:autoSpaceDN w:val="0"/>
        <w:adjustRightInd w:val="0"/>
        <w:jc w:val="right"/>
      </w:pPr>
      <w:r w:rsidRPr="00750A6A">
        <w:t>(тыс. рублей)</w:t>
      </w: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567"/>
        <w:gridCol w:w="709"/>
        <w:gridCol w:w="1559"/>
        <w:gridCol w:w="567"/>
        <w:gridCol w:w="855"/>
      </w:tblGrid>
      <w:tr w:rsidR="00BE2A21" w:rsidRPr="00696106" w:rsidTr="0028115B">
        <w:trPr>
          <w:cantSplit/>
          <w:trHeight w:val="35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2A21" w:rsidRPr="00696106" w:rsidRDefault="00BE2A21" w:rsidP="0028115B">
            <w:pPr>
              <w:pStyle w:val="Heading3"/>
              <w:jc w:val="center"/>
              <w:rPr>
                <w:sz w:val="24"/>
              </w:rPr>
            </w:pPr>
            <w:r w:rsidRPr="00696106">
              <w:rPr>
                <w:sz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2A21" w:rsidRPr="00696106" w:rsidRDefault="00BE2A21" w:rsidP="0028115B">
            <w:pPr>
              <w:ind w:left="113" w:right="113"/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2A21" w:rsidRPr="00696106" w:rsidRDefault="00BE2A21" w:rsidP="0028115B">
            <w:pPr>
              <w:ind w:left="113" w:right="113"/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2A21" w:rsidRPr="00696106" w:rsidRDefault="00BE2A21" w:rsidP="0028115B">
            <w:pPr>
              <w:ind w:left="113" w:right="113"/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Вид расходов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2A21" w:rsidRPr="009B266B" w:rsidRDefault="00BE2A21" w:rsidP="0028115B">
            <w:pPr>
              <w:pStyle w:val="Heading4"/>
              <w:rPr>
                <w:sz w:val="24"/>
              </w:rPr>
            </w:pPr>
            <w:r w:rsidRPr="009B266B">
              <w:rPr>
                <w:sz w:val="24"/>
              </w:rPr>
              <w:t>Сумма</w:t>
            </w:r>
          </w:p>
        </w:tc>
      </w:tr>
      <w:tr w:rsidR="00BE2A21" w:rsidRPr="00696106" w:rsidTr="0028115B">
        <w:trPr>
          <w:trHeight w:val="2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24AC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1887,0</w:t>
            </w:r>
          </w:p>
        </w:tc>
      </w:tr>
      <w:tr w:rsidR="00BE2A21" w:rsidRPr="00696106" w:rsidTr="0028115B">
        <w:trPr>
          <w:trHeight w:val="56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369,6</w:t>
            </w:r>
          </w:p>
        </w:tc>
      </w:tr>
      <w:tr w:rsidR="00BE2A21" w:rsidRPr="00696106" w:rsidTr="0028115B">
        <w:trPr>
          <w:trHeight w:val="5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(законодательного) представительного органа власти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369,6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369,6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369,6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 w:rsidRPr="0069610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369,6</w:t>
            </w:r>
          </w:p>
        </w:tc>
      </w:tr>
      <w:tr w:rsidR="00BE2A21" w:rsidRPr="00696106" w:rsidTr="0028115B">
        <w:trPr>
          <w:trHeight w:val="3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2C6486" w:rsidRDefault="00BE2A21" w:rsidP="0028115B">
            <w:pPr>
              <w:pStyle w:val="Heading7"/>
              <w:rPr>
                <w:b/>
                <w:i w:val="0"/>
                <w:iCs w:val="0"/>
              </w:rPr>
            </w:pPr>
            <w:r w:rsidRPr="002C6486">
              <w:rPr>
                <w:b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369,6</w:t>
            </w:r>
          </w:p>
        </w:tc>
      </w:tr>
      <w:tr w:rsidR="00BE2A21" w:rsidRPr="00696106" w:rsidTr="0028115B">
        <w:trPr>
          <w:trHeight w:val="61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1661A4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1369,7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>
              <w:t>Маньковского</w:t>
            </w:r>
            <w:r>
              <w:rPr>
                <w:color w:val="000000"/>
              </w:rPr>
              <w:t xml:space="preserve"> сельского поселения Краснинского района Смоленской области» на 2017-2019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1661A4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1367,3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Обеспечивающая подпрограмма «Эффективное выполнение полномочий муниципальным образованием </w:t>
            </w:r>
            <w:r>
              <w:t>Маньковского</w:t>
            </w:r>
            <w:r>
              <w:rPr>
                <w:color w:val="000000"/>
              </w:rPr>
              <w:t xml:space="preserve"> сельского поселения Краснинского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</w:t>
            </w:r>
            <w:r w:rsidRPr="00696106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47BC6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1367,3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0E6799" w:rsidRDefault="00BE2A21" w:rsidP="0028115B">
            <w:pPr>
              <w:jc w:val="both"/>
              <w:rPr>
                <w:color w:val="000000"/>
              </w:rPr>
            </w:pPr>
            <w:r w:rsidRPr="000E6799">
              <w:rPr>
                <w:color w:val="000000"/>
              </w:rPr>
              <w:t>Основное мероприятие</w:t>
            </w:r>
            <w:r w:rsidRPr="000E6799">
              <w:rPr>
                <w:b/>
                <w:bCs/>
                <w:color w:val="000000"/>
              </w:rPr>
              <w:t xml:space="preserve"> «</w:t>
            </w:r>
            <w:r w:rsidRPr="000E6799">
              <w:rPr>
                <w:snapToGrid w:val="0"/>
              </w:rPr>
              <w:t>Обеспечение организационных  условий для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47BC6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1367,3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B3BD2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1367,3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both"/>
              <w:rPr>
                <w:color w:val="000000"/>
              </w:rPr>
            </w:pPr>
            <w:r w:rsidRPr="0069610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1087,1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E77A7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E77A7">
              <w:rPr>
                <w:iCs/>
                <w:sz w:val="22"/>
                <w:szCs w:val="22"/>
              </w:rPr>
              <w:t xml:space="preserve">Расходы на выплату персоналу </w:t>
            </w:r>
            <w:r>
              <w:rPr>
                <w:iCs/>
                <w:sz w:val="22"/>
                <w:szCs w:val="22"/>
              </w:rPr>
              <w:t>государственных (</w:t>
            </w:r>
            <w:r w:rsidRPr="007E77A7">
              <w:rPr>
                <w:iCs/>
                <w:sz w:val="22"/>
                <w:szCs w:val="22"/>
              </w:rPr>
              <w:t>муниципальных</w:t>
            </w:r>
            <w:r>
              <w:rPr>
                <w:iCs/>
                <w:sz w:val="22"/>
                <w:szCs w:val="22"/>
              </w:rPr>
              <w:t>)</w:t>
            </w:r>
            <w:r w:rsidRPr="007E77A7">
              <w:rPr>
                <w:iCs/>
                <w:sz w:val="22"/>
                <w:szCs w:val="22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1087,1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государственных (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275,4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обеспечения государственных (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24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275,4</w:t>
            </w:r>
          </w:p>
        </w:tc>
      </w:tr>
      <w:tr w:rsidR="00BE2A21" w:rsidRPr="00696106" w:rsidTr="0028115B">
        <w:trPr>
          <w:trHeight w:val="32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A57C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Heading6"/>
              <w:jc w:val="both"/>
              <w:rPr>
                <w:b w:val="0"/>
                <w:bCs w:val="0"/>
                <w:color w:val="000000"/>
                <w:sz w:val="24"/>
              </w:rPr>
            </w:pPr>
            <w:r w:rsidRPr="00696106">
              <w:rPr>
                <w:b w:val="0"/>
                <w:bCs w:val="0"/>
                <w:color w:val="000000"/>
                <w:sz w:val="24"/>
              </w:rPr>
              <w:t xml:space="preserve">Уплата налогов, сборов и иных </w:t>
            </w:r>
            <w:r>
              <w:rPr>
                <w:b w:val="0"/>
                <w:bCs w:val="0"/>
                <w:color w:val="000000"/>
                <w:sz w:val="24"/>
              </w:rPr>
              <w:t>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</w:t>
            </w:r>
            <w:r>
              <w:rPr>
                <w:color w:val="000000"/>
              </w:rPr>
              <w:t>1 1 01 00140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850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A57C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pStyle w:val="Heading6"/>
              <w:jc w:val="both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 xml:space="preserve">Муниципальная программа «Создание условий для обеспечения безопасности жизнедеятельности населения  муниципального образования </w:t>
            </w:r>
            <w:r w:rsidRPr="00F278BE">
              <w:rPr>
                <w:b w:val="0"/>
                <w:bCs w:val="0"/>
                <w:color w:val="000000"/>
                <w:sz w:val="24"/>
              </w:rPr>
              <w:t>Маньковского</w:t>
            </w:r>
            <w:r>
              <w:rPr>
                <w:b w:val="0"/>
                <w:bCs w:val="0"/>
                <w:color w:val="000000"/>
                <w:sz w:val="24"/>
              </w:rPr>
              <w:t xml:space="preserve"> сельского поселения Краснинского района Смоленской области» на </w:t>
            </w:r>
            <w:r w:rsidRPr="009E1C92">
              <w:rPr>
                <w:b w:val="0"/>
                <w:bCs w:val="0"/>
                <w:color w:val="000000"/>
                <w:sz w:val="24"/>
              </w:rPr>
              <w:t>201</w:t>
            </w:r>
            <w:r>
              <w:rPr>
                <w:b w:val="0"/>
                <w:bCs w:val="0"/>
                <w:color w:val="000000"/>
                <w:sz w:val="24"/>
              </w:rPr>
              <w:t>7</w:t>
            </w:r>
            <w:r w:rsidRPr="009E1C92">
              <w:rPr>
                <w:b w:val="0"/>
                <w:bCs w:val="0"/>
                <w:color w:val="000000"/>
                <w:sz w:val="24"/>
              </w:rPr>
              <w:t xml:space="preserve">-2020 </w:t>
            </w:r>
            <w:r>
              <w:rPr>
                <w:b w:val="0"/>
                <w:bCs w:val="0"/>
                <w:color w:val="000000"/>
                <w:sz w:val="24"/>
              </w:rPr>
              <w:t>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2,4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pStyle w:val="Heading6"/>
              <w:jc w:val="both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>Основное мероприятие «Обеспечение пожарной безопасности населения, проживающего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Я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2,4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pStyle w:val="Heading6"/>
              <w:jc w:val="both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>Реализация мероприятий противопожарной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Я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2,4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A13C69" w:rsidRDefault="00BE2A21" w:rsidP="00523579">
            <w:pPr>
              <w:pStyle w:val="Heading6"/>
              <w:jc w:val="both"/>
              <w:rPr>
                <w:b w:val="0"/>
                <w:bCs w:val="0"/>
                <w:color w:val="000000"/>
                <w:sz w:val="24"/>
              </w:rPr>
            </w:pPr>
            <w:r w:rsidRPr="00A13C69">
              <w:rPr>
                <w:b w:val="0"/>
                <w:sz w:val="24"/>
              </w:rPr>
              <w:t xml:space="preserve">Закупка товаров, работ и услуг для </w:t>
            </w:r>
            <w:r>
              <w:rPr>
                <w:b w:val="0"/>
                <w:sz w:val="24"/>
              </w:rPr>
              <w:t>государственных (</w:t>
            </w:r>
            <w:r w:rsidRPr="00A13C69">
              <w:rPr>
                <w:b w:val="0"/>
                <w:sz w:val="24"/>
              </w:rPr>
              <w:t>муниципальных</w:t>
            </w:r>
            <w:r>
              <w:rPr>
                <w:b w:val="0"/>
                <w:sz w:val="24"/>
              </w:rPr>
              <w:t>)</w:t>
            </w:r>
            <w:r w:rsidRPr="00A13C69">
              <w:rPr>
                <w:b w:val="0"/>
                <w:sz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Я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2,4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A13C69" w:rsidRDefault="00BE2A21" w:rsidP="00523579">
            <w:pPr>
              <w:pStyle w:val="Heading6"/>
              <w:jc w:val="both"/>
              <w:rPr>
                <w:b w:val="0"/>
                <w:sz w:val="24"/>
              </w:rPr>
            </w:pPr>
            <w:r w:rsidRPr="00A13C69">
              <w:rPr>
                <w:b w:val="0"/>
                <w:sz w:val="24"/>
              </w:rPr>
              <w:t xml:space="preserve">Иные закупки товаров, работ и услуг для </w:t>
            </w:r>
            <w:r>
              <w:rPr>
                <w:b w:val="0"/>
                <w:sz w:val="24"/>
              </w:rPr>
              <w:t>обеспечения государственных (</w:t>
            </w:r>
            <w:r w:rsidRPr="00A13C69">
              <w:rPr>
                <w:b w:val="0"/>
                <w:sz w:val="24"/>
              </w:rPr>
              <w:t>муниципальных</w:t>
            </w:r>
            <w:r>
              <w:rPr>
                <w:b w:val="0"/>
                <w:sz w:val="24"/>
              </w:rPr>
              <w:t>)</w:t>
            </w:r>
            <w:r w:rsidRPr="00A13C69">
              <w:rPr>
                <w:b w:val="0"/>
                <w:sz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Я 01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2,4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 w:rsidRPr="00696106">
              <w:rPr>
                <w:b/>
                <w:color w:val="000000"/>
              </w:rPr>
              <w:t xml:space="preserve">Обеспечение деятельности финансовых, налоговых и таможенных органов </w:t>
            </w:r>
            <w:r>
              <w:rPr>
                <w:b/>
                <w:color w:val="000000"/>
              </w:rPr>
              <w:t xml:space="preserve">и органов </w:t>
            </w:r>
            <w:r w:rsidRPr="00696106">
              <w:rPr>
                <w:b/>
                <w:color w:val="000000"/>
              </w:rPr>
              <w:t>финансового</w:t>
            </w:r>
            <w:r>
              <w:rPr>
                <w:b/>
                <w:color w:val="000000"/>
              </w:rPr>
              <w:t xml:space="preserve"> (финансово-</w:t>
            </w:r>
            <w:r w:rsidRPr="00696106">
              <w:rPr>
                <w:b/>
                <w:color w:val="000000"/>
              </w:rPr>
              <w:t xml:space="preserve">бюджетного) </w:t>
            </w:r>
            <w:r>
              <w:rPr>
                <w:b/>
                <w:color w:val="000000"/>
              </w:rPr>
              <w:t>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A57C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19,8</w:t>
            </w:r>
          </w:p>
        </w:tc>
      </w:tr>
      <w:tr w:rsidR="00BE2A21" w:rsidRPr="00696106" w:rsidTr="0028115B">
        <w:trPr>
          <w:trHeight w:val="5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A57C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19,8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A57C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19,8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45995" w:rsidRDefault="00BE2A21" w:rsidP="0028115B">
            <w:pPr>
              <w:jc w:val="both"/>
              <w:rPr>
                <w:color w:val="000000"/>
              </w:rPr>
            </w:pPr>
            <w:r w:rsidRPr="00745995">
              <w:rPr>
                <w:color w:val="000000"/>
              </w:rPr>
              <w:t>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2 00 П0010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2 00 П0010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91611B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2 00 П0010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  <w:r w:rsidRPr="00696106">
              <w:rPr>
                <w:color w:val="00000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03920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920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трансферты, передаваемые бюджету муниципального района на осуществление полномочий по казначейскому исполнению бюджетов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03920" w:rsidRDefault="00BE2A21" w:rsidP="0028115B">
            <w:pPr>
              <w:jc w:val="center"/>
              <w:rPr>
                <w:color w:val="000000"/>
              </w:rPr>
            </w:pPr>
            <w:r w:rsidRPr="00703920">
              <w:rPr>
                <w:color w:val="000000"/>
              </w:rPr>
              <w:t>91 2 00 П0020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2 00 П0020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F3F57">
              <w:rPr>
                <w:rFonts w:ascii="Times New Roman" w:hAnsi="Times New Roman"/>
                <w:i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2 00 П0020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  <w:r w:rsidRPr="00696106">
              <w:rPr>
                <w:color w:val="00000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F57">
              <w:rPr>
                <w:rFonts w:ascii="Times New Roman" w:hAnsi="Times New Roman"/>
                <w:color w:val="000000"/>
                <w:sz w:val="22"/>
              </w:rPr>
              <w:t>Обеспечение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 w:rsidRPr="006F3F57"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 w:rsidRPr="006F3F57"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66,9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</w:t>
            </w:r>
            <w:r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66,9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406067" w:rsidRDefault="00BE2A21" w:rsidP="0028115B">
            <w:pPr>
              <w:ind w:right="-108"/>
              <w:rPr>
                <w:iCs/>
              </w:rPr>
            </w:pPr>
            <w:r>
              <w:rPr>
                <w:iCs/>
              </w:rPr>
              <w:t>Прочие расходы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66,9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ind w:right="-108"/>
              <w:rPr>
                <w:iCs/>
              </w:rPr>
            </w:pPr>
            <w:r>
              <w:rPr>
                <w:iCs/>
              </w:rPr>
              <w:t>Расходы на проведение выборов в представительные органы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9 14 00 20400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66,9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ind w:right="-108"/>
              <w:rPr>
                <w:color w:val="000000"/>
              </w:rPr>
            </w:pPr>
            <w:r>
              <w:rPr>
                <w:color w:val="000000"/>
                <w:sz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9 14 00 20400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66,9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ind w:right="-108"/>
              <w:rPr>
                <w:color w:val="000000"/>
              </w:rPr>
            </w:pPr>
            <w:r>
              <w:rPr>
                <w:color w:val="000000"/>
                <w:sz w:val="22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9 14 00 20400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66,9</w:t>
            </w:r>
          </w:p>
        </w:tc>
      </w:tr>
      <w:tr w:rsidR="00BE2A21" w:rsidRPr="00696106" w:rsidTr="0028115B">
        <w:trPr>
          <w:trHeight w:val="30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24533F" w:rsidRDefault="00BE2A21" w:rsidP="0028115B">
            <w:pPr>
              <w:jc w:val="both"/>
              <w:rPr>
                <w:b/>
                <w:color w:val="000000"/>
              </w:rPr>
            </w:pPr>
            <w:r w:rsidRPr="0024533F"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24533F" w:rsidRDefault="00BE2A21" w:rsidP="0028115B">
            <w:pPr>
              <w:jc w:val="center"/>
              <w:rPr>
                <w:b/>
                <w:color w:val="000000"/>
              </w:rPr>
            </w:pPr>
            <w:r w:rsidRPr="0024533F"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24533F" w:rsidRDefault="00BE2A21" w:rsidP="0028115B">
            <w:pPr>
              <w:jc w:val="center"/>
              <w:rPr>
                <w:b/>
                <w:color w:val="000000"/>
              </w:rPr>
            </w:pPr>
            <w:r w:rsidRPr="0024533F"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61,1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>
              <w:t>Маньковского</w:t>
            </w:r>
            <w:r>
              <w:rPr>
                <w:color w:val="000000"/>
              </w:rPr>
              <w:t xml:space="preserve"> сельского поселения Краснинского района Смоленской области» на 2017-2019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61,1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Обеспечивающая подпрограмма «Эффективное выполнение полномочий муниципальным образованием </w:t>
            </w:r>
            <w:r>
              <w:t>Маньковского</w:t>
            </w:r>
            <w:r>
              <w:rPr>
                <w:color w:val="000000"/>
              </w:rPr>
              <w:t xml:space="preserve"> сельского поселения Краснинского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01 1 00</w:t>
            </w:r>
            <w:r w:rsidRPr="00696106">
              <w:rPr>
                <w:color w:val="000000"/>
              </w:rPr>
              <w:t xml:space="preserve"> 00</w:t>
            </w:r>
            <w:r>
              <w:rPr>
                <w:color w:val="00000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61,1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C5C32" w:rsidRDefault="00BE2A21" w:rsidP="0028115B">
            <w:pPr>
              <w:jc w:val="both"/>
              <w:rPr>
                <w:color w:val="000000"/>
              </w:rPr>
            </w:pPr>
            <w:r w:rsidRPr="007C5C32">
              <w:rPr>
                <w:color w:val="000000"/>
              </w:rPr>
              <w:t>Расходы по уплате налогов в бюджеты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59,6</w:t>
            </w:r>
          </w:p>
        </w:tc>
      </w:tr>
      <w:tr w:rsidR="00BE2A21" w:rsidRPr="00696106" w:rsidTr="0028115B">
        <w:trPr>
          <w:trHeight w:val="32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59,6</w:t>
            </w:r>
          </w:p>
        </w:tc>
      </w:tr>
      <w:tr w:rsidR="00BE2A21" w:rsidRPr="00A66F13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Heading6"/>
              <w:jc w:val="both"/>
              <w:rPr>
                <w:b w:val="0"/>
                <w:bCs w:val="0"/>
                <w:color w:val="000000"/>
                <w:sz w:val="24"/>
              </w:rPr>
            </w:pPr>
            <w:r w:rsidRPr="00696106">
              <w:rPr>
                <w:b w:val="0"/>
                <w:bCs w:val="0"/>
                <w:color w:val="000000"/>
                <w:sz w:val="24"/>
              </w:rPr>
              <w:t xml:space="preserve">Уплата налогов, сборов и иных </w:t>
            </w:r>
            <w:r>
              <w:rPr>
                <w:b w:val="0"/>
                <w:bCs w:val="0"/>
                <w:color w:val="000000"/>
                <w:sz w:val="24"/>
              </w:rPr>
              <w:t>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</w:t>
            </w:r>
            <w:r>
              <w:rPr>
                <w:color w:val="000000"/>
              </w:rPr>
              <w:t>1 1 01 20300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850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3207D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59,6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F72AD3" w:rsidRDefault="00BE2A21" w:rsidP="0028115B">
            <w:pPr>
              <w:pStyle w:val="Heading6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F72AD3">
              <w:rPr>
                <w:b w:val="0"/>
                <w:color w:val="000000"/>
              </w:rPr>
              <w:t>Основное мероприятие «Обеспечение взаимодействия с некоммерческими организациями»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B40FE" w:rsidRDefault="00BE2A21" w:rsidP="0028115B">
            <w:pPr>
              <w:pStyle w:val="Heading6"/>
              <w:jc w:val="both"/>
              <w:rPr>
                <w:b w:val="0"/>
                <w:color w:val="000000"/>
                <w:sz w:val="24"/>
              </w:rPr>
            </w:pPr>
            <w:r w:rsidRPr="00A66F13">
              <w:rPr>
                <w:b w:val="0"/>
                <w:color w:val="000000"/>
                <w:sz w:val="28"/>
                <w:szCs w:val="28"/>
              </w:rPr>
              <w:t>Расходы на оплату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01 1 02 20330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BE2A21" w:rsidRPr="00696106" w:rsidTr="0028115B">
        <w:trPr>
          <w:trHeight w:val="32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01 1 02 20330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BE2A21" w:rsidRPr="00A66F13" w:rsidTr="0028115B">
        <w:trPr>
          <w:trHeight w:val="7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Heading6"/>
              <w:jc w:val="both"/>
              <w:rPr>
                <w:b w:val="0"/>
                <w:bCs w:val="0"/>
                <w:color w:val="000000"/>
                <w:sz w:val="24"/>
              </w:rPr>
            </w:pPr>
            <w:r w:rsidRPr="00696106">
              <w:rPr>
                <w:b w:val="0"/>
                <w:bCs w:val="0"/>
                <w:color w:val="000000"/>
                <w:sz w:val="24"/>
              </w:rPr>
              <w:t xml:space="preserve">Уплата налогов, сборов и иных </w:t>
            </w:r>
            <w:r>
              <w:rPr>
                <w:b w:val="0"/>
                <w:bCs w:val="0"/>
                <w:color w:val="000000"/>
                <w:sz w:val="24"/>
              </w:rPr>
              <w:t>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</w:t>
            </w:r>
            <w:r>
              <w:rPr>
                <w:color w:val="000000"/>
              </w:rPr>
              <w:t>1 1 02 20330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850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58,0</w:t>
            </w:r>
          </w:p>
        </w:tc>
      </w:tr>
      <w:tr w:rsidR="00BE2A21" w:rsidRPr="00696106" w:rsidTr="0028115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18097E" w:rsidRDefault="00BE2A21" w:rsidP="0028115B">
            <w:pPr>
              <w:jc w:val="both"/>
              <w:rPr>
                <w:bCs/>
                <w:color w:val="000000"/>
              </w:rPr>
            </w:pPr>
            <w:r w:rsidRPr="0018097E">
              <w:rPr>
                <w:color w:val="00000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</w:tr>
      <w:tr w:rsidR="00BE2A21" w:rsidRPr="00696106" w:rsidTr="0028115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58,0</w:t>
            </w:r>
          </w:p>
        </w:tc>
      </w:tr>
      <w:tr w:rsidR="00BE2A21" w:rsidRPr="00696106" w:rsidTr="0028115B">
        <w:trPr>
          <w:trHeight w:val="47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Cs/>
                <w:color w:val="000000"/>
              </w:rPr>
            </w:pPr>
            <w:r w:rsidRPr="00696106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A7ECA" w:rsidRDefault="00BE2A21" w:rsidP="0028115B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32,6</w:t>
            </w:r>
          </w:p>
        </w:tc>
      </w:tr>
      <w:tr w:rsidR="00BE2A21" w:rsidRPr="00696106" w:rsidTr="0028115B">
        <w:trPr>
          <w:trHeight w:val="50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Heading9"/>
              <w:rPr>
                <w:b w:val="0"/>
                <w:bCs w:val="0"/>
                <w:i/>
                <w:iCs/>
                <w:sz w:val="24"/>
              </w:rPr>
            </w:pPr>
            <w:r w:rsidRPr="00696106">
              <w:rPr>
                <w:i/>
                <w:iCs/>
                <w:sz w:val="24"/>
              </w:rPr>
              <w:t xml:space="preserve">Расходы на выплату персоналу </w:t>
            </w:r>
            <w:r>
              <w:rPr>
                <w:i/>
                <w:iCs/>
                <w:sz w:val="24"/>
              </w:rPr>
              <w:t>государственных (</w:t>
            </w:r>
            <w:r w:rsidRPr="00696106">
              <w:rPr>
                <w:i/>
                <w:iCs/>
                <w:sz w:val="24"/>
              </w:rPr>
              <w:t>муниципальных</w:t>
            </w:r>
            <w:r>
              <w:rPr>
                <w:i/>
                <w:iCs/>
                <w:sz w:val="24"/>
              </w:rPr>
              <w:t>)</w:t>
            </w:r>
            <w:r w:rsidRPr="00696106">
              <w:rPr>
                <w:i/>
                <w:iCs/>
                <w:sz w:val="24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A7ECA" w:rsidRDefault="00BE2A21" w:rsidP="0028115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32,6</w:t>
            </w:r>
          </w:p>
        </w:tc>
      </w:tr>
      <w:tr w:rsidR="00BE2A21" w:rsidRPr="00696106" w:rsidTr="0028115B">
        <w:trPr>
          <w:trHeight w:val="5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государственных (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F3F57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25,4</w:t>
            </w:r>
          </w:p>
        </w:tc>
      </w:tr>
      <w:tr w:rsidR="00BE2A21" w:rsidRPr="00696106" w:rsidTr="0028115B">
        <w:trPr>
          <w:trHeight w:val="4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обеспечения государственных (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A7ECA" w:rsidRDefault="00BE2A21" w:rsidP="0028115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25,4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</w:pPr>
            <w:r w:rsidRPr="00696106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375,5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826558" w:rsidRDefault="00BE2A21" w:rsidP="0028115B">
            <w:pPr>
              <w:jc w:val="both"/>
              <w:rPr>
                <w:b/>
              </w:rPr>
            </w:pPr>
            <w:r w:rsidRPr="00826558">
              <w:rPr>
                <w:b/>
              </w:rPr>
              <w:t>Дорожное хозяйство 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826558" w:rsidRDefault="00BE2A21" w:rsidP="0028115B">
            <w:pPr>
              <w:jc w:val="center"/>
              <w:rPr>
                <w:b/>
                <w:color w:val="000000"/>
              </w:rPr>
            </w:pPr>
            <w:r w:rsidRPr="00826558"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826558" w:rsidRDefault="00BE2A21" w:rsidP="0028115B">
            <w:pPr>
              <w:jc w:val="center"/>
              <w:rPr>
                <w:b/>
                <w:color w:val="000000"/>
              </w:rPr>
            </w:pPr>
            <w:r w:rsidRPr="00826558">
              <w:rPr>
                <w:b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375,5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</w:pPr>
            <w:r>
              <w:t>М</w:t>
            </w:r>
            <w:r w:rsidRPr="00696106">
              <w:t>униципальная программа «</w:t>
            </w:r>
            <w:r>
              <w:t xml:space="preserve"> Развитие дорожно-транспортного комплекса муниципального образования Маньковского</w:t>
            </w:r>
            <w:r w:rsidRPr="00696106">
              <w:t xml:space="preserve"> сельского поселения Краснинского района Смоленской области»</w:t>
            </w:r>
            <w:r>
              <w:t xml:space="preserve"> на 2017-2019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375,5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67CB7" w:rsidRDefault="00BE2A21" w:rsidP="0028115B">
            <w:pPr>
              <w:jc w:val="both"/>
            </w:pPr>
            <w:r w:rsidRPr="00767CB7">
              <w:t>Основное мероприятие «Улучшение  транспортно-эксплуатационных качеств автомобильных дорог общего пользования местного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Я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375,5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B2482" w:rsidRDefault="00BE2A21" w:rsidP="0028115B">
            <w:pPr>
              <w:jc w:val="both"/>
            </w:pPr>
            <w:r w:rsidRPr="00CB2482">
              <w:t>Ремонт  автомобильных дорог  общего пользования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Я 01 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</w:pPr>
            <w:r w:rsidRPr="00696106">
              <w:t xml:space="preserve">Закупка товаров, работ и услуг для </w:t>
            </w:r>
            <w:r>
              <w:t>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Я 01 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</w:pPr>
            <w:r w:rsidRPr="00696106">
              <w:t xml:space="preserve">Иные закупки товаров, работ и услуг для </w:t>
            </w:r>
            <w:r>
              <w:t>обеспечения 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Я 01 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B2482" w:rsidRDefault="00BE2A21" w:rsidP="0028115B">
            <w:pPr>
              <w:jc w:val="both"/>
            </w:pPr>
            <w:r w:rsidRPr="00CB2482">
              <w:t>Содержание    автомобильных дорог общего пользования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Я 01 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125,0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</w:pPr>
            <w:r w:rsidRPr="00696106">
              <w:t xml:space="preserve">Закупка товаров, работ и услуг для </w:t>
            </w:r>
            <w:r>
              <w:t>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Я 01 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125,0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</w:pPr>
            <w:r w:rsidRPr="00696106">
              <w:t xml:space="preserve">Иные закупки товаров, работ и услуг для </w:t>
            </w:r>
            <w:r>
              <w:t>обеспечения 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Я 01 20070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Cs/>
                <w:color w:val="000000"/>
              </w:rPr>
            </w:pPr>
            <w:r w:rsidRPr="00696106">
              <w:rPr>
                <w:bCs/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125,0</w:t>
            </w:r>
          </w:p>
        </w:tc>
      </w:tr>
      <w:tr w:rsidR="00BE2A21" w:rsidRPr="00696106" w:rsidTr="0028115B">
        <w:trPr>
          <w:trHeight w:val="38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A312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649,8</w:t>
            </w:r>
          </w:p>
        </w:tc>
      </w:tr>
      <w:tr w:rsidR="00BE2A21" w:rsidRPr="00696106" w:rsidTr="0028115B">
        <w:trPr>
          <w:trHeight w:val="1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b/>
              </w:rPr>
            </w:pPr>
            <w:r>
              <w:rPr>
                <w:b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3,7</w:t>
            </w:r>
          </w:p>
        </w:tc>
      </w:tr>
      <w:tr w:rsidR="00BE2A21" w:rsidRPr="00696106" w:rsidTr="0028115B">
        <w:trPr>
          <w:trHeight w:val="1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color w:val="000000"/>
              </w:rPr>
            </w:pPr>
            <w:r w:rsidRPr="00CD0432">
              <w:t>Муниципальная программа « Создание условий для обеспечения качественными услугами ЖКХ и благоустройство муниципального обра</w:t>
            </w:r>
            <w:r>
              <w:t>зования Маньковского сельского</w:t>
            </w:r>
            <w:r w:rsidRPr="00CD0432">
              <w:t xml:space="preserve"> поселения Краснинского района Смоленской области»</w:t>
            </w:r>
            <w:r>
              <w:t xml:space="preserve"> </w:t>
            </w:r>
            <w:r w:rsidRPr="00CD0432"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2017-2020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t>3,7</w:t>
            </w:r>
          </w:p>
        </w:tc>
      </w:tr>
      <w:tr w:rsidR="00BE2A21" w:rsidRPr="00696106" w:rsidTr="0028115B">
        <w:trPr>
          <w:trHeight w:val="1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b/>
              </w:rPr>
            </w:pPr>
            <w:r>
              <w:rPr>
                <w:b/>
              </w:rPr>
              <w:t>Основное мероприятие «Капитальный ремонт муниципального жилого фонда»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03Я0100000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3,7</w:t>
            </w:r>
          </w:p>
        </w:tc>
      </w:tr>
      <w:tr w:rsidR="00BE2A21" w:rsidRPr="00696106" w:rsidTr="0028115B">
        <w:trPr>
          <w:trHeight w:val="1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b/>
              </w:rPr>
            </w:pPr>
            <w:r>
              <w:rPr>
                <w:b/>
              </w:rPr>
              <w:t>Взнос на капитальный ремонт общего имущества в многоквартирном доме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03Я0120220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3,7</w:t>
            </w:r>
          </w:p>
        </w:tc>
      </w:tr>
      <w:tr w:rsidR="00BE2A21" w:rsidRPr="00696106" w:rsidTr="0028115B">
        <w:trPr>
          <w:trHeight w:val="1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b/>
              </w:rPr>
            </w:pPr>
            <w:r w:rsidRPr="00CD0432">
              <w:rPr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03Я0120220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3,7</w:t>
            </w:r>
          </w:p>
        </w:tc>
      </w:tr>
      <w:tr w:rsidR="00BE2A21" w:rsidRPr="00696106" w:rsidTr="0028115B">
        <w:trPr>
          <w:trHeight w:val="1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b/>
              </w:rPr>
            </w:pPr>
            <w:r w:rsidRPr="00CD0432"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03Я0120220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3,7</w:t>
            </w:r>
          </w:p>
        </w:tc>
      </w:tr>
      <w:tr w:rsidR="00BE2A21" w:rsidRPr="00696106" w:rsidTr="0028115B">
        <w:trPr>
          <w:trHeight w:val="18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  <w:r w:rsidRPr="0069610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422,2</w:t>
            </w:r>
          </w:p>
        </w:tc>
      </w:tr>
      <w:tr w:rsidR="00BE2A21" w:rsidRPr="00696106" w:rsidTr="0028115B">
        <w:trPr>
          <w:trHeight w:val="3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r>
              <w:t>Маньковского</w:t>
            </w:r>
            <w:r>
              <w:rPr>
                <w:color w:val="000000"/>
              </w:rPr>
              <w:t xml:space="preserve"> сельского поселения Краснинского района Смоленской области» на 2017-2019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422,2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1636BF" w:rsidRDefault="00BE2A21" w:rsidP="0028115B">
            <w:pPr>
              <w:jc w:val="both"/>
              <w:rPr>
                <w:color w:val="000000"/>
              </w:rPr>
            </w:pPr>
            <w:r w:rsidRPr="001636BF">
              <w:t>Подпрограмма "</w:t>
            </w:r>
            <w:r>
              <w:t>Теплоснабжение, г</w:t>
            </w:r>
            <w:r w:rsidRPr="001636BF">
              <w:t>азоснабжение, водоснабжение и водоотведение населенных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422,2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1636BF" w:rsidRDefault="00BE2A21" w:rsidP="0028115B">
            <w:pPr>
              <w:jc w:val="both"/>
            </w:pPr>
            <w:r w:rsidRPr="001636BF">
              <w:t>Основное мероприятие " 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422,2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AD4F5C" w:rsidRDefault="00BE2A21" w:rsidP="0028115B">
            <w:pPr>
              <w:jc w:val="both"/>
            </w:pPr>
            <w:r w:rsidRPr="00AD4F5C">
              <w:t>Расходы на содержание объектов газоснабжения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35,3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Cs/>
                <w:color w:val="000000"/>
              </w:rPr>
            </w:pPr>
            <w:r w:rsidRPr="00696106">
              <w:t xml:space="preserve">Закупка товаров, работ и услуг для </w:t>
            </w:r>
            <w:r>
              <w:t xml:space="preserve">  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35,3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Cs/>
                <w:color w:val="000000"/>
              </w:rPr>
            </w:pPr>
            <w:r w:rsidRPr="00696106">
              <w:t xml:space="preserve">Иные закупки товаров, работ и услуг для </w:t>
            </w:r>
            <w:r>
              <w:t>обеспечения 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03 2 01 20100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</w:pPr>
            <w:r w:rsidRPr="00696106"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35,3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</w:pPr>
            <w:r w:rsidRPr="000F6330">
              <w:t>Расходы на содержание объектов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47,0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Cs/>
                <w:color w:val="000000"/>
              </w:rPr>
            </w:pPr>
            <w:r w:rsidRPr="00696106">
              <w:t xml:space="preserve">Закупка товаров, работ и услуг для </w:t>
            </w:r>
            <w:r>
              <w:t xml:space="preserve">  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03 2 01 20110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Cs/>
                <w:color w:val="000000"/>
              </w:rPr>
            </w:pPr>
            <w:r w:rsidRPr="00696106">
              <w:t xml:space="preserve">Иные закупки товаров, работ и услуг для </w:t>
            </w:r>
            <w:r>
              <w:t>обеспечения 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03 2 01 20110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</w:pPr>
            <w:r w:rsidRPr="00696106"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47,0</w:t>
            </w:r>
          </w:p>
        </w:tc>
      </w:tr>
      <w:tr w:rsidR="00BE2A21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bCs/>
              </w:rPr>
            </w:pPr>
            <w:r>
              <w:rPr>
                <w:bCs/>
              </w:rPr>
              <w:t>Расходы на развитие систем теплоснабжения, газоснабжения, водоснабжения, водоотведения и очистки сточных вод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03 2 01 40020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39,5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bCs/>
              </w:rPr>
            </w:pPr>
            <w:r>
              <w:rPr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03 2 01 40020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400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39,5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bCs/>
              </w:rPr>
            </w:pPr>
            <w:r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03 2 01 40020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414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39,5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bCs/>
              </w:rPr>
            </w:pPr>
            <w:r>
              <w:rPr>
                <w:bCs/>
              </w:rPr>
              <w:t>Бюджетные инвестиции в объекты капитального строительства государственной (муниципальной) собственности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03 2 01 R0182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300.3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bCs/>
              </w:rPr>
            </w:pPr>
            <w:r>
              <w:rPr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03 2 01 R0182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lang w:val="en-US"/>
              </w:rPr>
            </w:pPr>
            <w:r w:rsidRPr="0071256B">
              <w:rPr>
                <w:lang w:val="en-US"/>
              </w:rPr>
              <w:t>400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300.3</w:t>
            </w:r>
          </w:p>
        </w:tc>
      </w:tr>
      <w:tr w:rsidR="00BE2A21" w:rsidRPr="00696106" w:rsidTr="0028115B">
        <w:trPr>
          <w:trHeight w:val="2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9A5445" w:rsidRDefault="00BE2A21" w:rsidP="00523579">
            <w:pPr>
              <w:ind w:right="78"/>
              <w:rPr>
                <w:bCs/>
              </w:rPr>
            </w:pPr>
            <w:r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03 2 01 R0182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lang w:val="en-US"/>
              </w:rPr>
            </w:pPr>
            <w:r w:rsidRPr="0071256B">
              <w:rPr>
                <w:lang w:val="en-US"/>
              </w:rPr>
              <w:t>410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71256B" w:rsidRDefault="00BE2A21" w:rsidP="005235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300.3</w:t>
            </w:r>
          </w:p>
        </w:tc>
      </w:tr>
      <w:tr w:rsidR="00BE2A21" w:rsidRPr="00696106" w:rsidTr="0028115B">
        <w:trPr>
          <w:trHeight w:val="2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b/>
              </w:rPr>
            </w:pPr>
            <w:r w:rsidRPr="00696106">
              <w:rPr>
                <w:b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</w:rPr>
            </w:pPr>
            <w:r w:rsidRPr="00696106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</w:rPr>
            </w:pPr>
            <w:r w:rsidRPr="00696106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224,0</w:t>
            </w:r>
          </w:p>
        </w:tc>
      </w:tr>
      <w:tr w:rsidR="00BE2A21" w:rsidRPr="00696106" w:rsidTr="0028115B">
        <w:trPr>
          <w:trHeight w:val="3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r>
              <w:t>Маньковского</w:t>
            </w:r>
            <w:r>
              <w:rPr>
                <w:color w:val="000000"/>
              </w:rPr>
              <w:t xml:space="preserve"> сельского поселения Краснинского района Смоленской области» на 2017-2019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224,0</w:t>
            </w:r>
          </w:p>
        </w:tc>
      </w:tr>
      <w:tr w:rsidR="00BE2A21" w:rsidRPr="00696106" w:rsidTr="0028115B">
        <w:trPr>
          <w:trHeight w:val="3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«Благоустройство территорий»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224,0</w:t>
            </w:r>
          </w:p>
        </w:tc>
      </w:tr>
      <w:tr w:rsidR="00BE2A21" w:rsidRPr="00696106" w:rsidTr="0028115B">
        <w:trPr>
          <w:trHeight w:val="3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A76947" w:rsidRDefault="00BE2A21" w:rsidP="0028115B">
            <w:pPr>
              <w:jc w:val="both"/>
              <w:rPr>
                <w:color w:val="000000"/>
              </w:rPr>
            </w:pPr>
            <w:r w:rsidRPr="00A76947">
              <w:t>Основное мероприятие «Расходы на проведение мероприятий по содержанию территории муниципального образования, а также по содержанию объектов благоустройства»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224,0</w:t>
            </w:r>
          </w:p>
        </w:tc>
      </w:tr>
      <w:tr w:rsidR="00BE2A21" w:rsidRPr="00696106" w:rsidTr="0028115B">
        <w:trPr>
          <w:trHeight w:val="3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E476B8" w:rsidRDefault="00BE2A21" w:rsidP="0028115B">
            <w:pPr>
              <w:jc w:val="both"/>
              <w:rPr>
                <w:color w:val="000000"/>
              </w:rPr>
            </w:pPr>
            <w:r w:rsidRPr="00E476B8">
              <w:rPr>
                <w:color w:val="000000"/>
              </w:rPr>
              <w:t>Расходы на  освещение улиц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180,9</w:t>
            </w:r>
          </w:p>
        </w:tc>
      </w:tr>
      <w:tr w:rsidR="00BE2A21" w:rsidRPr="00696106" w:rsidTr="0028115B">
        <w:trPr>
          <w:trHeight w:val="3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E476B8" w:rsidRDefault="00BE2A21" w:rsidP="0028115B">
            <w:pPr>
              <w:jc w:val="both"/>
              <w:rPr>
                <w:color w:val="000000"/>
              </w:rPr>
            </w:pPr>
            <w:r w:rsidRPr="00E476B8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180,9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обеспечения государственных (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180,9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сбор и удаление твердых бытовых отходов, ликвидацию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5,5</w:t>
            </w:r>
          </w:p>
        </w:tc>
      </w:tr>
      <w:tr w:rsidR="00BE2A21" w:rsidRPr="00696106" w:rsidTr="0028115B">
        <w:trPr>
          <w:trHeight w:val="3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 w:rsidRPr="00696106">
              <w:t xml:space="preserve">Закупка товаров, работ и услуг для </w:t>
            </w:r>
            <w:r>
              <w:t>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обеспечения государственных (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5,5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</w:t>
            </w:r>
          </w:p>
        </w:tc>
      </w:tr>
      <w:tr w:rsidR="00BE2A21" w:rsidRPr="00696106" w:rsidTr="0028115B">
        <w:trPr>
          <w:trHeight w:val="3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both"/>
              <w:rPr>
                <w:color w:val="000000"/>
              </w:rPr>
            </w:pPr>
            <w:r w:rsidRPr="00696106">
              <w:t xml:space="preserve">Закупка товаров, работ и услуг для </w:t>
            </w:r>
            <w:r>
              <w:t>государственных (</w:t>
            </w:r>
            <w:r w:rsidRPr="00696106">
              <w:t>муниципальных</w:t>
            </w:r>
            <w:r>
              <w:t>)</w:t>
            </w:r>
            <w:r w:rsidRPr="00696106"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</w:t>
            </w:r>
          </w:p>
        </w:tc>
      </w:tr>
      <w:tr w:rsidR="00BE2A21" w:rsidRPr="00696106" w:rsidTr="0028115B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106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обеспечения государственных (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96106">
              <w:rPr>
                <w:rFonts w:ascii="Times New Roman" w:hAnsi="Times New Roman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  <w:r w:rsidRPr="00696106"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6,0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21" w:rsidRDefault="00BE2A21" w:rsidP="0028115B">
            <w:pPr>
              <w:rPr>
                <w:bCs/>
                <w:iCs/>
                <w:color w:val="000000"/>
              </w:rPr>
            </w:pPr>
            <w:r>
              <w:rPr>
                <w:sz w:val="22"/>
              </w:rPr>
              <w:t>Прочее благоустройство (иные расходы по благоустройству, не отнесенные к другим целевым статьям)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31,7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21" w:rsidRDefault="00BE2A21" w:rsidP="0028115B">
            <w:pPr>
              <w:rPr>
                <w:bCs/>
                <w:iCs/>
                <w:color w:val="000000"/>
              </w:rPr>
            </w:pPr>
            <w:r>
              <w:rPr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31,7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21" w:rsidRDefault="00BE2A21" w:rsidP="0028115B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28115B">
            <w:pPr>
              <w:jc w:val="center"/>
            </w:pPr>
            <w:r>
              <w:t>31,7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b/>
              </w:rPr>
            </w:pPr>
            <w:r w:rsidRPr="00CD0432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0940D3" w:rsidRDefault="00BE2A21" w:rsidP="00523579">
            <w:pPr>
              <w:jc w:val="center"/>
              <w:rPr>
                <w:b/>
              </w:rPr>
            </w:pPr>
            <w:r w:rsidRPr="000940D3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0940D3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0940D3" w:rsidRDefault="00BE2A21" w:rsidP="0052357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0940D3" w:rsidRDefault="00BE2A21" w:rsidP="00523579">
            <w:pPr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0940D3" w:rsidRDefault="00BE2A21" w:rsidP="00523579">
            <w:pPr>
              <w:jc w:val="center"/>
              <w:rPr>
                <w:b/>
              </w:rPr>
            </w:pPr>
            <w:r>
              <w:rPr>
                <w:b/>
              </w:rPr>
              <w:t>345,6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b/>
              </w:rPr>
            </w:pPr>
            <w:r w:rsidRPr="00CD0432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rPr>
                <w:b/>
              </w:rPr>
              <w:t>180,6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color w:val="000000"/>
              </w:rPr>
            </w:pPr>
            <w:r w:rsidRPr="00CD0432">
              <w:rPr>
                <w:color w:val="000000"/>
              </w:rPr>
              <w:t xml:space="preserve">Муниципальная программа «Создание условий для эффективного управления муниципальным образованием </w:t>
            </w:r>
            <w:r>
              <w:t>Маньковского</w:t>
            </w:r>
            <w:r w:rsidRPr="00CD0432">
              <w:rPr>
                <w:color w:val="000000"/>
              </w:rPr>
              <w:t xml:space="preserve"> сельского поселения Краснинского района Смоленской области»</w:t>
            </w:r>
            <w:r>
              <w:rPr>
                <w:color w:val="000000"/>
              </w:rPr>
              <w:t xml:space="preserve"> на 2017-2020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rPr>
                <w:b/>
              </w:rPr>
              <w:t>180,6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color w:val="000000"/>
              </w:rPr>
            </w:pPr>
            <w:r w:rsidRPr="00CD0432">
              <w:rPr>
                <w:color w:val="000000"/>
              </w:rPr>
              <w:t xml:space="preserve">Обеспечивающая подпрограмма «Эффективное выполнение полномочий муниципальным образованием </w:t>
            </w:r>
            <w:r>
              <w:t>Маньковского</w:t>
            </w:r>
            <w:r w:rsidRPr="00CD0432">
              <w:rPr>
                <w:color w:val="000000"/>
              </w:rPr>
              <w:t xml:space="preserve"> сельского поселения  Краснинского района Смоленской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 xml:space="preserve"> 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rPr>
                <w:b/>
              </w:rPr>
              <w:t>180,6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</w:pPr>
            <w:r w:rsidRPr="00CD0432">
              <w:rPr>
                <w:bCs/>
                <w:color w:val="000000"/>
              </w:rPr>
              <w:t>Основное мероприятие</w:t>
            </w:r>
            <w:r w:rsidRPr="00CD0432">
              <w:rPr>
                <w:b/>
                <w:bCs/>
                <w:color w:val="000000"/>
              </w:rPr>
              <w:t xml:space="preserve"> «</w:t>
            </w:r>
            <w:r w:rsidRPr="00CD0432">
              <w:rPr>
                <w:snapToGrid w:val="0"/>
              </w:rPr>
              <w:t>Обеспечение организационных  условий для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rPr>
                <w:b/>
              </w:rPr>
              <w:t>180,6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</w:pPr>
            <w:r w:rsidRPr="00CD0432">
              <w:rPr>
                <w:color w:val="000000"/>
              </w:rPr>
              <w:t>Расходы на выплату пенсий за выслугу лет лицам, замещающим муниципальные должности и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01 1 01 70010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rPr>
                <w:b/>
              </w:rPr>
              <w:t>180,6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color w:val="000000"/>
              </w:rPr>
            </w:pPr>
            <w:r w:rsidRPr="00CD043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01 0 01 70010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300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rPr>
                <w:b/>
              </w:rPr>
              <w:t>180,6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ind w:right="78"/>
              <w:rPr>
                <w:color w:val="000000"/>
              </w:rPr>
            </w:pPr>
            <w:r w:rsidRPr="00CD043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  <w:rPr>
                <w:color w:val="000000"/>
              </w:rPr>
            </w:pPr>
            <w:r w:rsidRPr="00CD0432">
              <w:rPr>
                <w:color w:val="000000"/>
              </w:rPr>
              <w:t>01 1 01 70010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 w:rsidRPr="00CD0432">
              <w:t>310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CD0432" w:rsidRDefault="00BE2A21" w:rsidP="00523579">
            <w:pPr>
              <w:jc w:val="center"/>
            </w:pPr>
            <w:r>
              <w:rPr>
                <w:b/>
              </w:rPr>
              <w:t>180,6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color w:val="000000"/>
              </w:rPr>
            </w:pPr>
            <w:r>
              <w:rPr>
                <w:b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165,0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color w:val="000000"/>
              </w:rPr>
            </w:pPr>
            <w:r>
              <w:rPr>
                <w:color w:val="000000"/>
              </w:rPr>
              <w:t>Непрограммыные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165,0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</w:pPr>
            <w:r>
              <w:rPr>
                <w:color w:val="00000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165,0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</w:pPr>
            <w:r>
              <w:rPr>
                <w:bCs/>
                <w:color w:val="000000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165,0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color w:val="000000"/>
              </w:rPr>
            </w:pPr>
            <w:r>
              <w:rPr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165,0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ind w:right="78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91 1 00 80220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Default="00BE2A21" w:rsidP="00523579">
            <w:pPr>
              <w:jc w:val="center"/>
            </w:pPr>
            <w:r>
              <w:t>165,0</w:t>
            </w:r>
          </w:p>
        </w:tc>
      </w:tr>
      <w:tr w:rsidR="00BE2A21" w:rsidRPr="00696106" w:rsidTr="0028115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pStyle w:val="Footer"/>
              <w:jc w:val="both"/>
            </w:pPr>
            <w:r w:rsidRPr="00696106"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21" w:rsidRPr="00696106" w:rsidRDefault="00BE2A21" w:rsidP="0028115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3315,9</w:t>
            </w:r>
          </w:p>
        </w:tc>
      </w:tr>
    </w:tbl>
    <w:p w:rsidR="00BE2A21" w:rsidRPr="00750A6A" w:rsidRDefault="00BE2A21" w:rsidP="00844031"/>
    <w:sectPr w:rsidR="00BE2A21" w:rsidRPr="00750A6A" w:rsidSect="00750A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4AC3"/>
    <w:multiLevelType w:val="hybridMultilevel"/>
    <w:tmpl w:val="69FED410"/>
    <w:lvl w:ilvl="0" w:tplc="45BA5E2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>
    <w:nsid w:val="069536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33286F"/>
    <w:multiLevelType w:val="hybridMultilevel"/>
    <w:tmpl w:val="1EE0C25E"/>
    <w:lvl w:ilvl="0" w:tplc="823C99C8">
      <w:start w:val="2"/>
      <w:numFmt w:val="decimal"/>
      <w:lvlText w:val="%1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3">
    <w:nsid w:val="197C61EC"/>
    <w:multiLevelType w:val="hybridMultilevel"/>
    <w:tmpl w:val="73D059F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605823"/>
    <w:multiLevelType w:val="hybridMultilevel"/>
    <w:tmpl w:val="4074EC50"/>
    <w:lvl w:ilvl="0" w:tplc="9C6EBAC2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5">
    <w:nsid w:val="1D4D447F"/>
    <w:multiLevelType w:val="hybridMultilevel"/>
    <w:tmpl w:val="0BCCE7B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3C755B"/>
    <w:multiLevelType w:val="hybridMultilevel"/>
    <w:tmpl w:val="618223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B87599"/>
    <w:multiLevelType w:val="hybridMultilevel"/>
    <w:tmpl w:val="2A429A5A"/>
    <w:lvl w:ilvl="0" w:tplc="7310ADF6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8">
    <w:nsid w:val="28050DC6"/>
    <w:multiLevelType w:val="hybridMultilevel"/>
    <w:tmpl w:val="A2947496"/>
    <w:lvl w:ilvl="0" w:tplc="58587D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8D346C2"/>
    <w:multiLevelType w:val="hybridMultilevel"/>
    <w:tmpl w:val="BD5E5C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5E5D96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BE4916"/>
    <w:multiLevelType w:val="hybridMultilevel"/>
    <w:tmpl w:val="9BA6A94E"/>
    <w:lvl w:ilvl="0" w:tplc="F9946C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1">
    <w:nsid w:val="422D05F0"/>
    <w:multiLevelType w:val="hybridMultilevel"/>
    <w:tmpl w:val="9DFC3AC4"/>
    <w:lvl w:ilvl="0" w:tplc="09EE38E2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2">
    <w:nsid w:val="438802E9"/>
    <w:multiLevelType w:val="hybridMultilevel"/>
    <w:tmpl w:val="042E92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9A23D5"/>
    <w:multiLevelType w:val="hybridMultilevel"/>
    <w:tmpl w:val="79CE77C6"/>
    <w:lvl w:ilvl="0" w:tplc="41B084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45A91BC7"/>
    <w:multiLevelType w:val="hybridMultilevel"/>
    <w:tmpl w:val="74A4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D21319"/>
    <w:multiLevelType w:val="hybridMultilevel"/>
    <w:tmpl w:val="0688F990"/>
    <w:lvl w:ilvl="0" w:tplc="F9DAE3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>
    <w:nsid w:val="542561FC"/>
    <w:multiLevelType w:val="hybridMultilevel"/>
    <w:tmpl w:val="58A4250A"/>
    <w:lvl w:ilvl="0" w:tplc="301897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58C42251"/>
    <w:multiLevelType w:val="hybridMultilevel"/>
    <w:tmpl w:val="70E6BCB4"/>
    <w:lvl w:ilvl="0" w:tplc="EFE602D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8">
    <w:nsid w:val="70C87719"/>
    <w:multiLevelType w:val="hybridMultilevel"/>
    <w:tmpl w:val="FE92E4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51A44C4"/>
    <w:multiLevelType w:val="hybridMultilevel"/>
    <w:tmpl w:val="E4EA8456"/>
    <w:lvl w:ilvl="0" w:tplc="5328B78C">
      <w:start w:val="2"/>
      <w:numFmt w:val="bullet"/>
      <w:lvlText w:val="-"/>
      <w:lvlJc w:val="left"/>
      <w:pPr>
        <w:tabs>
          <w:tab w:val="num" w:pos="2415"/>
        </w:tabs>
        <w:ind w:left="24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0">
    <w:nsid w:val="791B47F5"/>
    <w:multiLevelType w:val="hybridMultilevel"/>
    <w:tmpl w:val="0ACC7D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4"/>
  </w:num>
  <w:num w:numId="5">
    <w:abstractNumId w:val="0"/>
  </w:num>
  <w:num w:numId="6">
    <w:abstractNumId w:val="6"/>
  </w:num>
  <w:num w:numId="7">
    <w:abstractNumId w:val="5"/>
  </w:num>
  <w:num w:numId="8">
    <w:abstractNumId w:val="18"/>
  </w:num>
  <w:num w:numId="9">
    <w:abstractNumId w:val="1"/>
  </w:num>
  <w:num w:numId="10">
    <w:abstractNumId w:val="11"/>
  </w:num>
  <w:num w:numId="11">
    <w:abstractNumId w:val="19"/>
  </w:num>
  <w:num w:numId="12">
    <w:abstractNumId w:val="2"/>
  </w:num>
  <w:num w:numId="13">
    <w:abstractNumId w:val="4"/>
  </w:num>
  <w:num w:numId="14">
    <w:abstractNumId w:val="7"/>
  </w:num>
  <w:num w:numId="15">
    <w:abstractNumId w:val="8"/>
  </w:num>
  <w:num w:numId="16">
    <w:abstractNumId w:val="20"/>
  </w:num>
  <w:num w:numId="17">
    <w:abstractNumId w:val="3"/>
  </w:num>
  <w:num w:numId="18">
    <w:abstractNumId w:val="12"/>
  </w:num>
  <w:num w:numId="19">
    <w:abstractNumId w:val="10"/>
  </w:num>
  <w:num w:numId="20">
    <w:abstractNumId w:val="17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049"/>
    <w:rsid w:val="00000290"/>
    <w:rsid w:val="00000527"/>
    <w:rsid w:val="00000B9B"/>
    <w:rsid w:val="00000E3E"/>
    <w:rsid w:val="000016BF"/>
    <w:rsid w:val="00001FF6"/>
    <w:rsid w:val="000027BF"/>
    <w:rsid w:val="00002FE7"/>
    <w:rsid w:val="000030A8"/>
    <w:rsid w:val="00003723"/>
    <w:rsid w:val="00003746"/>
    <w:rsid w:val="00003926"/>
    <w:rsid w:val="00003C56"/>
    <w:rsid w:val="00004054"/>
    <w:rsid w:val="00004685"/>
    <w:rsid w:val="00004880"/>
    <w:rsid w:val="00004906"/>
    <w:rsid w:val="00004C8A"/>
    <w:rsid w:val="00005022"/>
    <w:rsid w:val="0000523F"/>
    <w:rsid w:val="00005246"/>
    <w:rsid w:val="00005314"/>
    <w:rsid w:val="0000572D"/>
    <w:rsid w:val="000058E0"/>
    <w:rsid w:val="000059E5"/>
    <w:rsid w:val="0000732C"/>
    <w:rsid w:val="000074FF"/>
    <w:rsid w:val="0000757F"/>
    <w:rsid w:val="0000776D"/>
    <w:rsid w:val="000079C5"/>
    <w:rsid w:val="00007A48"/>
    <w:rsid w:val="00007EF2"/>
    <w:rsid w:val="00010099"/>
    <w:rsid w:val="000101ED"/>
    <w:rsid w:val="00010927"/>
    <w:rsid w:val="0001113E"/>
    <w:rsid w:val="000115FD"/>
    <w:rsid w:val="00011798"/>
    <w:rsid w:val="00011CEC"/>
    <w:rsid w:val="00011D09"/>
    <w:rsid w:val="00011F29"/>
    <w:rsid w:val="00012237"/>
    <w:rsid w:val="0001334E"/>
    <w:rsid w:val="000133A3"/>
    <w:rsid w:val="00013AE3"/>
    <w:rsid w:val="00013BD1"/>
    <w:rsid w:val="00013F0A"/>
    <w:rsid w:val="0001438C"/>
    <w:rsid w:val="00014446"/>
    <w:rsid w:val="0001473C"/>
    <w:rsid w:val="000147E2"/>
    <w:rsid w:val="000147EA"/>
    <w:rsid w:val="00014F74"/>
    <w:rsid w:val="00015748"/>
    <w:rsid w:val="00016134"/>
    <w:rsid w:val="000163A2"/>
    <w:rsid w:val="000165CC"/>
    <w:rsid w:val="00016865"/>
    <w:rsid w:val="00016E81"/>
    <w:rsid w:val="00017068"/>
    <w:rsid w:val="000174CE"/>
    <w:rsid w:val="00017585"/>
    <w:rsid w:val="000176C7"/>
    <w:rsid w:val="00020589"/>
    <w:rsid w:val="00020780"/>
    <w:rsid w:val="00020F30"/>
    <w:rsid w:val="000219F5"/>
    <w:rsid w:val="00021DE1"/>
    <w:rsid w:val="000220BF"/>
    <w:rsid w:val="00022577"/>
    <w:rsid w:val="00022AFD"/>
    <w:rsid w:val="00022E0D"/>
    <w:rsid w:val="00023338"/>
    <w:rsid w:val="00023751"/>
    <w:rsid w:val="000244A4"/>
    <w:rsid w:val="00024B03"/>
    <w:rsid w:val="00024C41"/>
    <w:rsid w:val="0002514E"/>
    <w:rsid w:val="000253A2"/>
    <w:rsid w:val="0002552A"/>
    <w:rsid w:val="000256C2"/>
    <w:rsid w:val="00025883"/>
    <w:rsid w:val="00025C2F"/>
    <w:rsid w:val="0002605A"/>
    <w:rsid w:val="00026219"/>
    <w:rsid w:val="0002643D"/>
    <w:rsid w:val="00026852"/>
    <w:rsid w:val="000270FE"/>
    <w:rsid w:val="0002718D"/>
    <w:rsid w:val="000273BA"/>
    <w:rsid w:val="00027C90"/>
    <w:rsid w:val="00027EF2"/>
    <w:rsid w:val="0003064C"/>
    <w:rsid w:val="00030B57"/>
    <w:rsid w:val="000311F4"/>
    <w:rsid w:val="0003146B"/>
    <w:rsid w:val="000318C5"/>
    <w:rsid w:val="00032038"/>
    <w:rsid w:val="0003206F"/>
    <w:rsid w:val="0003228E"/>
    <w:rsid w:val="000324C9"/>
    <w:rsid w:val="00032769"/>
    <w:rsid w:val="00032FB2"/>
    <w:rsid w:val="0003317A"/>
    <w:rsid w:val="000334B4"/>
    <w:rsid w:val="000337B3"/>
    <w:rsid w:val="0003451E"/>
    <w:rsid w:val="00034581"/>
    <w:rsid w:val="0003521B"/>
    <w:rsid w:val="0003581F"/>
    <w:rsid w:val="00035881"/>
    <w:rsid w:val="00035E70"/>
    <w:rsid w:val="0003683E"/>
    <w:rsid w:val="00036D13"/>
    <w:rsid w:val="00037897"/>
    <w:rsid w:val="00037B78"/>
    <w:rsid w:val="00040094"/>
    <w:rsid w:val="00040550"/>
    <w:rsid w:val="000406C3"/>
    <w:rsid w:val="00041C43"/>
    <w:rsid w:val="00042344"/>
    <w:rsid w:val="00042AD1"/>
    <w:rsid w:val="00042F90"/>
    <w:rsid w:val="000430EE"/>
    <w:rsid w:val="000439D8"/>
    <w:rsid w:val="00043F74"/>
    <w:rsid w:val="00044120"/>
    <w:rsid w:val="00044210"/>
    <w:rsid w:val="000442F3"/>
    <w:rsid w:val="000447FA"/>
    <w:rsid w:val="000456A3"/>
    <w:rsid w:val="00045D3E"/>
    <w:rsid w:val="00045FB2"/>
    <w:rsid w:val="00046088"/>
    <w:rsid w:val="000469DD"/>
    <w:rsid w:val="00046A33"/>
    <w:rsid w:val="00047674"/>
    <w:rsid w:val="00047BEA"/>
    <w:rsid w:val="00047CB2"/>
    <w:rsid w:val="00050036"/>
    <w:rsid w:val="00050622"/>
    <w:rsid w:val="00050B01"/>
    <w:rsid w:val="00050F32"/>
    <w:rsid w:val="00051A0C"/>
    <w:rsid w:val="00052383"/>
    <w:rsid w:val="000526CF"/>
    <w:rsid w:val="000526FF"/>
    <w:rsid w:val="00052BEE"/>
    <w:rsid w:val="00052DC0"/>
    <w:rsid w:val="00053578"/>
    <w:rsid w:val="000539D5"/>
    <w:rsid w:val="00053AA0"/>
    <w:rsid w:val="00053C0C"/>
    <w:rsid w:val="00054541"/>
    <w:rsid w:val="00054766"/>
    <w:rsid w:val="00054A46"/>
    <w:rsid w:val="00054F79"/>
    <w:rsid w:val="0005509C"/>
    <w:rsid w:val="000551DD"/>
    <w:rsid w:val="00055632"/>
    <w:rsid w:val="000559AF"/>
    <w:rsid w:val="00055BB9"/>
    <w:rsid w:val="000564C8"/>
    <w:rsid w:val="00056DB6"/>
    <w:rsid w:val="00056F76"/>
    <w:rsid w:val="000572CD"/>
    <w:rsid w:val="000575A1"/>
    <w:rsid w:val="00057CBE"/>
    <w:rsid w:val="00057E2E"/>
    <w:rsid w:val="00060466"/>
    <w:rsid w:val="00060D84"/>
    <w:rsid w:val="00060DE7"/>
    <w:rsid w:val="000616DA"/>
    <w:rsid w:val="00061B09"/>
    <w:rsid w:val="00061C90"/>
    <w:rsid w:val="00061F69"/>
    <w:rsid w:val="00062414"/>
    <w:rsid w:val="000625F6"/>
    <w:rsid w:val="00062AE6"/>
    <w:rsid w:val="00062DD9"/>
    <w:rsid w:val="00063215"/>
    <w:rsid w:val="000634D0"/>
    <w:rsid w:val="0006382C"/>
    <w:rsid w:val="0006398F"/>
    <w:rsid w:val="00063AC1"/>
    <w:rsid w:val="00063EE3"/>
    <w:rsid w:val="00064051"/>
    <w:rsid w:val="00064305"/>
    <w:rsid w:val="000648CD"/>
    <w:rsid w:val="000652D0"/>
    <w:rsid w:val="00065671"/>
    <w:rsid w:val="00066184"/>
    <w:rsid w:val="00067180"/>
    <w:rsid w:val="000674A1"/>
    <w:rsid w:val="00067B93"/>
    <w:rsid w:val="000705D2"/>
    <w:rsid w:val="000706A7"/>
    <w:rsid w:val="0007096D"/>
    <w:rsid w:val="00070B10"/>
    <w:rsid w:val="0007103F"/>
    <w:rsid w:val="000715CD"/>
    <w:rsid w:val="00071771"/>
    <w:rsid w:val="00072336"/>
    <w:rsid w:val="000725B7"/>
    <w:rsid w:val="0007299A"/>
    <w:rsid w:val="00072A29"/>
    <w:rsid w:val="00072C81"/>
    <w:rsid w:val="0007372A"/>
    <w:rsid w:val="000737C8"/>
    <w:rsid w:val="00074189"/>
    <w:rsid w:val="000747C5"/>
    <w:rsid w:val="0007499E"/>
    <w:rsid w:val="0007522F"/>
    <w:rsid w:val="00075C6B"/>
    <w:rsid w:val="000763E7"/>
    <w:rsid w:val="000766A6"/>
    <w:rsid w:val="00076A1C"/>
    <w:rsid w:val="00076AC5"/>
    <w:rsid w:val="00077642"/>
    <w:rsid w:val="00077AE9"/>
    <w:rsid w:val="00077BB2"/>
    <w:rsid w:val="00077D03"/>
    <w:rsid w:val="000803C4"/>
    <w:rsid w:val="00080C9E"/>
    <w:rsid w:val="00080E46"/>
    <w:rsid w:val="000811F0"/>
    <w:rsid w:val="0008130B"/>
    <w:rsid w:val="000815FC"/>
    <w:rsid w:val="00081F18"/>
    <w:rsid w:val="00082A3E"/>
    <w:rsid w:val="000833AD"/>
    <w:rsid w:val="000834EE"/>
    <w:rsid w:val="0008351D"/>
    <w:rsid w:val="00083768"/>
    <w:rsid w:val="000838E7"/>
    <w:rsid w:val="00083E10"/>
    <w:rsid w:val="00084454"/>
    <w:rsid w:val="000845C8"/>
    <w:rsid w:val="000846CA"/>
    <w:rsid w:val="00084B01"/>
    <w:rsid w:val="00084D6B"/>
    <w:rsid w:val="00084E74"/>
    <w:rsid w:val="00085394"/>
    <w:rsid w:val="00085A45"/>
    <w:rsid w:val="000861A8"/>
    <w:rsid w:val="00086579"/>
    <w:rsid w:val="00086669"/>
    <w:rsid w:val="000873D2"/>
    <w:rsid w:val="000874B2"/>
    <w:rsid w:val="00087798"/>
    <w:rsid w:val="000878E6"/>
    <w:rsid w:val="0009060A"/>
    <w:rsid w:val="00090A80"/>
    <w:rsid w:val="00090A96"/>
    <w:rsid w:val="00090BA6"/>
    <w:rsid w:val="00090E0D"/>
    <w:rsid w:val="000913CC"/>
    <w:rsid w:val="00091950"/>
    <w:rsid w:val="00092521"/>
    <w:rsid w:val="00092819"/>
    <w:rsid w:val="0009292A"/>
    <w:rsid w:val="00092CD3"/>
    <w:rsid w:val="00092E88"/>
    <w:rsid w:val="00092F23"/>
    <w:rsid w:val="0009306D"/>
    <w:rsid w:val="00093197"/>
    <w:rsid w:val="000931C1"/>
    <w:rsid w:val="000940D3"/>
    <w:rsid w:val="00094276"/>
    <w:rsid w:val="000944D3"/>
    <w:rsid w:val="000952B0"/>
    <w:rsid w:val="00095555"/>
    <w:rsid w:val="00095DB0"/>
    <w:rsid w:val="00096113"/>
    <w:rsid w:val="00096299"/>
    <w:rsid w:val="000962F3"/>
    <w:rsid w:val="000971DD"/>
    <w:rsid w:val="00097A06"/>
    <w:rsid w:val="00097CED"/>
    <w:rsid w:val="000A036A"/>
    <w:rsid w:val="000A0667"/>
    <w:rsid w:val="000A0CC8"/>
    <w:rsid w:val="000A105E"/>
    <w:rsid w:val="000A1690"/>
    <w:rsid w:val="000A18FD"/>
    <w:rsid w:val="000A195B"/>
    <w:rsid w:val="000A1AA8"/>
    <w:rsid w:val="000A1AFC"/>
    <w:rsid w:val="000A1D94"/>
    <w:rsid w:val="000A2601"/>
    <w:rsid w:val="000A273D"/>
    <w:rsid w:val="000A2B5A"/>
    <w:rsid w:val="000A3388"/>
    <w:rsid w:val="000A3742"/>
    <w:rsid w:val="000A5617"/>
    <w:rsid w:val="000A581B"/>
    <w:rsid w:val="000A6053"/>
    <w:rsid w:val="000A7243"/>
    <w:rsid w:val="000A79B2"/>
    <w:rsid w:val="000A7BCE"/>
    <w:rsid w:val="000A7D3B"/>
    <w:rsid w:val="000A7DAB"/>
    <w:rsid w:val="000B0578"/>
    <w:rsid w:val="000B0624"/>
    <w:rsid w:val="000B0DC1"/>
    <w:rsid w:val="000B12CF"/>
    <w:rsid w:val="000B1471"/>
    <w:rsid w:val="000B15CC"/>
    <w:rsid w:val="000B1E76"/>
    <w:rsid w:val="000B275C"/>
    <w:rsid w:val="000B2A31"/>
    <w:rsid w:val="000B2E20"/>
    <w:rsid w:val="000B39B5"/>
    <w:rsid w:val="000B3FB9"/>
    <w:rsid w:val="000B593B"/>
    <w:rsid w:val="000B66AA"/>
    <w:rsid w:val="000B6BE3"/>
    <w:rsid w:val="000B6C66"/>
    <w:rsid w:val="000B6E5C"/>
    <w:rsid w:val="000B7065"/>
    <w:rsid w:val="000B70E4"/>
    <w:rsid w:val="000B7282"/>
    <w:rsid w:val="000B7287"/>
    <w:rsid w:val="000B7436"/>
    <w:rsid w:val="000B767C"/>
    <w:rsid w:val="000B7AA6"/>
    <w:rsid w:val="000B7D11"/>
    <w:rsid w:val="000B7D47"/>
    <w:rsid w:val="000B7F20"/>
    <w:rsid w:val="000C0FBB"/>
    <w:rsid w:val="000C159C"/>
    <w:rsid w:val="000C1AC0"/>
    <w:rsid w:val="000C1ADD"/>
    <w:rsid w:val="000C1C5E"/>
    <w:rsid w:val="000C1E39"/>
    <w:rsid w:val="000C21E1"/>
    <w:rsid w:val="000C25CA"/>
    <w:rsid w:val="000C2878"/>
    <w:rsid w:val="000C371F"/>
    <w:rsid w:val="000C3C22"/>
    <w:rsid w:val="000C3FA9"/>
    <w:rsid w:val="000C40B3"/>
    <w:rsid w:val="000C42BA"/>
    <w:rsid w:val="000C46B8"/>
    <w:rsid w:val="000C48AF"/>
    <w:rsid w:val="000C4B82"/>
    <w:rsid w:val="000C4F68"/>
    <w:rsid w:val="000C57E3"/>
    <w:rsid w:val="000C5992"/>
    <w:rsid w:val="000C5AC0"/>
    <w:rsid w:val="000C5C7C"/>
    <w:rsid w:val="000C5D1F"/>
    <w:rsid w:val="000C606E"/>
    <w:rsid w:val="000C6364"/>
    <w:rsid w:val="000C644F"/>
    <w:rsid w:val="000C799D"/>
    <w:rsid w:val="000C7CF5"/>
    <w:rsid w:val="000C7D3D"/>
    <w:rsid w:val="000D02FD"/>
    <w:rsid w:val="000D041F"/>
    <w:rsid w:val="000D053F"/>
    <w:rsid w:val="000D0A7C"/>
    <w:rsid w:val="000D0BD8"/>
    <w:rsid w:val="000D2558"/>
    <w:rsid w:val="000D2907"/>
    <w:rsid w:val="000D2A05"/>
    <w:rsid w:val="000D303C"/>
    <w:rsid w:val="000D31EF"/>
    <w:rsid w:val="000D3B6D"/>
    <w:rsid w:val="000D3BCB"/>
    <w:rsid w:val="000D438E"/>
    <w:rsid w:val="000D4AEA"/>
    <w:rsid w:val="000D4C3E"/>
    <w:rsid w:val="000D5060"/>
    <w:rsid w:val="000D5535"/>
    <w:rsid w:val="000D5890"/>
    <w:rsid w:val="000D5CD3"/>
    <w:rsid w:val="000D601B"/>
    <w:rsid w:val="000D658D"/>
    <w:rsid w:val="000D6D27"/>
    <w:rsid w:val="000D6EC4"/>
    <w:rsid w:val="000D7049"/>
    <w:rsid w:val="000D7086"/>
    <w:rsid w:val="000D782F"/>
    <w:rsid w:val="000D7C57"/>
    <w:rsid w:val="000D7DEA"/>
    <w:rsid w:val="000E0DB5"/>
    <w:rsid w:val="000E1336"/>
    <w:rsid w:val="000E1BC4"/>
    <w:rsid w:val="000E24C9"/>
    <w:rsid w:val="000E2632"/>
    <w:rsid w:val="000E30C9"/>
    <w:rsid w:val="000E30D4"/>
    <w:rsid w:val="000E32EE"/>
    <w:rsid w:val="000E409E"/>
    <w:rsid w:val="000E4154"/>
    <w:rsid w:val="000E421E"/>
    <w:rsid w:val="000E43FE"/>
    <w:rsid w:val="000E512F"/>
    <w:rsid w:val="000E52D8"/>
    <w:rsid w:val="000E5864"/>
    <w:rsid w:val="000E6799"/>
    <w:rsid w:val="000E692D"/>
    <w:rsid w:val="000F0137"/>
    <w:rsid w:val="000F0296"/>
    <w:rsid w:val="000F0FB4"/>
    <w:rsid w:val="000F11E9"/>
    <w:rsid w:val="000F1325"/>
    <w:rsid w:val="000F17B1"/>
    <w:rsid w:val="000F18B5"/>
    <w:rsid w:val="000F20A1"/>
    <w:rsid w:val="000F2536"/>
    <w:rsid w:val="000F2695"/>
    <w:rsid w:val="000F3087"/>
    <w:rsid w:val="000F30D3"/>
    <w:rsid w:val="000F3DDB"/>
    <w:rsid w:val="000F4314"/>
    <w:rsid w:val="000F53E8"/>
    <w:rsid w:val="000F58A3"/>
    <w:rsid w:val="000F60F3"/>
    <w:rsid w:val="000F6330"/>
    <w:rsid w:val="000F685D"/>
    <w:rsid w:val="000F6D5B"/>
    <w:rsid w:val="000F6F29"/>
    <w:rsid w:val="000F7072"/>
    <w:rsid w:val="000F70CE"/>
    <w:rsid w:val="000F78EC"/>
    <w:rsid w:val="000F7E11"/>
    <w:rsid w:val="0010054F"/>
    <w:rsid w:val="00100802"/>
    <w:rsid w:val="00100975"/>
    <w:rsid w:val="00100E7B"/>
    <w:rsid w:val="00101064"/>
    <w:rsid w:val="0010121B"/>
    <w:rsid w:val="001016E7"/>
    <w:rsid w:val="00101AB5"/>
    <w:rsid w:val="00101C45"/>
    <w:rsid w:val="0010212B"/>
    <w:rsid w:val="00102394"/>
    <w:rsid w:val="00102EA6"/>
    <w:rsid w:val="00103050"/>
    <w:rsid w:val="00104175"/>
    <w:rsid w:val="001045E8"/>
    <w:rsid w:val="00104CDB"/>
    <w:rsid w:val="001053D5"/>
    <w:rsid w:val="001059F5"/>
    <w:rsid w:val="00105B10"/>
    <w:rsid w:val="00105D1B"/>
    <w:rsid w:val="00105EEB"/>
    <w:rsid w:val="001067A7"/>
    <w:rsid w:val="001068DF"/>
    <w:rsid w:val="0010740A"/>
    <w:rsid w:val="0010745A"/>
    <w:rsid w:val="0010756C"/>
    <w:rsid w:val="001075C0"/>
    <w:rsid w:val="001079DF"/>
    <w:rsid w:val="00107A6B"/>
    <w:rsid w:val="00107DE7"/>
    <w:rsid w:val="00107FF1"/>
    <w:rsid w:val="0011003B"/>
    <w:rsid w:val="00110A08"/>
    <w:rsid w:val="00110A3A"/>
    <w:rsid w:val="00112961"/>
    <w:rsid w:val="00112A31"/>
    <w:rsid w:val="00112B90"/>
    <w:rsid w:val="00112F90"/>
    <w:rsid w:val="001136F8"/>
    <w:rsid w:val="00113826"/>
    <w:rsid w:val="00113D3C"/>
    <w:rsid w:val="0011429A"/>
    <w:rsid w:val="001147C1"/>
    <w:rsid w:val="0011496C"/>
    <w:rsid w:val="00115190"/>
    <w:rsid w:val="001154D3"/>
    <w:rsid w:val="00115787"/>
    <w:rsid w:val="001158AB"/>
    <w:rsid w:val="00116143"/>
    <w:rsid w:val="00116750"/>
    <w:rsid w:val="0011709B"/>
    <w:rsid w:val="001177A8"/>
    <w:rsid w:val="001177AF"/>
    <w:rsid w:val="00120441"/>
    <w:rsid w:val="00120C49"/>
    <w:rsid w:val="00120FB6"/>
    <w:rsid w:val="001210E4"/>
    <w:rsid w:val="00121A6C"/>
    <w:rsid w:val="00121C2C"/>
    <w:rsid w:val="00121F1B"/>
    <w:rsid w:val="0012213B"/>
    <w:rsid w:val="0012216A"/>
    <w:rsid w:val="001224CE"/>
    <w:rsid w:val="0012338E"/>
    <w:rsid w:val="001233BB"/>
    <w:rsid w:val="00123615"/>
    <w:rsid w:val="0012381B"/>
    <w:rsid w:val="001245AF"/>
    <w:rsid w:val="00124E2A"/>
    <w:rsid w:val="00125B23"/>
    <w:rsid w:val="00126811"/>
    <w:rsid w:val="00126867"/>
    <w:rsid w:val="00126F5F"/>
    <w:rsid w:val="0012798D"/>
    <w:rsid w:val="00127A18"/>
    <w:rsid w:val="00127B0D"/>
    <w:rsid w:val="00127D6B"/>
    <w:rsid w:val="001304F1"/>
    <w:rsid w:val="00130732"/>
    <w:rsid w:val="00130C17"/>
    <w:rsid w:val="00131465"/>
    <w:rsid w:val="00131529"/>
    <w:rsid w:val="001318BF"/>
    <w:rsid w:val="00131A9D"/>
    <w:rsid w:val="00132561"/>
    <w:rsid w:val="00132EE8"/>
    <w:rsid w:val="00133318"/>
    <w:rsid w:val="00133817"/>
    <w:rsid w:val="001339BE"/>
    <w:rsid w:val="001339DC"/>
    <w:rsid w:val="00133FA7"/>
    <w:rsid w:val="001340EB"/>
    <w:rsid w:val="00134179"/>
    <w:rsid w:val="00134930"/>
    <w:rsid w:val="00134B56"/>
    <w:rsid w:val="0013530C"/>
    <w:rsid w:val="001353E4"/>
    <w:rsid w:val="00135F25"/>
    <w:rsid w:val="00136682"/>
    <w:rsid w:val="00137304"/>
    <w:rsid w:val="001375D1"/>
    <w:rsid w:val="00137614"/>
    <w:rsid w:val="001376F6"/>
    <w:rsid w:val="00137958"/>
    <w:rsid w:val="001407A4"/>
    <w:rsid w:val="00140F32"/>
    <w:rsid w:val="001410C5"/>
    <w:rsid w:val="00141332"/>
    <w:rsid w:val="00141354"/>
    <w:rsid w:val="00141450"/>
    <w:rsid w:val="00141DCF"/>
    <w:rsid w:val="00142482"/>
    <w:rsid w:val="00142E12"/>
    <w:rsid w:val="00142E8F"/>
    <w:rsid w:val="00143A12"/>
    <w:rsid w:val="00143F45"/>
    <w:rsid w:val="00144117"/>
    <w:rsid w:val="00144807"/>
    <w:rsid w:val="00144EC6"/>
    <w:rsid w:val="001451D8"/>
    <w:rsid w:val="001455EE"/>
    <w:rsid w:val="00145A5E"/>
    <w:rsid w:val="00145E91"/>
    <w:rsid w:val="00146B2E"/>
    <w:rsid w:val="00147041"/>
    <w:rsid w:val="00147DE2"/>
    <w:rsid w:val="00147ECB"/>
    <w:rsid w:val="00150AA6"/>
    <w:rsid w:val="001511EE"/>
    <w:rsid w:val="00151B02"/>
    <w:rsid w:val="00151E54"/>
    <w:rsid w:val="0015268E"/>
    <w:rsid w:val="001526F3"/>
    <w:rsid w:val="001529E1"/>
    <w:rsid w:val="00152FA1"/>
    <w:rsid w:val="0015356A"/>
    <w:rsid w:val="00153B2A"/>
    <w:rsid w:val="0015455B"/>
    <w:rsid w:val="001549DA"/>
    <w:rsid w:val="00154C7E"/>
    <w:rsid w:val="00154CCD"/>
    <w:rsid w:val="0015508E"/>
    <w:rsid w:val="00155895"/>
    <w:rsid w:val="00155B48"/>
    <w:rsid w:val="0015607C"/>
    <w:rsid w:val="00156239"/>
    <w:rsid w:val="001564A8"/>
    <w:rsid w:val="00156A2B"/>
    <w:rsid w:val="00156BC9"/>
    <w:rsid w:val="00157D18"/>
    <w:rsid w:val="001607F9"/>
    <w:rsid w:val="00160857"/>
    <w:rsid w:val="00160F4D"/>
    <w:rsid w:val="00161439"/>
    <w:rsid w:val="00161922"/>
    <w:rsid w:val="00161C26"/>
    <w:rsid w:val="00161CDA"/>
    <w:rsid w:val="0016232A"/>
    <w:rsid w:val="0016264B"/>
    <w:rsid w:val="001628A2"/>
    <w:rsid w:val="001628D2"/>
    <w:rsid w:val="0016297E"/>
    <w:rsid w:val="00162FFE"/>
    <w:rsid w:val="001631BB"/>
    <w:rsid w:val="00163547"/>
    <w:rsid w:val="00163646"/>
    <w:rsid w:val="001636BF"/>
    <w:rsid w:val="00163A3F"/>
    <w:rsid w:val="00163EBC"/>
    <w:rsid w:val="00163F4D"/>
    <w:rsid w:val="00164486"/>
    <w:rsid w:val="00164A6D"/>
    <w:rsid w:val="00165115"/>
    <w:rsid w:val="00165C42"/>
    <w:rsid w:val="00165E15"/>
    <w:rsid w:val="0016607A"/>
    <w:rsid w:val="0016614C"/>
    <w:rsid w:val="001661A4"/>
    <w:rsid w:val="001666AE"/>
    <w:rsid w:val="001668C7"/>
    <w:rsid w:val="00166A13"/>
    <w:rsid w:val="00166DA7"/>
    <w:rsid w:val="001673B8"/>
    <w:rsid w:val="001676B5"/>
    <w:rsid w:val="00167A23"/>
    <w:rsid w:val="00170044"/>
    <w:rsid w:val="0017037C"/>
    <w:rsid w:val="0017073F"/>
    <w:rsid w:val="00170FF0"/>
    <w:rsid w:val="0017138E"/>
    <w:rsid w:val="001719E6"/>
    <w:rsid w:val="00171C91"/>
    <w:rsid w:val="00171E61"/>
    <w:rsid w:val="00171FE4"/>
    <w:rsid w:val="00172DB2"/>
    <w:rsid w:val="00172DFC"/>
    <w:rsid w:val="001731AC"/>
    <w:rsid w:val="00173AD7"/>
    <w:rsid w:val="00173B8A"/>
    <w:rsid w:val="00173C47"/>
    <w:rsid w:val="00174769"/>
    <w:rsid w:val="00174BEC"/>
    <w:rsid w:val="00174E84"/>
    <w:rsid w:val="00175064"/>
    <w:rsid w:val="001753F6"/>
    <w:rsid w:val="001755A0"/>
    <w:rsid w:val="00175813"/>
    <w:rsid w:val="001758D9"/>
    <w:rsid w:val="0017596C"/>
    <w:rsid w:val="001763F9"/>
    <w:rsid w:val="0018044F"/>
    <w:rsid w:val="00180616"/>
    <w:rsid w:val="001808EE"/>
    <w:rsid w:val="0018097E"/>
    <w:rsid w:val="00181E07"/>
    <w:rsid w:val="00183769"/>
    <w:rsid w:val="00183B65"/>
    <w:rsid w:val="00183E24"/>
    <w:rsid w:val="001845D7"/>
    <w:rsid w:val="00184740"/>
    <w:rsid w:val="001848A7"/>
    <w:rsid w:val="00184A87"/>
    <w:rsid w:val="00184AB8"/>
    <w:rsid w:val="001852FE"/>
    <w:rsid w:val="00185552"/>
    <w:rsid w:val="00185DB6"/>
    <w:rsid w:val="00185E1A"/>
    <w:rsid w:val="00186C60"/>
    <w:rsid w:val="0018754E"/>
    <w:rsid w:val="00187B29"/>
    <w:rsid w:val="001906F2"/>
    <w:rsid w:val="001909E1"/>
    <w:rsid w:val="00190A13"/>
    <w:rsid w:val="00191193"/>
    <w:rsid w:val="0019203C"/>
    <w:rsid w:val="001922AF"/>
    <w:rsid w:val="001926AE"/>
    <w:rsid w:val="001926C7"/>
    <w:rsid w:val="0019270C"/>
    <w:rsid w:val="00192CE4"/>
    <w:rsid w:val="00193523"/>
    <w:rsid w:val="00193BD2"/>
    <w:rsid w:val="00193FBC"/>
    <w:rsid w:val="00194BD3"/>
    <w:rsid w:val="00194F8C"/>
    <w:rsid w:val="00195013"/>
    <w:rsid w:val="00195789"/>
    <w:rsid w:val="00195A20"/>
    <w:rsid w:val="00195DD6"/>
    <w:rsid w:val="00195F5E"/>
    <w:rsid w:val="001965EB"/>
    <w:rsid w:val="00196ED6"/>
    <w:rsid w:val="00197BCE"/>
    <w:rsid w:val="00197D46"/>
    <w:rsid w:val="00197EC3"/>
    <w:rsid w:val="001A033A"/>
    <w:rsid w:val="001A04A4"/>
    <w:rsid w:val="001A0E2B"/>
    <w:rsid w:val="001A1157"/>
    <w:rsid w:val="001A14CE"/>
    <w:rsid w:val="001A1F9D"/>
    <w:rsid w:val="001A23DD"/>
    <w:rsid w:val="001A297F"/>
    <w:rsid w:val="001A2A72"/>
    <w:rsid w:val="001A2CCE"/>
    <w:rsid w:val="001A2DC2"/>
    <w:rsid w:val="001A32B5"/>
    <w:rsid w:val="001A4627"/>
    <w:rsid w:val="001A5436"/>
    <w:rsid w:val="001A5756"/>
    <w:rsid w:val="001A5B73"/>
    <w:rsid w:val="001A6CE3"/>
    <w:rsid w:val="001A7362"/>
    <w:rsid w:val="001A7464"/>
    <w:rsid w:val="001A763D"/>
    <w:rsid w:val="001A7D7C"/>
    <w:rsid w:val="001B0525"/>
    <w:rsid w:val="001B095B"/>
    <w:rsid w:val="001B0F4A"/>
    <w:rsid w:val="001B13C0"/>
    <w:rsid w:val="001B1E05"/>
    <w:rsid w:val="001B2583"/>
    <w:rsid w:val="001B289E"/>
    <w:rsid w:val="001B2947"/>
    <w:rsid w:val="001B2F07"/>
    <w:rsid w:val="001B2FA3"/>
    <w:rsid w:val="001B3492"/>
    <w:rsid w:val="001B38DE"/>
    <w:rsid w:val="001B39BE"/>
    <w:rsid w:val="001B3B2F"/>
    <w:rsid w:val="001B4061"/>
    <w:rsid w:val="001B431F"/>
    <w:rsid w:val="001B4694"/>
    <w:rsid w:val="001B4E55"/>
    <w:rsid w:val="001B5299"/>
    <w:rsid w:val="001B60DC"/>
    <w:rsid w:val="001B6381"/>
    <w:rsid w:val="001B68D1"/>
    <w:rsid w:val="001B72D5"/>
    <w:rsid w:val="001B7A8B"/>
    <w:rsid w:val="001B7B9F"/>
    <w:rsid w:val="001C14D0"/>
    <w:rsid w:val="001C15FF"/>
    <w:rsid w:val="001C1827"/>
    <w:rsid w:val="001C1BA7"/>
    <w:rsid w:val="001C23C4"/>
    <w:rsid w:val="001C2512"/>
    <w:rsid w:val="001C2710"/>
    <w:rsid w:val="001C2924"/>
    <w:rsid w:val="001C295E"/>
    <w:rsid w:val="001C2D69"/>
    <w:rsid w:val="001C2E33"/>
    <w:rsid w:val="001C2FE0"/>
    <w:rsid w:val="001C30D4"/>
    <w:rsid w:val="001C338F"/>
    <w:rsid w:val="001C3B09"/>
    <w:rsid w:val="001C3D3F"/>
    <w:rsid w:val="001C3F32"/>
    <w:rsid w:val="001C47EA"/>
    <w:rsid w:val="001C48A3"/>
    <w:rsid w:val="001C5647"/>
    <w:rsid w:val="001C596A"/>
    <w:rsid w:val="001C62D1"/>
    <w:rsid w:val="001C64B3"/>
    <w:rsid w:val="001C6AF7"/>
    <w:rsid w:val="001C6F1A"/>
    <w:rsid w:val="001C79B3"/>
    <w:rsid w:val="001D0C65"/>
    <w:rsid w:val="001D1575"/>
    <w:rsid w:val="001D16B3"/>
    <w:rsid w:val="001D1736"/>
    <w:rsid w:val="001D19B2"/>
    <w:rsid w:val="001D1A6F"/>
    <w:rsid w:val="001D1B35"/>
    <w:rsid w:val="001D3141"/>
    <w:rsid w:val="001D34DF"/>
    <w:rsid w:val="001D35A8"/>
    <w:rsid w:val="001D3E9D"/>
    <w:rsid w:val="001D4BA4"/>
    <w:rsid w:val="001D4C0D"/>
    <w:rsid w:val="001D4EB2"/>
    <w:rsid w:val="001D51A5"/>
    <w:rsid w:val="001D51AF"/>
    <w:rsid w:val="001D57AB"/>
    <w:rsid w:val="001D5EBF"/>
    <w:rsid w:val="001D5F7F"/>
    <w:rsid w:val="001D5FE8"/>
    <w:rsid w:val="001D6270"/>
    <w:rsid w:val="001D62C9"/>
    <w:rsid w:val="001D6559"/>
    <w:rsid w:val="001D6616"/>
    <w:rsid w:val="001D6FB2"/>
    <w:rsid w:val="001D7078"/>
    <w:rsid w:val="001D738C"/>
    <w:rsid w:val="001D7426"/>
    <w:rsid w:val="001D7871"/>
    <w:rsid w:val="001D7BF0"/>
    <w:rsid w:val="001D7ECD"/>
    <w:rsid w:val="001D7F03"/>
    <w:rsid w:val="001D7F22"/>
    <w:rsid w:val="001E10CB"/>
    <w:rsid w:val="001E1195"/>
    <w:rsid w:val="001E15F4"/>
    <w:rsid w:val="001E1BDD"/>
    <w:rsid w:val="001E1E6D"/>
    <w:rsid w:val="001E2419"/>
    <w:rsid w:val="001E24AA"/>
    <w:rsid w:val="001E25D8"/>
    <w:rsid w:val="001E2733"/>
    <w:rsid w:val="001E32D3"/>
    <w:rsid w:val="001E37B7"/>
    <w:rsid w:val="001E3FF8"/>
    <w:rsid w:val="001E425C"/>
    <w:rsid w:val="001E438A"/>
    <w:rsid w:val="001E43CF"/>
    <w:rsid w:val="001E4504"/>
    <w:rsid w:val="001E5062"/>
    <w:rsid w:val="001E56CA"/>
    <w:rsid w:val="001E5D43"/>
    <w:rsid w:val="001E65AD"/>
    <w:rsid w:val="001E6825"/>
    <w:rsid w:val="001E710D"/>
    <w:rsid w:val="001E7C4F"/>
    <w:rsid w:val="001F02BC"/>
    <w:rsid w:val="001F02DF"/>
    <w:rsid w:val="001F0F79"/>
    <w:rsid w:val="001F14C2"/>
    <w:rsid w:val="001F15BD"/>
    <w:rsid w:val="001F165E"/>
    <w:rsid w:val="001F1977"/>
    <w:rsid w:val="001F1A19"/>
    <w:rsid w:val="001F2060"/>
    <w:rsid w:val="001F3094"/>
    <w:rsid w:val="001F322E"/>
    <w:rsid w:val="001F3463"/>
    <w:rsid w:val="001F3848"/>
    <w:rsid w:val="001F3C21"/>
    <w:rsid w:val="001F3F9E"/>
    <w:rsid w:val="001F4746"/>
    <w:rsid w:val="001F4884"/>
    <w:rsid w:val="001F4B71"/>
    <w:rsid w:val="001F4C2C"/>
    <w:rsid w:val="001F50FD"/>
    <w:rsid w:val="001F52EE"/>
    <w:rsid w:val="001F5599"/>
    <w:rsid w:val="001F564E"/>
    <w:rsid w:val="001F5C13"/>
    <w:rsid w:val="001F5FD2"/>
    <w:rsid w:val="001F613C"/>
    <w:rsid w:val="001F63FB"/>
    <w:rsid w:val="001F6DBB"/>
    <w:rsid w:val="001F7547"/>
    <w:rsid w:val="001F7954"/>
    <w:rsid w:val="0020058D"/>
    <w:rsid w:val="00200940"/>
    <w:rsid w:val="00200A78"/>
    <w:rsid w:val="00201261"/>
    <w:rsid w:val="00201B2B"/>
    <w:rsid w:val="00201C28"/>
    <w:rsid w:val="00201CFB"/>
    <w:rsid w:val="002021B5"/>
    <w:rsid w:val="002027BC"/>
    <w:rsid w:val="00202A3F"/>
    <w:rsid w:val="00203172"/>
    <w:rsid w:val="002033EE"/>
    <w:rsid w:val="00203574"/>
    <w:rsid w:val="0020386A"/>
    <w:rsid w:val="00203AEE"/>
    <w:rsid w:val="00203BE1"/>
    <w:rsid w:val="00203C75"/>
    <w:rsid w:val="00203CBD"/>
    <w:rsid w:val="00203D81"/>
    <w:rsid w:val="00204D73"/>
    <w:rsid w:val="00204E83"/>
    <w:rsid w:val="00204E9D"/>
    <w:rsid w:val="00205044"/>
    <w:rsid w:val="00205DAB"/>
    <w:rsid w:val="00206076"/>
    <w:rsid w:val="00206236"/>
    <w:rsid w:val="00206DF1"/>
    <w:rsid w:val="002073DC"/>
    <w:rsid w:val="002074BF"/>
    <w:rsid w:val="00207A96"/>
    <w:rsid w:val="00210008"/>
    <w:rsid w:val="00210039"/>
    <w:rsid w:val="002103C0"/>
    <w:rsid w:val="0021042B"/>
    <w:rsid w:val="00210974"/>
    <w:rsid w:val="00210B28"/>
    <w:rsid w:val="0021116D"/>
    <w:rsid w:val="00211CE2"/>
    <w:rsid w:val="00211DF0"/>
    <w:rsid w:val="002120E8"/>
    <w:rsid w:val="00212363"/>
    <w:rsid w:val="00212460"/>
    <w:rsid w:val="002129DA"/>
    <w:rsid w:val="00212B0A"/>
    <w:rsid w:val="002132DA"/>
    <w:rsid w:val="002148A2"/>
    <w:rsid w:val="002148C7"/>
    <w:rsid w:val="002148F2"/>
    <w:rsid w:val="00215147"/>
    <w:rsid w:val="002153C2"/>
    <w:rsid w:val="002157F4"/>
    <w:rsid w:val="00216120"/>
    <w:rsid w:val="00216525"/>
    <w:rsid w:val="0021675D"/>
    <w:rsid w:val="0021703A"/>
    <w:rsid w:val="002170CF"/>
    <w:rsid w:val="002179EC"/>
    <w:rsid w:val="00217FCF"/>
    <w:rsid w:val="00220802"/>
    <w:rsid w:val="00220F68"/>
    <w:rsid w:val="0022183D"/>
    <w:rsid w:val="00221846"/>
    <w:rsid w:val="00221ABC"/>
    <w:rsid w:val="00221ABF"/>
    <w:rsid w:val="00222007"/>
    <w:rsid w:val="00222640"/>
    <w:rsid w:val="00222B97"/>
    <w:rsid w:val="00222C15"/>
    <w:rsid w:val="00222CF1"/>
    <w:rsid w:val="00222E59"/>
    <w:rsid w:val="0022339F"/>
    <w:rsid w:val="002235CA"/>
    <w:rsid w:val="00223FC8"/>
    <w:rsid w:val="002241FA"/>
    <w:rsid w:val="00224ACB"/>
    <w:rsid w:val="00224C1E"/>
    <w:rsid w:val="00224E14"/>
    <w:rsid w:val="002251E4"/>
    <w:rsid w:val="00225260"/>
    <w:rsid w:val="002259FB"/>
    <w:rsid w:val="002268EA"/>
    <w:rsid w:val="00227022"/>
    <w:rsid w:val="0022702F"/>
    <w:rsid w:val="00227271"/>
    <w:rsid w:val="00227A97"/>
    <w:rsid w:val="00227B46"/>
    <w:rsid w:val="00227DEB"/>
    <w:rsid w:val="002306BB"/>
    <w:rsid w:val="00230855"/>
    <w:rsid w:val="00230D9C"/>
    <w:rsid w:val="0023158C"/>
    <w:rsid w:val="00232078"/>
    <w:rsid w:val="00232506"/>
    <w:rsid w:val="00233172"/>
    <w:rsid w:val="00233784"/>
    <w:rsid w:val="0023394C"/>
    <w:rsid w:val="00233A05"/>
    <w:rsid w:val="00233AC9"/>
    <w:rsid w:val="00233B6F"/>
    <w:rsid w:val="0023400E"/>
    <w:rsid w:val="00234728"/>
    <w:rsid w:val="00234BB8"/>
    <w:rsid w:val="0023510D"/>
    <w:rsid w:val="00235286"/>
    <w:rsid w:val="002354A1"/>
    <w:rsid w:val="00235A41"/>
    <w:rsid w:val="00235B4C"/>
    <w:rsid w:val="00236066"/>
    <w:rsid w:val="0023606A"/>
    <w:rsid w:val="00236426"/>
    <w:rsid w:val="00236B7F"/>
    <w:rsid w:val="002370C6"/>
    <w:rsid w:val="00237774"/>
    <w:rsid w:val="00237C9A"/>
    <w:rsid w:val="002402AA"/>
    <w:rsid w:val="00240330"/>
    <w:rsid w:val="0024053A"/>
    <w:rsid w:val="002405ED"/>
    <w:rsid w:val="002409E7"/>
    <w:rsid w:val="00240B56"/>
    <w:rsid w:val="0024124B"/>
    <w:rsid w:val="0024141E"/>
    <w:rsid w:val="00242012"/>
    <w:rsid w:val="0024213A"/>
    <w:rsid w:val="002423B6"/>
    <w:rsid w:val="002431EF"/>
    <w:rsid w:val="00243338"/>
    <w:rsid w:val="0024361B"/>
    <w:rsid w:val="002443B5"/>
    <w:rsid w:val="00244F60"/>
    <w:rsid w:val="0024533F"/>
    <w:rsid w:val="002453E5"/>
    <w:rsid w:val="0024551A"/>
    <w:rsid w:val="00245785"/>
    <w:rsid w:val="0024599D"/>
    <w:rsid w:val="002468D1"/>
    <w:rsid w:val="002468D6"/>
    <w:rsid w:val="00246BBF"/>
    <w:rsid w:val="002473EE"/>
    <w:rsid w:val="00247741"/>
    <w:rsid w:val="00247A61"/>
    <w:rsid w:val="00247F4C"/>
    <w:rsid w:val="0025029B"/>
    <w:rsid w:val="0025056A"/>
    <w:rsid w:val="0025077E"/>
    <w:rsid w:val="002518B9"/>
    <w:rsid w:val="00251D5C"/>
    <w:rsid w:val="00251F1D"/>
    <w:rsid w:val="0025267A"/>
    <w:rsid w:val="002529B5"/>
    <w:rsid w:val="00253258"/>
    <w:rsid w:val="00253606"/>
    <w:rsid w:val="00253E82"/>
    <w:rsid w:val="00254320"/>
    <w:rsid w:val="0025473E"/>
    <w:rsid w:val="00254B32"/>
    <w:rsid w:val="00254C65"/>
    <w:rsid w:val="00255000"/>
    <w:rsid w:val="0025587C"/>
    <w:rsid w:val="002558C0"/>
    <w:rsid w:val="002558EC"/>
    <w:rsid w:val="0025689D"/>
    <w:rsid w:val="002569F6"/>
    <w:rsid w:val="00256C3A"/>
    <w:rsid w:val="00256DE1"/>
    <w:rsid w:val="002576B1"/>
    <w:rsid w:val="002577A5"/>
    <w:rsid w:val="00260C28"/>
    <w:rsid w:val="00260F1E"/>
    <w:rsid w:val="00260FB8"/>
    <w:rsid w:val="00261013"/>
    <w:rsid w:val="0026119F"/>
    <w:rsid w:val="0026133D"/>
    <w:rsid w:val="002613AA"/>
    <w:rsid w:val="002634ED"/>
    <w:rsid w:val="00263EB9"/>
    <w:rsid w:val="00263FCA"/>
    <w:rsid w:val="0026430C"/>
    <w:rsid w:val="002648BE"/>
    <w:rsid w:val="00264A47"/>
    <w:rsid w:val="00264FB6"/>
    <w:rsid w:val="002651D1"/>
    <w:rsid w:val="002651F3"/>
    <w:rsid w:val="002655D6"/>
    <w:rsid w:val="00265744"/>
    <w:rsid w:val="002660E3"/>
    <w:rsid w:val="0026611B"/>
    <w:rsid w:val="002666F7"/>
    <w:rsid w:val="0027020D"/>
    <w:rsid w:val="00270396"/>
    <w:rsid w:val="0027052C"/>
    <w:rsid w:val="0027061D"/>
    <w:rsid w:val="002707E0"/>
    <w:rsid w:val="00271058"/>
    <w:rsid w:val="00271090"/>
    <w:rsid w:val="002712D5"/>
    <w:rsid w:val="002712E9"/>
    <w:rsid w:val="00271328"/>
    <w:rsid w:val="00271D94"/>
    <w:rsid w:val="00271E76"/>
    <w:rsid w:val="00271EE3"/>
    <w:rsid w:val="002720F8"/>
    <w:rsid w:val="00272648"/>
    <w:rsid w:val="0027289F"/>
    <w:rsid w:val="002732DD"/>
    <w:rsid w:val="00274522"/>
    <w:rsid w:val="00274739"/>
    <w:rsid w:val="002749F1"/>
    <w:rsid w:val="00274AA5"/>
    <w:rsid w:val="002754BB"/>
    <w:rsid w:val="002759AB"/>
    <w:rsid w:val="00275D81"/>
    <w:rsid w:val="00275DA3"/>
    <w:rsid w:val="00275F8D"/>
    <w:rsid w:val="0027620C"/>
    <w:rsid w:val="00276588"/>
    <w:rsid w:val="0027674A"/>
    <w:rsid w:val="0027683A"/>
    <w:rsid w:val="0027790B"/>
    <w:rsid w:val="002809B9"/>
    <w:rsid w:val="00280C5D"/>
    <w:rsid w:val="0028115B"/>
    <w:rsid w:val="00281170"/>
    <w:rsid w:val="002811D8"/>
    <w:rsid w:val="0028169D"/>
    <w:rsid w:val="002818F5"/>
    <w:rsid w:val="00282B80"/>
    <w:rsid w:val="00283102"/>
    <w:rsid w:val="00283589"/>
    <w:rsid w:val="002835B8"/>
    <w:rsid w:val="00283C55"/>
    <w:rsid w:val="002844B4"/>
    <w:rsid w:val="0028554C"/>
    <w:rsid w:val="002859A8"/>
    <w:rsid w:val="00286203"/>
    <w:rsid w:val="002865CD"/>
    <w:rsid w:val="00286C45"/>
    <w:rsid w:val="00286C98"/>
    <w:rsid w:val="00286CE1"/>
    <w:rsid w:val="00286E87"/>
    <w:rsid w:val="0028724A"/>
    <w:rsid w:val="0028727C"/>
    <w:rsid w:val="002872B0"/>
    <w:rsid w:val="0028737B"/>
    <w:rsid w:val="00287556"/>
    <w:rsid w:val="00287655"/>
    <w:rsid w:val="00287ECD"/>
    <w:rsid w:val="00291318"/>
    <w:rsid w:val="0029145F"/>
    <w:rsid w:val="002927B3"/>
    <w:rsid w:val="00293257"/>
    <w:rsid w:val="00293FA0"/>
    <w:rsid w:val="00294F9C"/>
    <w:rsid w:val="00295039"/>
    <w:rsid w:val="0029508A"/>
    <w:rsid w:val="002951E7"/>
    <w:rsid w:val="00295240"/>
    <w:rsid w:val="00295723"/>
    <w:rsid w:val="00295BE3"/>
    <w:rsid w:val="002960C6"/>
    <w:rsid w:val="0029611E"/>
    <w:rsid w:val="0029614A"/>
    <w:rsid w:val="00296375"/>
    <w:rsid w:val="002963F0"/>
    <w:rsid w:val="00296860"/>
    <w:rsid w:val="00296C97"/>
    <w:rsid w:val="0029706A"/>
    <w:rsid w:val="00297CC1"/>
    <w:rsid w:val="00297E86"/>
    <w:rsid w:val="00297FAE"/>
    <w:rsid w:val="002A00E7"/>
    <w:rsid w:val="002A0683"/>
    <w:rsid w:val="002A0B9F"/>
    <w:rsid w:val="002A12F1"/>
    <w:rsid w:val="002A1307"/>
    <w:rsid w:val="002A1761"/>
    <w:rsid w:val="002A2D1A"/>
    <w:rsid w:val="002A369F"/>
    <w:rsid w:val="002A3849"/>
    <w:rsid w:val="002A3BEA"/>
    <w:rsid w:val="002A3C44"/>
    <w:rsid w:val="002A3DD8"/>
    <w:rsid w:val="002A4822"/>
    <w:rsid w:val="002A518E"/>
    <w:rsid w:val="002A52AD"/>
    <w:rsid w:val="002A59BA"/>
    <w:rsid w:val="002A601F"/>
    <w:rsid w:val="002A6BDC"/>
    <w:rsid w:val="002A6EFD"/>
    <w:rsid w:val="002A7138"/>
    <w:rsid w:val="002A736B"/>
    <w:rsid w:val="002A79F5"/>
    <w:rsid w:val="002A7BC6"/>
    <w:rsid w:val="002A7CD6"/>
    <w:rsid w:val="002B02F5"/>
    <w:rsid w:val="002B06F4"/>
    <w:rsid w:val="002B0A48"/>
    <w:rsid w:val="002B0F6C"/>
    <w:rsid w:val="002B113F"/>
    <w:rsid w:val="002B1343"/>
    <w:rsid w:val="002B17F4"/>
    <w:rsid w:val="002B1B95"/>
    <w:rsid w:val="002B1EB3"/>
    <w:rsid w:val="002B3E47"/>
    <w:rsid w:val="002B41E9"/>
    <w:rsid w:val="002B43F9"/>
    <w:rsid w:val="002B48F1"/>
    <w:rsid w:val="002B5315"/>
    <w:rsid w:val="002B653D"/>
    <w:rsid w:val="002B661D"/>
    <w:rsid w:val="002B6719"/>
    <w:rsid w:val="002B6897"/>
    <w:rsid w:val="002B7AEB"/>
    <w:rsid w:val="002B7EA8"/>
    <w:rsid w:val="002C03ED"/>
    <w:rsid w:val="002C0638"/>
    <w:rsid w:val="002C0714"/>
    <w:rsid w:val="002C0843"/>
    <w:rsid w:val="002C0AA9"/>
    <w:rsid w:val="002C0FD5"/>
    <w:rsid w:val="002C1301"/>
    <w:rsid w:val="002C1743"/>
    <w:rsid w:val="002C17EB"/>
    <w:rsid w:val="002C1B65"/>
    <w:rsid w:val="002C212E"/>
    <w:rsid w:val="002C40F9"/>
    <w:rsid w:val="002C410D"/>
    <w:rsid w:val="002C4139"/>
    <w:rsid w:val="002C4380"/>
    <w:rsid w:val="002C4428"/>
    <w:rsid w:val="002C498B"/>
    <w:rsid w:val="002C4A3D"/>
    <w:rsid w:val="002C4DD6"/>
    <w:rsid w:val="002C4F7E"/>
    <w:rsid w:val="002C575E"/>
    <w:rsid w:val="002C6486"/>
    <w:rsid w:val="002C68D8"/>
    <w:rsid w:val="002C6D8D"/>
    <w:rsid w:val="002C7397"/>
    <w:rsid w:val="002D022C"/>
    <w:rsid w:val="002D0F7F"/>
    <w:rsid w:val="002D1F69"/>
    <w:rsid w:val="002D208B"/>
    <w:rsid w:val="002D23A5"/>
    <w:rsid w:val="002D2985"/>
    <w:rsid w:val="002D2C9D"/>
    <w:rsid w:val="002D2FFB"/>
    <w:rsid w:val="002D3990"/>
    <w:rsid w:val="002D3A00"/>
    <w:rsid w:val="002D3E04"/>
    <w:rsid w:val="002D4284"/>
    <w:rsid w:val="002D42D5"/>
    <w:rsid w:val="002D4344"/>
    <w:rsid w:val="002D4E54"/>
    <w:rsid w:val="002D5B2A"/>
    <w:rsid w:val="002D65A3"/>
    <w:rsid w:val="002D65E8"/>
    <w:rsid w:val="002D669F"/>
    <w:rsid w:val="002E00D3"/>
    <w:rsid w:val="002E04DD"/>
    <w:rsid w:val="002E06BD"/>
    <w:rsid w:val="002E07C7"/>
    <w:rsid w:val="002E0E67"/>
    <w:rsid w:val="002E13B1"/>
    <w:rsid w:val="002E16F3"/>
    <w:rsid w:val="002E1D72"/>
    <w:rsid w:val="002E2607"/>
    <w:rsid w:val="002E2A66"/>
    <w:rsid w:val="002E2ACD"/>
    <w:rsid w:val="002E2B1B"/>
    <w:rsid w:val="002E31F3"/>
    <w:rsid w:val="002E3226"/>
    <w:rsid w:val="002E33F4"/>
    <w:rsid w:val="002E39EB"/>
    <w:rsid w:val="002E3BF2"/>
    <w:rsid w:val="002E3C18"/>
    <w:rsid w:val="002E3D0A"/>
    <w:rsid w:val="002E4200"/>
    <w:rsid w:val="002E5048"/>
    <w:rsid w:val="002E5113"/>
    <w:rsid w:val="002E5256"/>
    <w:rsid w:val="002E59AB"/>
    <w:rsid w:val="002E5D83"/>
    <w:rsid w:val="002E643A"/>
    <w:rsid w:val="002E6B6B"/>
    <w:rsid w:val="002E6CAD"/>
    <w:rsid w:val="002E6ECA"/>
    <w:rsid w:val="002E7317"/>
    <w:rsid w:val="002E7874"/>
    <w:rsid w:val="002E788A"/>
    <w:rsid w:val="002E79EA"/>
    <w:rsid w:val="002E7A0A"/>
    <w:rsid w:val="002F00ED"/>
    <w:rsid w:val="002F0104"/>
    <w:rsid w:val="002F0880"/>
    <w:rsid w:val="002F08CB"/>
    <w:rsid w:val="002F08E4"/>
    <w:rsid w:val="002F0A91"/>
    <w:rsid w:val="002F0B14"/>
    <w:rsid w:val="002F1239"/>
    <w:rsid w:val="002F12FB"/>
    <w:rsid w:val="002F161C"/>
    <w:rsid w:val="002F18E6"/>
    <w:rsid w:val="002F1AFC"/>
    <w:rsid w:val="002F1D45"/>
    <w:rsid w:val="002F1ECB"/>
    <w:rsid w:val="002F203D"/>
    <w:rsid w:val="002F2723"/>
    <w:rsid w:val="002F3243"/>
    <w:rsid w:val="002F364E"/>
    <w:rsid w:val="002F3693"/>
    <w:rsid w:val="002F3DA2"/>
    <w:rsid w:val="002F41B2"/>
    <w:rsid w:val="002F428A"/>
    <w:rsid w:val="002F431C"/>
    <w:rsid w:val="002F49FB"/>
    <w:rsid w:val="002F4EB6"/>
    <w:rsid w:val="002F5206"/>
    <w:rsid w:val="002F6221"/>
    <w:rsid w:val="002F6991"/>
    <w:rsid w:val="002F70B7"/>
    <w:rsid w:val="002F7331"/>
    <w:rsid w:val="002F7998"/>
    <w:rsid w:val="002F7BD3"/>
    <w:rsid w:val="00300DAB"/>
    <w:rsid w:val="00301144"/>
    <w:rsid w:val="00301231"/>
    <w:rsid w:val="00301C16"/>
    <w:rsid w:val="00301D45"/>
    <w:rsid w:val="0030260E"/>
    <w:rsid w:val="003035B6"/>
    <w:rsid w:val="003036D8"/>
    <w:rsid w:val="00303AB8"/>
    <w:rsid w:val="00303D8C"/>
    <w:rsid w:val="0030495D"/>
    <w:rsid w:val="003049A9"/>
    <w:rsid w:val="003049F7"/>
    <w:rsid w:val="003049FF"/>
    <w:rsid w:val="00304BD7"/>
    <w:rsid w:val="003057E1"/>
    <w:rsid w:val="00305E1C"/>
    <w:rsid w:val="0030616E"/>
    <w:rsid w:val="0030657B"/>
    <w:rsid w:val="00307873"/>
    <w:rsid w:val="0030793D"/>
    <w:rsid w:val="00307988"/>
    <w:rsid w:val="00307DF6"/>
    <w:rsid w:val="00310087"/>
    <w:rsid w:val="0031033C"/>
    <w:rsid w:val="003104AC"/>
    <w:rsid w:val="003105EF"/>
    <w:rsid w:val="00310A8D"/>
    <w:rsid w:val="00310A90"/>
    <w:rsid w:val="00310B6C"/>
    <w:rsid w:val="00311611"/>
    <w:rsid w:val="00311D77"/>
    <w:rsid w:val="003123FF"/>
    <w:rsid w:val="003132D2"/>
    <w:rsid w:val="00313EF3"/>
    <w:rsid w:val="003142BC"/>
    <w:rsid w:val="00314B92"/>
    <w:rsid w:val="00314F40"/>
    <w:rsid w:val="00315E9E"/>
    <w:rsid w:val="00315ED6"/>
    <w:rsid w:val="0031623F"/>
    <w:rsid w:val="0031665D"/>
    <w:rsid w:val="00316759"/>
    <w:rsid w:val="003167E1"/>
    <w:rsid w:val="003167EA"/>
    <w:rsid w:val="00316B71"/>
    <w:rsid w:val="00316F17"/>
    <w:rsid w:val="00316F18"/>
    <w:rsid w:val="00317153"/>
    <w:rsid w:val="003171AD"/>
    <w:rsid w:val="003179A4"/>
    <w:rsid w:val="00317CE9"/>
    <w:rsid w:val="00317F82"/>
    <w:rsid w:val="00317F8F"/>
    <w:rsid w:val="0032028F"/>
    <w:rsid w:val="00320334"/>
    <w:rsid w:val="00320560"/>
    <w:rsid w:val="00320E43"/>
    <w:rsid w:val="003211E3"/>
    <w:rsid w:val="003215C3"/>
    <w:rsid w:val="00321725"/>
    <w:rsid w:val="0032198E"/>
    <w:rsid w:val="00321B47"/>
    <w:rsid w:val="00321DA6"/>
    <w:rsid w:val="00322CD6"/>
    <w:rsid w:val="00322DD3"/>
    <w:rsid w:val="00322E66"/>
    <w:rsid w:val="00322FC0"/>
    <w:rsid w:val="00322FDD"/>
    <w:rsid w:val="0032313B"/>
    <w:rsid w:val="003233D3"/>
    <w:rsid w:val="0032360B"/>
    <w:rsid w:val="0032456F"/>
    <w:rsid w:val="00324622"/>
    <w:rsid w:val="003250DF"/>
    <w:rsid w:val="003258BC"/>
    <w:rsid w:val="00325F2D"/>
    <w:rsid w:val="00326688"/>
    <w:rsid w:val="00326C1D"/>
    <w:rsid w:val="00326E1F"/>
    <w:rsid w:val="0032757E"/>
    <w:rsid w:val="003276B1"/>
    <w:rsid w:val="0032781E"/>
    <w:rsid w:val="0032783B"/>
    <w:rsid w:val="003302D3"/>
    <w:rsid w:val="0033078D"/>
    <w:rsid w:val="00330886"/>
    <w:rsid w:val="00330BB6"/>
    <w:rsid w:val="00330F19"/>
    <w:rsid w:val="003310C3"/>
    <w:rsid w:val="00331142"/>
    <w:rsid w:val="00331AEE"/>
    <w:rsid w:val="00331D57"/>
    <w:rsid w:val="0033277D"/>
    <w:rsid w:val="00332880"/>
    <w:rsid w:val="0033293A"/>
    <w:rsid w:val="00332B51"/>
    <w:rsid w:val="00332BCE"/>
    <w:rsid w:val="00333195"/>
    <w:rsid w:val="003336C0"/>
    <w:rsid w:val="00333F9F"/>
    <w:rsid w:val="00333FCB"/>
    <w:rsid w:val="00334D38"/>
    <w:rsid w:val="00334DA4"/>
    <w:rsid w:val="00334E00"/>
    <w:rsid w:val="00335631"/>
    <w:rsid w:val="00335C5C"/>
    <w:rsid w:val="00336183"/>
    <w:rsid w:val="003362B5"/>
    <w:rsid w:val="0033640A"/>
    <w:rsid w:val="00336762"/>
    <w:rsid w:val="003370E3"/>
    <w:rsid w:val="003379C9"/>
    <w:rsid w:val="00337D59"/>
    <w:rsid w:val="00340190"/>
    <w:rsid w:val="0034026B"/>
    <w:rsid w:val="003403A3"/>
    <w:rsid w:val="0034113C"/>
    <w:rsid w:val="00341268"/>
    <w:rsid w:val="0034225D"/>
    <w:rsid w:val="00342EEA"/>
    <w:rsid w:val="003434BE"/>
    <w:rsid w:val="003439EB"/>
    <w:rsid w:val="003447FC"/>
    <w:rsid w:val="00344BA4"/>
    <w:rsid w:val="00344E58"/>
    <w:rsid w:val="00344E6E"/>
    <w:rsid w:val="00345078"/>
    <w:rsid w:val="003452C1"/>
    <w:rsid w:val="0034570C"/>
    <w:rsid w:val="00345F7E"/>
    <w:rsid w:val="003463D8"/>
    <w:rsid w:val="003468FA"/>
    <w:rsid w:val="00346AD6"/>
    <w:rsid w:val="0034709A"/>
    <w:rsid w:val="00347688"/>
    <w:rsid w:val="003476A8"/>
    <w:rsid w:val="003477E9"/>
    <w:rsid w:val="00351862"/>
    <w:rsid w:val="00351D63"/>
    <w:rsid w:val="00352339"/>
    <w:rsid w:val="00352A26"/>
    <w:rsid w:val="00352A87"/>
    <w:rsid w:val="00352C38"/>
    <w:rsid w:val="00352C55"/>
    <w:rsid w:val="003534FA"/>
    <w:rsid w:val="00353B4E"/>
    <w:rsid w:val="00353ED7"/>
    <w:rsid w:val="00354075"/>
    <w:rsid w:val="00354295"/>
    <w:rsid w:val="00354350"/>
    <w:rsid w:val="0035445B"/>
    <w:rsid w:val="003545C7"/>
    <w:rsid w:val="00354880"/>
    <w:rsid w:val="00354949"/>
    <w:rsid w:val="00354A7C"/>
    <w:rsid w:val="00354DF7"/>
    <w:rsid w:val="00355415"/>
    <w:rsid w:val="00355746"/>
    <w:rsid w:val="00355ECD"/>
    <w:rsid w:val="003562BA"/>
    <w:rsid w:val="00356CA8"/>
    <w:rsid w:val="00360799"/>
    <w:rsid w:val="00360D5B"/>
    <w:rsid w:val="00360D88"/>
    <w:rsid w:val="00361297"/>
    <w:rsid w:val="00361CDE"/>
    <w:rsid w:val="00361E18"/>
    <w:rsid w:val="003621A2"/>
    <w:rsid w:val="00362AF4"/>
    <w:rsid w:val="00362C7B"/>
    <w:rsid w:val="00363031"/>
    <w:rsid w:val="003641BB"/>
    <w:rsid w:val="003642A4"/>
    <w:rsid w:val="0036469A"/>
    <w:rsid w:val="00364A30"/>
    <w:rsid w:val="00365304"/>
    <w:rsid w:val="0036542F"/>
    <w:rsid w:val="00365513"/>
    <w:rsid w:val="00365B7E"/>
    <w:rsid w:val="00365CD3"/>
    <w:rsid w:val="00365F42"/>
    <w:rsid w:val="00366291"/>
    <w:rsid w:val="0036664D"/>
    <w:rsid w:val="003666B3"/>
    <w:rsid w:val="00367270"/>
    <w:rsid w:val="00370BA1"/>
    <w:rsid w:val="00370CF7"/>
    <w:rsid w:val="00371E3C"/>
    <w:rsid w:val="0037283F"/>
    <w:rsid w:val="003729A9"/>
    <w:rsid w:val="00372A35"/>
    <w:rsid w:val="00372EB2"/>
    <w:rsid w:val="00372FA0"/>
    <w:rsid w:val="00373F1B"/>
    <w:rsid w:val="003741C8"/>
    <w:rsid w:val="0037445E"/>
    <w:rsid w:val="003746F5"/>
    <w:rsid w:val="00374B03"/>
    <w:rsid w:val="0037500B"/>
    <w:rsid w:val="00375290"/>
    <w:rsid w:val="00375456"/>
    <w:rsid w:val="00375529"/>
    <w:rsid w:val="00376110"/>
    <w:rsid w:val="003763F9"/>
    <w:rsid w:val="0037670F"/>
    <w:rsid w:val="00376DAC"/>
    <w:rsid w:val="00376EBC"/>
    <w:rsid w:val="00377360"/>
    <w:rsid w:val="00377588"/>
    <w:rsid w:val="00377ABB"/>
    <w:rsid w:val="00377C51"/>
    <w:rsid w:val="003805A8"/>
    <w:rsid w:val="00380895"/>
    <w:rsid w:val="00380986"/>
    <w:rsid w:val="00380DB1"/>
    <w:rsid w:val="003812B0"/>
    <w:rsid w:val="00381ABA"/>
    <w:rsid w:val="00382781"/>
    <w:rsid w:val="00382B1D"/>
    <w:rsid w:val="0038365C"/>
    <w:rsid w:val="003840F6"/>
    <w:rsid w:val="003846DB"/>
    <w:rsid w:val="003847A0"/>
    <w:rsid w:val="00384D5C"/>
    <w:rsid w:val="00384E39"/>
    <w:rsid w:val="0038550D"/>
    <w:rsid w:val="0038601A"/>
    <w:rsid w:val="00386169"/>
    <w:rsid w:val="00386327"/>
    <w:rsid w:val="00386931"/>
    <w:rsid w:val="00387340"/>
    <w:rsid w:val="00387983"/>
    <w:rsid w:val="00387B94"/>
    <w:rsid w:val="00390081"/>
    <w:rsid w:val="0039045E"/>
    <w:rsid w:val="00391061"/>
    <w:rsid w:val="00391514"/>
    <w:rsid w:val="00391B14"/>
    <w:rsid w:val="00391FDE"/>
    <w:rsid w:val="00392063"/>
    <w:rsid w:val="003928D3"/>
    <w:rsid w:val="0039290B"/>
    <w:rsid w:val="00392D38"/>
    <w:rsid w:val="00394030"/>
    <w:rsid w:val="003946A4"/>
    <w:rsid w:val="003948EE"/>
    <w:rsid w:val="00394D69"/>
    <w:rsid w:val="0039568A"/>
    <w:rsid w:val="0039585A"/>
    <w:rsid w:val="00395D10"/>
    <w:rsid w:val="00395FFD"/>
    <w:rsid w:val="00396293"/>
    <w:rsid w:val="00396470"/>
    <w:rsid w:val="00397BD0"/>
    <w:rsid w:val="00397C6C"/>
    <w:rsid w:val="003A023E"/>
    <w:rsid w:val="003A0263"/>
    <w:rsid w:val="003A0C0A"/>
    <w:rsid w:val="003A0C69"/>
    <w:rsid w:val="003A0FFA"/>
    <w:rsid w:val="003A1144"/>
    <w:rsid w:val="003A1443"/>
    <w:rsid w:val="003A185A"/>
    <w:rsid w:val="003A1A3B"/>
    <w:rsid w:val="003A1F6B"/>
    <w:rsid w:val="003A210F"/>
    <w:rsid w:val="003A2401"/>
    <w:rsid w:val="003A266A"/>
    <w:rsid w:val="003A2869"/>
    <w:rsid w:val="003A2D85"/>
    <w:rsid w:val="003A36B4"/>
    <w:rsid w:val="003A376B"/>
    <w:rsid w:val="003A4055"/>
    <w:rsid w:val="003A49DA"/>
    <w:rsid w:val="003A4B5F"/>
    <w:rsid w:val="003A4CE9"/>
    <w:rsid w:val="003A4FF3"/>
    <w:rsid w:val="003A5D0E"/>
    <w:rsid w:val="003A63E7"/>
    <w:rsid w:val="003A6A36"/>
    <w:rsid w:val="003A6EE7"/>
    <w:rsid w:val="003A73A2"/>
    <w:rsid w:val="003A75B2"/>
    <w:rsid w:val="003A7700"/>
    <w:rsid w:val="003A77ED"/>
    <w:rsid w:val="003B002D"/>
    <w:rsid w:val="003B0298"/>
    <w:rsid w:val="003B08A0"/>
    <w:rsid w:val="003B1198"/>
    <w:rsid w:val="003B178A"/>
    <w:rsid w:val="003B1BD7"/>
    <w:rsid w:val="003B217F"/>
    <w:rsid w:val="003B2432"/>
    <w:rsid w:val="003B2E19"/>
    <w:rsid w:val="003B32FF"/>
    <w:rsid w:val="003B3A9B"/>
    <w:rsid w:val="003B3CA8"/>
    <w:rsid w:val="003B3D7C"/>
    <w:rsid w:val="003B41D5"/>
    <w:rsid w:val="003B4CA8"/>
    <w:rsid w:val="003B5623"/>
    <w:rsid w:val="003B58C3"/>
    <w:rsid w:val="003B5AA6"/>
    <w:rsid w:val="003B5FDA"/>
    <w:rsid w:val="003B6E8B"/>
    <w:rsid w:val="003C05D9"/>
    <w:rsid w:val="003C1488"/>
    <w:rsid w:val="003C1528"/>
    <w:rsid w:val="003C17EB"/>
    <w:rsid w:val="003C1E37"/>
    <w:rsid w:val="003C1F22"/>
    <w:rsid w:val="003C2349"/>
    <w:rsid w:val="003C23B1"/>
    <w:rsid w:val="003C2508"/>
    <w:rsid w:val="003C27CA"/>
    <w:rsid w:val="003C2D85"/>
    <w:rsid w:val="003C3C55"/>
    <w:rsid w:val="003C4240"/>
    <w:rsid w:val="003C4A7A"/>
    <w:rsid w:val="003C4B73"/>
    <w:rsid w:val="003C4B75"/>
    <w:rsid w:val="003C4BB6"/>
    <w:rsid w:val="003C4D03"/>
    <w:rsid w:val="003C565A"/>
    <w:rsid w:val="003C5766"/>
    <w:rsid w:val="003C5AC0"/>
    <w:rsid w:val="003C5BEA"/>
    <w:rsid w:val="003C5D25"/>
    <w:rsid w:val="003C5D85"/>
    <w:rsid w:val="003C65BF"/>
    <w:rsid w:val="003C6660"/>
    <w:rsid w:val="003C6669"/>
    <w:rsid w:val="003C6CAD"/>
    <w:rsid w:val="003C71F1"/>
    <w:rsid w:val="003C74E7"/>
    <w:rsid w:val="003C787A"/>
    <w:rsid w:val="003C7B13"/>
    <w:rsid w:val="003C7DCF"/>
    <w:rsid w:val="003D068D"/>
    <w:rsid w:val="003D0898"/>
    <w:rsid w:val="003D1C8A"/>
    <w:rsid w:val="003D2197"/>
    <w:rsid w:val="003D2BD8"/>
    <w:rsid w:val="003D2BDE"/>
    <w:rsid w:val="003D2C80"/>
    <w:rsid w:val="003D2ED3"/>
    <w:rsid w:val="003D3187"/>
    <w:rsid w:val="003D381D"/>
    <w:rsid w:val="003D3F04"/>
    <w:rsid w:val="003D3F8D"/>
    <w:rsid w:val="003D4C56"/>
    <w:rsid w:val="003D4C9F"/>
    <w:rsid w:val="003D5073"/>
    <w:rsid w:val="003D53BA"/>
    <w:rsid w:val="003D5850"/>
    <w:rsid w:val="003D5A18"/>
    <w:rsid w:val="003D60E1"/>
    <w:rsid w:val="003D66FE"/>
    <w:rsid w:val="003D67E7"/>
    <w:rsid w:val="003D69EF"/>
    <w:rsid w:val="003D69F5"/>
    <w:rsid w:val="003D6FAC"/>
    <w:rsid w:val="003D78F1"/>
    <w:rsid w:val="003D799A"/>
    <w:rsid w:val="003D7E20"/>
    <w:rsid w:val="003E1BBA"/>
    <w:rsid w:val="003E1BBD"/>
    <w:rsid w:val="003E2192"/>
    <w:rsid w:val="003E235E"/>
    <w:rsid w:val="003E440D"/>
    <w:rsid w:val="003E479C"/>
    <w:rsid w:val="003E493F"/>
    <w:rsid w:val="003E4F89"/>
    <w:rsid w:val="003E580F"/>
    <w:rsid w:val="003E6693"/>
    <w:rsid w:val="003E6723"/>
    <w:rsid w:val="003E6D57"/>
    <w:rsid w:val="003E7914"/>
    <w:rsid w:val="003E7A3B"/>
    <w:rsid w:val="003F0464"/>
    <w:rsid w:val="003F0583"/>
    <w:rsid w:val="003F0FA4"/>
    <w:rsid w:val="003F1953"/>
    <w:rsid w:val="003F2411"/>
    <w:rsid w:val="003F2534"/>
    <w:rsid w:val="003F257E"/>
    <w:rsid w:val="003F26A2"/>
    <w:rsid w:val="003F2794"/>
    <w:rsid w:val="003F2BB2"/>
    <w:rsid w:val="003F2E4C"/>
    <w:rsid w:val="003F3D25"/>
    <w:rsid w:val="003F3E35"/>
    <w:rsid w:val="003F3EE4"/>
    <w:rsid w:val="003F40E2"/>
    <w:rsid w:val="003F44A4"/>
    <w:rsid w:val="003F44BB"/>
    <w:rsid w:val="003F47B3"/>
    <w:rsid w:val="003F485A"/>
    <w:rsid w:val="003F4A95"/>
    <w:rsid w:val="003F4BF0"/>
    <w:rsid w:val="003F4DE8"/>
    <w:rsid w:val="003F4FCB"/>
    <w:rsid w:val="003F5145"/>
    <w:rsid w:val="003F589D"/>
    <w:rsid w:val="003F597E"/>
    <w:rsid w:val="003F5C83"/>
    <w:rsid w:val="003F5CBD"/>
    <w:rsid w:val="003F5D67"/>
    <w:rsid w:val="003F63AB"/>
    <w:rsid w:val="003F63D5"/>
    <w:rsid w:val="003F65B4"/>
    <w:rsid w:val="003F6C34"/>
    <w:rsid w:val="003F6F1E"/>
    <w:rsid w:val="003F77CD"/>
    <w:rsid w:val="003F7B18"/>
    <w:rsid w:val="0040052A"/>
    <w:rsid w:val="00400A0E"/>
    <w:rsid w:val="00400CC1"/>
    <w:rsid w:val="00401208"/>
    <w:rsid w:val="004012CF"/>
    <w:rsid w:val="004013F2"/>
    <w:rsid w:val="00401BDB"/>
    <w:rsid w:val="00401D94"/>
    <w:rsid w:val="00402712"/>
    <w:rsid w:val="004032BB"/>
    <w:rsid w:val="00403833"/>
    <w:rsid w:val="004039F2"/>
    <w:rsid w:val="00403E2E"/>
    <w:rsid w:val="00404159"/>
    <w:rsid w:val="0040417A"/>
    <w:rsid w:val="004043D4"/>
    <w:rsid w:val="00404753"/>
    <w:rsid w:val="00404B2B"/>
    <w:rsid w:val="00404C2D"/>
    <w:rsid w:val="0040535F"/>
    <w:rsid w:val="0040537F"/>
    <w:rsid w:val="00405FB3"/>
    <w:rsid w:val="0040604C"/>
    <w:rsid w:val="00406067"/>
    <w:rsid w:val="00406346"/>
    <w:rsid w:val="004063F9"/>
    <w:rsid w:val="0040641A"/>
    <w:rsid w:val="004068A1"/>
    <w:rsid w:val="00406F8F"/>
    <w:rsid w:val="0041045F"/>
    <w:rsid w:val="00410727"/>
    <w:rsid w:val="00410F19"/>
    <w:rsid w:val="00411100"/>
    <w:rsid w:val="004111F0"/>
    <w:rsid w:val="004113FE"/>
    <w:rsid w:val="00411542"/>
    <w:rsid w:val="00411634"/>
    <w:rsid w:val="00411B34"/>
    <w:rsid w:val="00411B6B"/>
    <w:rsid w:val="0041246F"/>
    <w:rsid w:val="004125C8"/>
    <w:rsid w:val="00412B75"/>
    <w:rsid w:val="00412CF2"/>
    <w:rsid w:val="00412E49"/>
    <w:rsid w:val="0041317B"/>
    <w:rsid w:val="004135C7"/>
    <w:rsid w:val="004138A9"/>
    <w:rsid w:val="0041476D"/>
    <w:rsid w:val="00414D89"/>
    <w:rsid w:val="00414DF2"/>
    <w:rsid w:val="0041555F"/>
    <w:rsid w:val="0041583E"/>
    <w:rsid w:val="00415887"/>
    <w:rsid w:val="00415A81"/>
    <w:rsid w:val="00415BDA"/>
    <w:rsid w:val="00415FE5"/>
    <w:rsid w:val="0041622D"/>
    <w:rsid w:val="0041651B"/>
    <w:rsid w:val="00416611"/>
    <w:rsid w:val="00416859"/>
    <w:rsid w:val="00416889"/>
    <w:rsid w:val="00416C1C"/>
    <w:rsid w:val="004173DE"/>
    <w:rsid w:val="004177AE"/>
    <w:rsid w:val="00417BDB"/>
    <w:rsid w:val="00417D83"/>
    <w:rsid w:val="00417DA9"/>
    <w:rsid w:val="00417FAE"/>
    <w:rsid w:val="004200E7"/>
    <w:rsid w:val="00420396"/>
    <w:rsid w:val="004206A6"/>
    <w:rsid w:val="00420964"/>
    <w:rsid w:val="00420F5A"/>
    <w:rsid w:val="00421F23"/>
    <w:rsid w:val="00421F2F"/>
    <w:rsid w:val="004228AA"/>
    <w:rsid w:val="00422B56"/>
    <w:rsid w:val="0042307A"/>
    <w:rsid w:val="0042344B"/>
    <w:rsid w:val="004235CE"/>
    <w:rsid w:val="00423C83"/>
    <w:rsid w:val="004240A4"/>
    <w:rsid w:val="00424F5F"/>
    <w:rsid w:val="0042571B"/>
    <w:rsid w:val="00425C90"/>
    <w:rsid w:val="00426057"/>
    <w:rsid w:val="004264AD"/>
    <w:rsid w:val="00426A77"/>
    <w:rsid w:val="00426BCE"/>
    <w:rsid w:val="004279AA"/>
    <w:rsid w:val="00427B43"/>
    <w:rsid w:val="0043030C"/>
    <w:rsid w:val="004304C0"/>
    <w:rsid w:val="00430754"/>
    <w:rsid w:val="004307F8"/>
    <w:rsid w:val="004309FA"/>
    <w:rsid w:val="004318C6"/>
    <w:rsid w:val="00432377"/>
    <w:rsid w:val="004329C4"/>
    <w:rsid w:val="00433F70"/>
    <w:rsid w:val="00434A7A"/>
    <w:rsid w:val="00434F56"/>
    <w:rsid w:val="00435C2D"/>
    <w:rsid w:val="00436069"/>
    <w:rsid w:val="00436A26"/>
    <w:rsid w:val="00436F69"/>
    <w:rsid w:val="0043757A"/>
    <w:rsid w:val="004378E2"/>
    <w:rsid w:val="00437CE8"/>
    <w:rsid w:val="00440B91"/>
    <w:rsid w:val="0044190A"/>
    <w:rsid w:val="00441D01"/>
    <w:rsid w:val="00441E3A"/>
    <w:rsid w:val="00442003"/>
    <w:rsid w:val="004424A5"/>
    <w:rsid w:val="00442D02"/>
    <w:rsid w:val="00442E4B"/>
    <w:rsid w:val="00442F18"/>
    <w:rsid w:val="00442FBF"/>
    <w:rsid w:val="0044456C"/>
    <w:rsid w:val="004447D1"/>
    <w:rsid w:val="00444ECE"/>
    <w:rsid w:val="00445223"/>
    <w:rsid w:val="004464D0"/>
    <w:rsid w:val="004467C9"/>
    <w:rsid w:val="00446952"/>
    <w:rsid w:val="00446A3E"/>
    <w:rsid w:val="00447151"/>
    <w:rsid w:val="004473FF"/>
    <w:rsid w:val="00447A6C"/>
    <w:rsid w:val="00447ECC"/>
    <w:rsid w:val="00450317"/>
    <w:rsid w:val="00450A24"/>
    <w:rsid w:val="00450F62"/>
    <w:rsid w:val="004519B3"/>
    <w:rsid w:val="004519F6"/>
    <w:rsid w:val="00451E0D"/>
    <w:rsid w:val="00452374"/>
    <w:rsid w:val="00452398"/>
    <w:rsid w:val="0045256D"/>
    <w:rsid w:val="0045266E"/>
    <w:rsid w:val="004526A9"/>
    <w:rsid w:val="00452B84"/>
    <w:rsid w:val="0045327A"/>
    <w:rsid w:val="004537C9"/>
    <w:rsid w:val="0045393E"/>
    <w:rsid w:val="004542BB"/>
    <w:rsid w:val="004544D0"/>
    <w:rsid w:val="00454934"/>
    <w:rsid w:val="0045535C"/>
    <w:rsid w:val="0045539F"/>
    <w:rsid w:val="004558A4"/>
    <w:rsid w:val="00455ABC"/>
    <w:rsid w:val="004565F6"/>
    <w:rsid w:val="00456765"/>
    <w:rsid w:val="00456A9A"/>
    <w:rsid w:val="00457099"/>
    <w:rsid w:val="00457194"/>
    <w:rsid w:val="00457F0E"/>
    <w:rsid w:val="00457FEF"/>
    <w:rsid w:val="0046051D"/>
    <w:rsid w:val="00460530"/>
    <w:rsid w:val="00461B67"/>
    <w:rsid w:val="0046333F"/>
    <w:rsid w:val="00463944"/>
    <w:rsid w:val="00463E23"/>
    <w:rsid w:val="00463F73"/>
    <w:rsid w:val="00464267"/>
    <w:rsid w:val="00464B54"/>
    <w:rsid w:val="00465000"/>
    <w:rsid w:val="004653A1"/>
    <w:rsid w:val="00465D70"/>
    <w:rsid w:val="00465FA3"/>
    <w:rsid w:val="00466B00"/>
    <w:rsid w:val="00466EBF"/>
    <w:rsid w:val="004673A9"/>
    <w:rsid w:val="00467542"/>
    <w:rsid w:val="004679FB"/>
    <w:rsid w:val="00467CF7"/>
    <w:rsid w:val="00467E55"/>
    <w:rsid w:val="00467F28"/>
    <w:rsid w:val="00470299"/>
    <w:rsid w:val="00470349"/>
    <w:rsid w:val="0047041C"/>
    <w:rsid w:val="004705E0"/>
    <w:rsid w:val="004711CE"/>
    <w:rsid w:val="0047122A"/>
    <w:rsid w:val="0047126D"/>
    <w:rsid w:val="004715F0"/>
    <w:rsid w:val="00471757"/>
    <w:rsid w:val="0047185D"/>
    <w:rsid w:val="00471882"/>
    <w:rsid w:val="00471B7B"/>
    <w:rsid w:val="00471CAC"/>
    <w:rsid w:val="00471D57"/>
    <w:rsid w:val="00471F2D"/>
    <w:rsid w:val="00472051"/>
    <w:rsid w:val="00472168"/>
    <w:rsid w:val="004725BA"/>
    <w:rsid w:val="00472790"/>
    <w:rsid w:val="0047322A"/>
    <w:rsid w:val="004735B4"/>
    <w:rsid w:val="004736DC"/>
    <w:rsid w:val="00473782"/>
    <w:rsid w:val="00473AA8"/>
    <w:rsid w:val="00473E4B"/>
    <w:rsid w:val="004746D4"/>
    <w:rsid w:val="00474853"/>
    <w:rsid w:val="004749A9"/>
    <w:rsid w:val="00474A1B"/>
    <w:rsid w:val="00474CFC"/>
    <w:rsid w:val="004750EE"/>
    <w:rsid w:val="004751C5"/>
    <w:rsid w:val="0047525C"/>
    <w:rsid w:val="004758FC"/>
    <w:rsid w:val="0047594B"/>
    <w:rsid w:val="00475AEB"/>
    <w:rsid w:val="004760AF"/>
    <w:rsid w:val="00476BDA"/>
    <w:rsid w:val="00476EDD"/>
    <w:rsid w:val="00477056"/>
    <w:rsid w:val="004777FD"/>
    <w:rsid w:val="00477A1C"/>
    <w:rsid w:val="004801C1"/>
    <w:rsid w:val="00480A88"/>
    <w:rsid w:val="004811C6"/>
    <w:rsid w:val="0048170E"/>
    <w:rsid w:val="00481E04"/>
    <w:rsid w:val="00481E86"/>
    <w:rsid w:val="00482B0E"/>
    <w:rsid w:val="00482C3B"/>
    <w:rsid w:val="00483246"/>
    <w:rsid w:val="004833DB"/>
    <w:rsid w:val="004838C7"/>
    <w:rsid w:val="00483CD3"/>
    <w:rsid w:val="00483EF0"/>
    <w:rsid w:val="00484308"/>
    <w:rsid w:val="00485104"/>
    <w:rsid w:val="0048522F"/>
    <w:rsid w:val="00485355"/>
    <w:rsid w:val="00485F31"/>
    <w:rsid w:val="00486055"/>
    <w:rsid w:val="00486DFF"/>
    <w:rsid w:val="00486F20"/>
    <w:rsid w:val="00487A28"/>
    <w:rsid w:val="0049108C"/>
    <w:rsid w:val="00491BE7"/>
    <w:rsid w:val="004920DE"/>
    <w:rsid w:val="004925F6"/>
    <w:rsid w:val="00493363"/>
    <w:rsid w:val="004935A7"/>
    <w:rsid w:val="00493A39"/>
    <w:rsid w:val="00493B5D"/>
    <w:rsid w:val="00494573"/>
    <w:rsid w:val="0049488E"/>
    <w:rsid w:val="00494CA5"/>
    <w:rsid w:val="00494FAA"/>
    <w:rsid w:val="00495B13"/>
    <w:rsid w:val="00495E4D"/>
    <w:rsid w:val="00495EFC"/>
    <w:rsid w:val="004960EF"/>
    <w:rsid w:val="00496301"/>
    <w:rsid w:val="00496494"/>
    <w:rsid w:val="004966D1"/>
    <w:rsid w:val="0049689A"/>
    <w:rsid w:val="00496C89"/>
    <w:rsid w:val="0049732E"/>
    <w:rsid w:val="004975F3"/>
    <w:rsid w:val="004976F6"/>
    <w:rsid w:val="004A021D"/>
    <w:rsid w:val="004A0E94"/>
    <w:rsid w:val="004A11E7"/>
    <w:rsid w:val="004A16A3"/>
    <w:rsid w:val="004A17F4"/>
    <w:rsid w:val="004A1E26"/>
    <w:rsid w:val="004A2D21"/>
    <w:rsid w:val="004A2D6F"/>
    <w:rsid w:val="004A3C4B"/>
    <w:rsid w:val="004A3EBD"/>
    <w:rsid w:val="004A407F"/>
    <w:rsid w:val="004A46F2"/>
    <w:rsid w:val="004A4F15"/>
    <w:rsid w:val="004A5A02"/>
    <w:rsid w:val="004A5CFC"/>
    <w:rsid w:val="004A60D7"/>
    <w:rsid w:val="004A619B"/>
    <w:rsid w:val="004A66B9"/>
    <w:rsid w:val="004A67EA"/>
    <w:rsid w:val="004A6AD1"/>
    <w:rsid w:val="004A6BDD"/>
    <w:rsid w:val="004A6FE7"/>
    <w:rsid w:val="004A7E7C"/>
    <w:rsid w:val="004B00F9"/>
    <w:rsid w:val="004B0DCE"/>
    <w:rsid w:val="004B0EDA"/>
    <w:rsid w:val="004B13A1"/>
    <w:rsid w:val="004B148D"/>
    <w:rsid w:val="004B1BA2"/>
    <w:rsid w:val="004B1C31"/>
    <w:rsid w:val="004B1CC4"/>
    <w:rsid w:val="004B2267"/>
    <w:rsid w:val="004B24FE"/>
    <w:rsid w:val="004B274D"/>
    <w:rsid w:val="004B2A57"/>
    <w:rsid w:val="004B2D60"/>
    <w:rsid w:val="004B40DD"/>
    <w:rsid w:val="004B444E"/>
    <w:rsid w:val="004B45D4"/>
    <w:rsid w:val="004B5358"/>
    <w:rsid w:val="004B5516"/>
    <w:rsid w:val="004B6844"/>
    <w:rsid w:val="004B6D34"/>
    <w:rsid w:val="004B7866"/>
    <w:rsid w:val="004B7C3C"/>
    <w:rsid w:val="004C0046"/>
    <w:rsid w:val="004C0138"/>
    <w:rsid w:val="004C0202"/>
    <w:rsid w:val="004C093B"/>
    <w:rsid w:val="004C1294"/>
    <w:rsid w:val="004C15B7"/>
    <w:rsid w:val="004C1682"/>
    <w:rsid w:val="004C37CC"/>
    <w:rsid w:val="004C3B44"/>
    <w:rsid w:val="004C3E49"/>
    <w:rsid w:val="004C43B7"/>
    <w:rsid w:val="004C4F88"/>
    <w:rsid w:val="004C53C1"/>
    <w:rsid w:val="004C5687"/>
    <w:rsid w:val="004C58CC"/>
    <w:rsid w:val="004C67C3"/>
    <w:rsid w:val="004C6A7E"/>
    <w:rsid w:val="004C6B92"/>
    <w:rsid w:val="004C7338"/>
    <w:rsid w:val="004C74F3"/>
    <w:rsid w:val="004C76B2"/>
    <w:rsid w:val="004C7B57"/>
    <w:rsid w:val="004D06A4"/>
    <w:rsid w:val="004D15D9"/>
    <w:rsid w:val="004D176A"/>
    <w:rsid w:val="004D1F7E"/>
    <w:rsid w:val="004D376F"/>
    <w:rsid w:val="004D3FC0"/>
    <w:rsid w:val="004D47E1"/>
    <w:rsid w:val="004D50A7"/>
    <w:rsid w:val="004D5249"/>
    <w:rsid w:val="004D566E"/>
    <w:rsid w:val="004D611B"/>
    <w:rsid w:val="004D6148"/>
    <w:rsid w:val="004D6174"/>
    <w:rsid w:val="004D659C"/>
    <w:rsid w:val="004D6776"/>
    <w:rsid w:val="004D68C9"/>
    <w:rsid w:val="004D6B85"/>
    <w:rsid w:val="004E0632"/>
    <w:rsid w:val="004E0EEC"/>
    <w:rsid w:val="004E0EFD"/>
    <w:rsid w:val="004E16E6"/>
    <w:rsid w:val="004E18DD"/>
    <w:rsid w:val="004E1ACA"/>
    <w:rsid w:val="004E1C04"/>
    <w:rsid w:val="004E23A0"/>
    <w:rsid w:val="004E28E9"/>
    <w:rsid w:val="004E3294"/>
    <w:rsid w:val="004E349F"/>
    <w:rsid w:val="004E3DAC"/>
    <w:rsid w:val="004E3F89"/>
    <w:rsid w:val="004E4016"/>
    <w:rsid w:val="004E441E"/>
    <w:rsid w:val="004E4B1D"/>
    <w:rsid w:val="004E4C03"/>
    <w:rsid w:val="004E4C7F"/>
    <w:rsid w:val="004E4D42"/>
    <w:rsid w:val="004E51C3"/>
    <w:rsid w:val="004E5281"/>
    <w:rsid w:val="004E55BC"/>
    <w:rsid w:val="004E5C97"/>
    <w:rsid w:val="004E5E1A"/>
    <w:rsid w:val="004E6D21"/>
    <w:rsid w:val="004E7547"/>
    <w:rsid w:val="004E7B9A"/>
    <w:rsid w:val="004E7BA1"/>
    <w:rsid w:val="004F01B6"/>
    <w:rsid w:val="004F0628"/>
    <w:rsid w:val="004F062A"/>
    <w:rsid w:val="004F07C9"/>
    <w:rsid w:val="004F0CE7"/>
    <w:rsid w:val="004F0FFA"/>
    <w:rsid w:val="004F1437"/>
    <w:rsid w:val="004F1A86"/>
    <w:rsid w:val="004F1FCE"/>
    <w:rsid w:val="004F2031"/>
    <w:rsid w:val="004F22D5"/>
    <w:rsid w:val="004F3467"/>
    <w:rsid w:val="004F35EC"/>
    <w:rsid w:val="004F381E"/>
    <w:rsid w:val="004F39D0"/>
    <w:rsid w:val="004F4005"/>
    <w:rsid w:val="004F40AB"/>
    <w:rsid w:val="004F483D"/>
    <w:rsid w:val="004F4A94"/>
    <w:rsid w:val="004F4E90"/>
    <w:rsid w:val="004F4E91"/>
    <w:rsid w:val="004F4FB4"/>
    <w:rsid w:val="004F50EE"/>
    <w:rsid w:val="004F5874"/>
    <w:rsid w:val="004F5956"/>
    <w:rsid w:val="004F5A1C"/>
    <w:rsid w:val="004F6668"/>
    <w:rsid w:val="004F6747"/>
    <w:rsid w:val="004F6B21"/>
    <w:rsid w:val="004F6BAB"/>
    <w:rsid w:val="004F6E88"/>
    <w:rsid w:val="004F6F32"/>
    <w:rsid w:val="004F71B6"/>
    <w:rsid w:val="004F787C"/>
    <w:rsid w:val="004F7928"/>
    <w:rsid w:val="004F7EA3"/>
    <w:rsid w:val="00500502"/>
    <w:rsid w:val="005005BF"/>
    <w:rsid w:val="00500724"/>
    <w:rsid w:val="00500745"/>
    <w:rsid w:val="00501953"/>
    <w:rsid w:val="00501985"/>
    <w:rsid w:val="00501C63"/>
    <w:rsid w:val="005024E3"/>
    <w:rsid w:val="0050265F"/>
    <w:rsid w:val="00503078"/>
    <w:rsid w:val="0050333E"/>
    <w:rsid w:val="00503E60"/>
    <w:rsid w:val="00503E8C"/>
    <w:rsid w:val="00503EA0"/>
    <w:rsid w:val="00503F6D"/>
    <w:rsid w:val="00504183"/>
    <w:rsid w:val="0050428A"/>
    <w:rsid w:val="0050560F"/>
    <w:rsid w:val="00505EF8"/>
    <w:rsid w:val="00506C1E"/>
    <w:rsid w:val="00507882"/>
    <w:rsid w:val="005102CE"/>
    <w:rsid w:val="0051067A"/>
    <w:rsid w:val="00510823"/>
    <w:rsid w:val="00510C0B"/>
    <w:rsid w:val="00510E04"/>
    <w:rsid w:val="0051116E"/>
    <w:rsid w:val="00511863"/>
    <w:rsid w:val="0051212A"/>
    <w:rsid w:val="005122D8"/>
    <w:rsid w:val="005125B0"/>
    <w:rsid w:val="00512739"/>
    <w:rsid w:val="00513000"/>
    <w:rsid w:val="005130E8"/>
    <w:rsid w:val="005131D7"/>
    <w:rsid w:val="0051349C"/>
    <w:rsid w:val="00513A4D"/>
    <w:rsid w:val="00513AD2"/>
    <w:rsid w:val="00513E66"/>
    <w:rsid w:val="00514112"/>
    <w:rsid w:val="005146D6"/>
    <w:rsid w:val="00514879"/>
    <w:rsid w:val="00514943"/>
    <w:rsid w:val="00514974"/>
    <w:rsid w:val="00514CBA"/>
    <w:rsid w:val="00514D5C"/>
    <w:rsid w:val="005157D8"/>
    <w:rsid w:val="0051594D"/>
    <w:rsid w:val="00515CCC"/>
    <w:rsid w:val="00515E08"/>
    <w:rsid w:val="0051639B"/>
    <w:rsid w:val="00516C55"/>
    <w:rsid w:val="00516EB7"/>
    <w:rsid w:val="005173D6"/>
    <w:rsid w:val="005178A2"/>
    <w:rsid w:val="00517959"/>
    <w:rsid w:val="005200B9"/>
    <w:rsid w:val="00520475"/>
    <w:rsid w:val="0052047A"/>
    <w:rsid w:val="00520860"/>
    <w:rsid w:val="00520F72"/>
    <w:rsid w:val="00521D27"/>
    <w:rsid w:val="00521F34"/>
    <w:rsid w:val="005224BE"/>
    <w:rsid w:val="005229D4"/>
    <w:rsid w:val="00522FF8"/>
    <w:rsid w:val="00523579"/>
    <w:rsid w:val="00523FB7"/>
    <w:rsid w:val="0052576F"/>
    <w:rsid w:val="005261BD"/>
    <w:rsid w:val="00526B81"/>
    <w:rsid w:val="00526DAE"/>
    <w:rsid w:val="00526F0D"/>
    <w:rsid w:val="005270B4"/>
    <w:rsid w:val="00527365"/>
    <w:rsid w:val="005275C0"/>
    <w:rsid w:val="005275EC"/>
    <w:rsid w:val="00527DA5"/>
    <w:rsid w:val="005303EB"/>
    <w:rsid w:val="00530F33"/>
    <w:rsid w:val="0053102B"/>
    <w:rsid w:val="00531656"/>
    <w:rsid w:val="00531D4D"/>
    <w:rsid w:val="0053209B"/>
    <w:rsid w:val="00532411"/>
    <w:rsid w:val="00532449"/>
    <w:rsid w:val="00532658"/>
    <w:rsid w:val="00532732"/>
    <w:rsid w:val="00532906"/>
    <w:rsid w:val="005337CD"/>
    <w:rsid w:val="00534040"/>
    <w:rsid w:val="00534131"/>
    <w:rsid w:val="00534606"/>
    <w:rsid w:val="00534964"/>
    <w:rsid w:val="00534C9E"/>
    <w:rsid w:val="00534ED8"/>
    <w:rsid w:val="0053549D"/>
    <w:rsid w:val="00535599"/>
    <w:rsid w:val="00536917"/>
    <w:rsid w:val="0053696E"/>
    <w:rsid w:val="00536BF0"/>
    <w:rsid w:val="005371DB"/>
    <w:rsid w:val="005374E6"/>
    <w:rsid w:val="00537BEB"/>
    <w:rsid w:val="00540065"/>
    <w:rsid w:val="00540344"/>
    <w:rsid w:val="0054069D"/>
    <w:rsid w:val="005406C1"/>
    <w:rsid w:val="0054107C"/>
    <w:rsid w:val="00541D5F"/>
    <w:rsid w:val="00542254"/>
    <w:rsid w:val="00542737"/>
    <w:rsid w:val="005429C6"/>
    <w:rsid w:val="00542C75"/>
    <w:rsid w:val="0054307C"/>
    <w:rsid w:val="005430FE"/>
    <w:rsid w:val="00543B13"/>
    <w:rsid w:val="0054447D"/>
    <w:rsid w:val="00545663"/>
    <w:rsid w:val="00545DAA"/>
    <w:rsid w:val="00546334"/>
    <w:rsid w:val="00546A13"/>
    <w:rsid w:val="00546B56"/>
    <w:rsid w:val="00546D39"/>
    <w:rsid w:val="00547E66"/>
    <w:rsid w:val="00550187"/>
    <w:rsid w:val="0055022A"/>
    <w:rsid w:val="00550307"/>
    <w:rsid w:val="0055051E"/>
    <w:rsid w:val="00550ADF"/>
    <w:rsid w:val="00550C8E"/>
    <w:rsid w:val="005524EB"/>
    <w:rsid w:val="00552BAC"/>
    <w:rsid w:val="005530F6"/>
    <w:rsid w:val="0055312D"/>
    <w:rsid w:val="005541C9"/>
    <w:rsid w:val="005548C5"/>
    <w:rsid w:val="00554A6E"/>
    <w:rsid w:val="00554D73"/>
    <w:rsid w:val="00554FCE"/>
    <w:rsid w:val="0055502F"/>
    <w:rsid w:val="00555116"/>
    <w:rsid w:val="005557A5"/>
    <w:rsid w:val="00555943"/>
    <w:rsid w:val="00555DE4"/>
    <w:rsid w:val="0055613E"/>
    <w:rsid w:val="005565D6"/>
    <w:rsid w:val="00556C76"/>
    <w:rsid w:val="00556F06"/>
    <w:rsid w:val="005573AA"/>
    <w:rsid w:val="00557AAE"/>
    <w:rsid w:val="00557AC9"/>
    <w:rsid w:val="00557C2C"/>
    <w:rsid w:val="00557D3C"/>
    <w:rsid w:val="00560D4E"/>
    <w:rsid w:val="00560DCB"/>
    <w:rsid w:val="00560E95"/>
    <w:rsid w:val="00561528"/>
    <w:rsid w:val="0056178B"/>
    <w:rsid w:val="005618E2"/>
    <w:rsid w:val="00561963"/>
    <w:rsid w:val="00561B65"/>
    <w:rsid w:val="005627D7"/>
    <w:rsid w:val="00562B06"/>
    <w:rsid w:val="00563738"/>
    <w:rsid w:val="005646DA"/>
    <w:rsid w:val="0056483F"/>
    <w:rsid w:val="0056498C"/>
    <w:rsid w:val="00564AC3"/>
    <w:rsid w:val="00565A73"/>
    <w:rsid w:val="00566B08"/>
    <w:rsid w:val="00566DB0"/>
    <w:rsid w:val="00566DEC"/>
    <w:rsid w:val="00566F0A"/>
    <w:rsid w:val="00566F26"/>
    <w:rsid w:val="005677FB"/>
    <w:rsid w:val="00567BBF"/>
    <w:rsid w:val="00567C2A"/>
    <w:rsid w:val="005703EC"/>
    <w:rsid w:val="00570521"/>
    <w:rsid w:val="0057092B"/>
    <w:rsid w:val="005709B8"/>
    <w:rsid w:val="005709EA"/>
    <w:rsid w:val="00570B46"/>
    <w:rsid w:val="00570F86"/>
    <w:rsid w:val="00570FA8"/>
    <w:rsid w:val="00571039"/>
    <w:rsid w:val="005711BC"/>
    <w:rsid w:val="0057124D"/>
    <w:rsid w:val="00571297"/>
    <w:rsid w:val="00571861"/>
    <w:rsid w:val="00572183"/>
    <w:rsid w:val="00572531"/>
    <w:rsid w:val="0057280E"/>
    <w:rsid w:val="00573A23"/>
    <w:rsid w:val="00573A94"/>
    <w:rsid w:val="00573EA2"/>
    <w:rsid w:val="00573F67"/>
    <w:rsid w:val="00574080"/>
    <w:rsid w:val="005742C3"/>
    <w:rsid w:val="005743E7"/>
    <w:rsid w:val="00574A65"/>
    <w:rsid w:val="00574D33"/>
    <w:rsid w:val="00575281"/>
    <w:rsid w:val="00575A7B"/>
    <w:rsid w:val="005762B5"/>
    <w:rsid w:val="00576A26"/>
    <w:rsid w:val="00576FA5"/>
    <w:rsid w:val="005772A1"/>
    <w:rsid w:val="00577ACA"/>
    <w:rsid w:val="0058105B"/>
    <w:rsid w:val="005817EB"/>
    <w:rsid w:val="00581E8A"/>
    <w:rsid w:val="00582704"/>
    <w:rsid w:val="00582A46"/>
    <w:rsid w:val="00583E0C"/>
    <w:rsid w:val="00584725"/>
    <w:rsid w:val="00584B78"/>
    <w:rsid w:val="00584DAC"/>
    <w:rsid w:val="005851DF"/>
    <w:rsid w:val="0058546B"/>
    <w:rsid w:val="005858CC"/>
    <w:rsid w:val="00585C80"/>
    <w:rsid w:val="00585F98"/>
    <w:rsid w:val="00586B32"/>
    <w:rsid w:val="00586EE8"/>
    <w:rsid w:val="005879B8"/>
    <w:rsid w:val="00587DE8"/>
    <w:rsid w:val="00587F9C"/>
    <w:rsid w:val="005900A2"/>
    <w:rsid w:val="0059014C"/>
    <w:rsid w:val="00590328"/>
    <w:rsid w:val="00590559"/>
    <w:rsid w:val="00590A20"/>
    <w:rsid w:val="00590C05"/>
    <w:rsid w:val="00591257"/>
    <w:rsid w:val="00591404"/>
    <w:rsid w:val="00591C56"/>
    <w:rsid w:val="00592AD2"/>
    <w:rsid w:val="00592CA2"/>
    <w:rsid w:val="00592FD9"/>
    <w:rsid w:val="00593121"/>
    <w:rsid w:val="005932D5"/>
    <w:rsid w:val="005934C7"/>
    <w:rsid w:val="00593C71"/>
    <w:rsid w:val="00593FCC"/>
    <w:rsid w:val="0059402C"/>
    <w:rsid w:val="005940F0"/>
    <w:rsid w:val="005941E3"/>
    <w:rsid w:val="00594CD2"/>
    <w:rsid w:val="0059592A"/>
    <w:rsid w:val="0059634C"/>
    <w:rsid w:val="00596A59"/>
    <w:rsid w:val="00596BA4"/>
    <w:rsid w:val="00596C73"/>
    <w:rsid w:val="00597701"/>
    <w:rsid w:val="005A0DCA"/>
    <w:rsid w:val="005A1257"/>
    <w:rsid w:val="005A1705"/>
    <w:rsid w:val="005A2039"/>
    <w:rsid w:val="005A2841"/>
    <w:rsid w:val="005A29BC"/>
    <w:rsid w:val="005A2AE0"/>
    <w:rsid w:val="005A347E"/>
    <w:rsid w:val="005A3BA8"/>
    <w:rsid w:val="005A430D"/>
    <w:rsid w:val="005A43EE"/>
    <w:rsid w:val="005A4C7B"/>
    <w:rsid w:val="005A4D54"/>
    <w:rsid w:val="005A55A3"/>
    <w:rsid w:val="005A575B"/>
    <w:rsid w:val="005A5814"/>
    <w:rsid w:val="005A5C66"/>
    <w:rsid w:val="005A5FF6"/>
    <w:rsid w:val="005A65B7"/>
    <w:rsid w:val="005A6741"/>
    <w:rsid w:val="005A697F"/>
    <w:rsid w:val="005A6F3D"/>
    <w:rsid w:val="005A7590"/>
    <w:rsid w:val="005A7CC8"/>
    <w:rsid w:val="005A7FF8"/>
    <w:rsid w:val="005B035F"/>
    <w:rsid w:val="005B0EFA"/>
    <w:rsid w:val="005B16DF"/>
    <w:rsid w:val="005B1736"/>
    <w:rsid w:val="005B1924"/>
    <w:rsid w:val="005B1D38"/>
    <w:rsid w:val="005B256C"/>
    <w:rsid w:val="005B26E1"/>
    <w:rsid w:val="005B2E95"/>
    <w:rsid w:val="005B32D4"/>
    <w:rsid w:val="005B3B85"/>
    <w:rsid w:val="005B4145"/>
    <w:rsid w:val="005B46CC"/>
    <w:rsid w:val="005B4EC8"/>
    <w:rsid w:val="005B5935"/>
    <w:rsid w:val="005B626D"/>
    <w:rsid w:val="005B65C7"/>
    <w:rsid w:val="005B6600"/>
    <w:rsid w:val="005B70E1"/>
    <w:rsid w:val="005B71CF"/>
    <w:rsid w:val="005B7608"/>
    <w:rsid w:val="005B7B20"/>
    <w:rsid w:val="005B7D3A"/>
    <w:rsid w:val="005B7F27"/>
    <w:rsid w:val="005C02D0"/>
    <w:rsid w:val="005C0B3F"/>
    <w:rsid w:val="005C1882"/>
    <w:rsid w:val="005C1A3B"/>
    <w:rsid w:val="005C1FF7"/>
    <w:rsid w:val="005C20FF"/>
    <w:rsid w:val="005C2242"/>
    <w:rsid w:val="005C242D"/>
    <w:rsid w:val="005C2E72"/>
    <w:rsid w:val="005C304A"/>
    <w:rsid w:val="005C305B"/>
    <w:rsid w:val="005C3BE0"/>
    <w:rsid w:val="005C3DEA"/>
    <w:rsid w:val="005C42EB"/>
    <w:rsid w:val="005C44F5"/>
    <w:rsid w:val="005C4711"/>
    <w:rsid w:val="005C4B67"/>
    <w:rsid w:val="005C5402"/>
    <w:rsid w:val="005C5BED"/>
    <w:rsid w:val="005C61AD"/>
    <w:rsid w:val="005C65D2"/>
    <w:rsid w:val="005C6BB3"/>
    <w:rsid w:val="005C6CB7"/>
    <w:rsid w:val="005C6FD0"/>
    <w:rsid w:val="005C7171"/>
    <w:rsid w:val="005C785B"/>
    <w:rsid w:val="005D07E2"/>
    <w:rsid w:val="005D098E"/>
    <w:rsid w:val="005D0F05"/>
    <w:rsid w:val="005D12F7"/>
    <w:rsid w:val="005D136B"/>
    <w:rsid w:val="005D1860"/>
    <w:rsid w:val="005D2423"/>
    <w:rsid w:val="005D24A8"/>
    <w:rsid w:val="005D24D8"/>
    <w:rsid w:val="005D2991"/>
    <w:rsid w:val="005D2A41"/>
    <w:rsid w:val="005D2EA0"/>
    <w:rsid w:val="005D32D5"/>
    <w:rsid w:val="005D3CE0"/>
    <w:rsid w:val="005D4595"/>
    <w:rsid w:val="005D4EB6"/>
    <w:rsid w:val="005D573A"/>
    <w:rsid w:val="005D5987"/>
    <w:rsid w:val="005D6ABF"/>
    <w:rsid w:val="005E0045"/>
    <w:rsid w:val="005E01FF"/>
    <w:rsid w:val="005E073A"/>
    <w:rsid w:val="005E0B71"/>
    <w:rsid w:val="005E0CAA"/>
    <w:rsid w:val="005E0E36"/>
    <w:rsid w:val="005E0EFC"/>
    <w:rsid w:val="005E0F15"/>
    <w:rsid w:val="005E238A"/>
    <w:rsid w:val="005E2BFF"/>
    <w:rsid w:val="005E2C30"/>
    <w:rsid w:val="005E2E81"/>
    <w:rsid w:val="005E3068"/>
    <w:rsid w:val="005E3581"/>
    <w:rsid w:val="005E3956"/>
    <w:rsid w:val="005E3E0A"/>
    <w:rsid w:val="005E3F73"/>
    <w:rsid w:val="005E4351"/>
    <w:rsid w:val="005E48C0"/>
    <w:rsid w:val="005E587D"/>
    <w:rsid w:val="005E5ECC"/>
    <w:rsid w:val="005E610E"/>
    <w:rsid w:val="005E681E"/>
    <w:rsid w:val="005E6AA4"/>
    <w:rsid w:val="005E7233"/>
    <w:rsid w:val="005E7F4F"/>
    <w:rsid w:val="005F0C4A"/>
    <w:rsid w:val="005F1BB7"/>
    <w:rsid w:val="005F1CA9"/>
    <w:rsid w:val="005F1DED"/>
    <w:rsid w:val="005F33BC"/>
    <w:rsid w:val="005F43D0"/>
    <w:rsid w:val="005F527E"/>
    <w:rsid w:val="005F5587"/>
    <w:rsid w:val="005F5B63"/>
    <w:rsid w:val="005F6942"/>
    <w:rsid w:val="005F69EB"/>
    <w:rsid w:val="005F716E"/>
    <w:rsid w:val="005F7493"/>
    <w:rsid w:val="005F75C5"/>
    <w:rsid w:val="005F78A4"/>
    <w:rsid w:val="005F79C5"/>
    <w:rsid w:val="005F7D55"/>
    <w:rsid w:val="006002E4"/>
    <w:rsid w:val="006007DB"/>
    <w:rsid w:val="00600B43"/>
    <w:rsid w:val="00601464"/>
    <w:rsid w:val="006014EE"/>
    <w:rsid w:val="006019EA"/>
    <w:rsid w:val="00601A2D"/>
    <w:rsid w:val="006026CE"/>
    <w:rsid w:val="00602C71"/>
    <w:rsid w:val="00602F2D"/>
    <w:rsid w:val="00602F76"/>
    <w:rsid w:val="006033C1"/>
    <w:rsid w:val="00604BE0"/>
    <w:rsid w:val="00605C3B"/>
    <w:rsid w:val="00605CF6"/>
    <w:rsid w:val="00605E38"/>
    <w:rsid w:val="00606056"/>
    <w:rsid w:val="00606A9B"/>
    <w:rsid w:val="00606C1E"/>
    <w:rsid w:val="00606FC5"/>
    <w:rsid w:val="00607282"/>
    <w:rsid w:val="006079B9"/>
    <w:rsid w:val="00607C3B"/>
    <w:rsid w:val="00607CDE"/>
    <w:rsid w:val="00607D6B"/>
    <w:rsid w:val="0061023D"/>
    <w:rsid w:val="006104DF"/>
    <w:rsid w:val="00610B8C"/>
    <w:rsid w:val="00610CDA"/>
    <w:rsid w:val="00610D8A"/>
    <w:rsid w:val="00611241"/>
    <w:rsid w:val="006118EE"/>
    <w:rsid w:val="00611A1C"/>
    <w:rsid w:val="00611A7A"/>
    <w:rsid w:val="00611DAD"/>
    <w:rsid w:val="00612316"/>
    <w:rsid w:val="00612AF5"/>
    <w:rsid w:val="00612D20"/>
    <w:rsid w:val="00612ED6"/>
    <w:rsid w:val="0061354A"/>
    <w:rsid w:val="006139E2"/>
    <w:rsid w:val="00613A4D"/>
    <w:rsid w:val="0061407A"/>
    <w:rsid w:val="006141A1"/>
    <w:rsid w:val="006144BC"/>
    <w:rsid w:val="006144F0"/>
    <w:rsid w:val="00614DDD"/>
    <w:rsid w:val="0061533F"/>
    <w:rsid w:val="0061576B"/>
    <w:rsid w:val="00616044"/>
    <w:rsid w:val="006160CE"/>
    <w:rsid w:val="00616452"/>
    <w:rsid w:val="00617386"/>
    <w:rsid w:val="0061740C"/>
    <w:rsid w:val="00617A8F"/>
    <w:rsid w:val="00617B19"/>
    <w:rsid w:val="00620695"/>
    <w:rsid w:val="006207D9"/>
    <w:rsid w:val="006208CA"/>
    <w:rsid w:val="00620932"/>
    <w:rsid w:val="0062181E"/>
    <w:rsid w:val="00621D0B"/>
    <w:rsid w:val="00621F9D"/>
    <w:rsid w:val="006221D6"/>
    <w:rsid w:val="006221E0"/>
    <w:rsid w:val="00622617"/>
    <w:rsid w:val="0062261E"/>
    <w:rsid w:val="00622DFD"/>
    <w:rsid w:val="0062341B"/>
    <w:rsid w:val="006237FF"/>
    <w:rsid w:val="00623E1A"/>
    <w:rsid w:val="00623FDB"/>
    <w:rsid w:val="00624C23"/>
    <w:rsid w:val="00624CD9"/>
    <w:rsid w:val="00625216"/>
    <w:rsid w:val="006259AC"/>
    <w:rsid w:val="00625D9F"/>
    <w:rsid w:val="006268EC"/>
    <w:rsid w:val="00626F6A"/>
    <w:rsid w:val="0062710E"/>
    <w:rsid w:val="006273D6"/>
    <w:rsid w:val="0062777E"/>
    <w:rsid w:val="00627C0B"/>
    <w:rsid w:val="00627E12"/>
    <w:rsid w:val="00627E19"/>
    <w:rsid w:val="00630192"/>
    <w:rsid w:val="00630870"/>
    <w:rsid w:val="0063088F"/>
    <w:rsid w:val="00630F79"/>
    <w:rsid w:val="006311A1"/>
    <w:rsid w:val="00631C2F"/>
    <w:rsid w:val="00631DDE"/>
    <w:rsid w:val="00632687"/>
    <w:rsid w:val="0063277F"/>
    <w:rsid w:val="006327C9"/>
    <w:rsid w:val="00632BB5"/>
    <w:rsid w:val="00632F30"/>
    <w:rsid w:val="00633610"/>
    <w:rsid w:val="006338C4"/>
    <w:rsid w:val="00633BFE"/>
    <w:rsid w:val="0063410E"/>
    <w:rsid w:val="006343C2"/>
    <w:rsid w:val="00634A8C"/>
    <w:rsid w:val="0063539D"/>
    <w:rsid w:val="00635516"/>
    <w:rsid w:val="00635BEF"/>
    <w:rsid w:val="00635F11"/>
    <w:rsid w:val="00636D30"/>
    <w:rsid w:val="00636FBD"/>
    <w:rsid w:val="0063736F"/>
    <w:rsid w:val="006376E8"/>
    <w:rsid w:val="00637E7D"/>
    <w:rsid w:val="00640400"/>
    <w:rsid w:val="00640ECA"/>
    <w:rsid w:val="00641D4F"/>
    <w:rsid w:val="00642098"/>
    <w:rsid w:val="0064214D"/>
    <w:rsid w:val="00642381"/>
    <w:rsid w:val="00642427"/>
    <w:rsid w:val="006436DD"/>
    <w:rsid w:val="006438D6"/>
    <w:rsid w:val="00643B64"/>
    <w:rsid w:val="006443BE"/>
    <w:rsid w:val="00644462"/>
    <w:rsid w:val="006449B8"/>
    <w:rsid w:val="00644C25"/>
    <w:rsid w:val="006453C2"/>
    <w:rsid w:val="00645579"/>
    <w:rsid w:val="00645EEE"/>
    <w:rsid w:val="006464E0"/>
    <w:rsid w:val="00646E90"/>
    <w:rsid w:val="00647089"/>
    <w:rsid w:val="0064751A"/>
    <w:rsid w:val="00647BC2"/>
    <w:rsid w:val="00647C69"/>
    <w:rsid w:val="00647CED"/>
    <w:rsid w:val="006500A5"/>
    <w:rsid w:val="00650402"/>
    <w:rsid w:val="006507BF"/>
    <w:rsid w:val="006507D0"/>
    <w:rsid w:val="0065188E"/>
    <w:rsid w:val="00651C94"/>
    <w:rsid w:val="00653EC3"/>
    <w:rsid w:val="0065448D"/>
    <w:rsid w:val="00654B48"/>
    <w:rsid w:val="00655BC2"/>
    <w:rsid w:val="00655CBA"/>
    <w:rsid w:val="006562D0"/>
    <w:rsid w:val="006565A1"/>
    <w:rsid w:val="00656656"/>
    <w:rsid w:val="00657304"/>
    <w:rsid w:val="00657726"/>
    <w:rsid w:val="006577C9"/>
    <w:rsid w:val="00657B0D"/>
    <w:rsid w:val="00657C01"/>
    <w:rsid w:val="00657C48"/>
    <w:rsid w:val="00660AE2"/>
    <w:rsid w:val="00660B6C"/>
    <w:rsid w:val="00661054"/>
    <w:rsid w:val="0066144B"/>
    <w:rsid w:val="00661E1D"/>
    <w:rsid w:val="006626CA"/>
    <w:rsid w:val="00663064"/>
    <w:rsid w:val="00663125"/>
    <w:rsid w:val="006631B6"/>
    <w:rsid w:val="0066376B"/>
    <w:rsid w:val="0066377D"/>
    <w:rsid w:val="00664429"/>
    <w:rsid w:val="00664903"/>
    <w:rsid w:val="0066583C"/>
    <w:rsid w:val="00666CC0"/>
    <w:rsid w:val="0066717D"/>
    <w:rsid w:val="006673EE"/>
    <w:rsid w:val="0066744E"/>
    <w:rsid w:val="006675B0"/>
    <w:rsid w:val="00667872"/>
    <w:rsid w:val="00667BA7"/>
    <w:rsid w:val="00667BB3"/>
    <w:rsid w:val="00667BC2"/>
    <w:rsid w:val="00667D34"/>
    <w:rsid w:val="00667EB1"/>
    <w:rsid w:val="006702B8"/>
    <w:rsid w:val="006705F2"/>
    <w:rsid w:val="006706E3"/>
    <w:rsid w:val="00670795"/>
    <w:rsid w:val="006709E7"/>
    <w:rsid w:val="00670D2B"/>
    <w:rsid w:val="00670D73"/>
    <w:rsid w:val="00670D95"/>
    <w:rsid w:val="006711B5"/>
    <w:rsid w:val="006712CF"/>
    <w:rsid w:val="00671D74"/>
    <w:rsid w:val="00671DA6"/>
    <w:rsid w:val="00671EDE"/>
    <w:rsid w:val="006722C1"/>
    <w:rsid w:val="00672BF0"/>
    <w:rsid w:val="00673E50"/>
    <w:rsid w:val="00673F32"/>
    <w:rsid w:val="00674730"/>
    <w:rsid w:val="00674F29"/>
    <w:rsid w:val="0067514A"/>
    <w:rsid w:val="006751CF"/>
    <w:rsid w:val="006751E8"/>
    <w:rsid w:val="00675DC4"/>
    <w:rsid w:val="006768A3"/>
    <w:rsid w:val="006802D0"/>
    <w:rsid w:val="00680AEF"/>
    <w:rsid w:val="00681216"/>
    <w:rsid w:val="006814E5"/>
    <w:rsid w:val="00681BF1"/>
    <w:rsid w:val="006822CC"/>
    <w:rsid w:val="006828C7"/>
    <w:rsid w:val="00683546"/>
    <w:rsid w:val="00683553"/>
    <w:rsid w:val="006835E1"/>
    <w:rsid w:val="00683DEE"/>
    <w:rsid w:val="0068451F"/>
    <w:rsid w:val="00684D37"/>
    <w:rsid w:val="00684FE0"/>
    <w:rsid w:val="00685710"/>
    <w:rsid w:val="0068578F"/>
    <w:rsid w:val="006858EE"/>
    <w:rsid w:val="006865D4"/>
    <w:rsid w:val="0068679D"/>
    <w:rsid w:val="00686B59"/>
    <w:rsid w:val="00686B95"/>
    <w:rsid w:val="00686D20"/>
    <w:rsid w:val="00686E2B"/>
    <w:rsid w:val="006870E8"/>
    <w:rsid w:val="006870F7"/>
    <w:rsid w:val="00687513"/>
    <w:rsid w:val="00687B32"/>
    <w:rsid w:val="00687CCD"/>
    <w:rsid w:val="006900BD"/>
    <w:rsid w:val="00690B4F"/>
    <w:rsid w:val="00691242"/>
    <w:rsid w:val="00691476"/>
    <w:rsid w:val="006915D7"/>
    <w:rsid w:val="00691BC4"/>
    <w:rsid w:val="00691EFB"/>
    <w:rsid w:val="00691FAA"/>
    <w:rsid w:val="0069236E"/>
    <w:rsid w:val="0069298E"/>
    <w:rsid w:val="0069304F"/>
    <w:rsid w:val="0069308A"/>
    <w:rsid w:val="006932CC"/>
    <w:rsid w:val="0069354A"/>
    <w:rsid w:val="006938A2"/>
    <w:rsid w:val="0069395B"/>
    <w:rsid w:val="00693ECC"/>
    <w:rsid w:val="0069417A"/>
    <w:rsid w:val="0069432A"/>
    <w:rsid w:val="00694370"/>
    <w:rsid w:val="00694725"/>
    <w:rsid w:val="006947A3"/>
    <w:rsid w:val="00694C07"/>
    <w:rsid w:val="00695143"/>
    <w:rsid w:val="006954E2"/>
    <w:rsid w:val="006958BB"/>
    <w:rsid w:val="00695B5B"/>
    <w:rsid w:val="00696085"/>
    <w:rsid w:val="00696106"/>
    <w:rsid w:val="006965AA"/>
    <w:rsid w:val="0069718D"/>
    <w:rsid w:val="00697807"/>
    <w:rsid w:val="006A05E6"/>
    <w:rsid w:val="006A069D"/>
    <w:rsid w:val="006A0B22"/>
    <w:rsid w:val="006A1102"/>
    <w:rsid w:val="006A1395"/>
    <w:rsid w:val="006A146C"/>
    <w:rsid w:val="006A1669"/>
    <w:rsid w:val="006A195B"/>
    <w:rsid w:val="006A1CE9"/>
    <w:rsid w:val="006A1DA3"/>
    <w:rsid w:val="006A217D"/>
    <w:rsid w:val="006A239D"/>
    <w:rsid w:val="006A2C30"/>
    <w:rsid w:val="006A306B"/>
    <w:rsid w:val="006A316D"/>
    <w:rsid w:val="006A352A"/>
    <w:rsid w:val="006A371B"/>
    <w:rsid w:val="006A3B76"/>
    <w:rsid w:val="006A41DA"/>
    <w:rsid w:val="006A42B3"/>
    <w:rsid w:val="006A47CE"/>
    <w:rsid w:val="006A499E"/>
    <w:rsid w:val="006A4D35"/>
    <w:rsid w:val="006A56C7"/>
    <w:rsid w:val="006A5778"/>
    <w:rsid w:val="006A5944"/>
    <w:rsid w:val="006A5BAA"/>
    <w:rsid w:val="006A693A"/>
    <w:rsid w:val="006A7362"/>
    <w:rsid w:val="006A73FF"/>
    <w:rsid w:val="006A7DD0"/>
    <w:rsid w:val="006B015F"/>
    <w:rsid w:val="006B0520"/>
    <w:rsid w:val="006B1045"/>
    <w:rsid w:val="006B1098"/>
    <w:rsid w:val="006B17E3"/>
    <w:rsid w:val="006B2226"/>
    <w:rsid w:val="006B2BF5"/>
    <w:rsid w:val="006B2CF0"/>
    <w:rsid w:val="006B35EB"/>
    <w:rsid w:val="006B3BD2"/>
    <w:rsid w:val="006B419E"/>
    <w:rsid w:val="006B4406"/>
    <w:rsid w:val="006B47F7"/>
    <w:rsid w:val="006B48DD"/>
    <w:rsid w:val="006B4A63"/>
    <w:rsid w:val="006B4C13"/>
    <w:rsid w:val="006B4FE6"/>
    <w:rsid w:val="006B5260"/>
    <w:rsid w:val="006B6494"/>
    <w:rsid w:val="006B6B29"/>
    <w:rsid w:val="006B7228"/>
    <w:rsid w:val="006B750F"/>
    <w:rsid w:val="006B754C"/>
    <w:rsid w:val="006B7CC0"/>
    <w:rsid w:val="006C039D"/>
    <w:rsid w:val="006C0602"/>
    <w:rsid w:val="006C082D"/>
    <w:rsid w:val="006C0CE5"/>
    <w:rsid w:val="006C1011"/>
    <w:rsid w:val="006C1146"/>
    <w:rsid w:val="006C14BF"/>
    <w:rsid w:val="006C1562"/>
    <w:rsid w:val="006C1FC8"/>
    <w:rsid w:val="006C24AB"/>
    <w:rsid w:val="006C2CB3"/>
    <w:rsid w:val="006C2CD9"/>
    <w:rsid w:val="006C31AD"/>
    <w:rsid w:val="006C3711"/>
    <w:rsid w:val="006C3914"/>
    <w:rsid w:val="006C3C8B"/>
    <w:rsid w:val="006C45EA"/>
    <w:rsid w:val="006C5828"/>
    <w:rsid w:val="006C58DA"/>
    <w:rsid w:val="006C648E"/>
    <w:rsid w:val="006C67E5"/>
    <w:rsid w:val="006C750C"/>
    <w:rsid w:val="006C7EE0"/>
    <w:rsid w:val="006D09C0"/>
    <w:rsid w:val="006D1412"/>
    <w:rsid w:val="006D15EF"/>
    <w:rsid w:val="006D1B5F"/>
    <w:rsid w:val="006D1BB8"/>
    <w:rsid w:val="006D1D61"/>
    <w:rsid w:val="006D1D90"/>
    <w:rsid w:val="006D1EF2"/>
    <w:rsid w:val="006D2366"/>
    <w:rsid w:val="006D30DA"/>
    <w:rsid w:val="006D3D16"/>
    <w:rsid w:val="006D3D58"/>
    <w:rsid w:val="006D3D7D"/>
    <w:rsid w:val="006D4235"/>
    <w:rsid w:val="006D4594"/>
    <w:rsid w:val="006D4DCD"/>
    <w:rsid w:val="006D5149"/>
    <w:rsid w:val="006D5D76"/>
    <w:rsid w:val="006D6561"/>
    <w:rsid w:val="006D6778"/>
    <w:rsid w:val="006D76F0"/>
    <w:rsid w:val="006D788A"/>
    <w:rsid w:val="006E01F5"/>
    <w:rsid w:val="006E0632"/>
    <w:rsid w:val="006E0E3F"/>
    <w:rsid w:val="006E0E7F"/>
    <w:rsid w:val="006E0FDC"/>
    <w:rsid w:val="006E139B"/>
    <w:rsid w:val="006E14FE"/>
    <w:rsid w:val="006E16E0"/>
    <w:rsid w:val="006E1797"/>
    <w:rsid w:val="006E1BCE"/>
    <w:rsid w:val="006E1C3A"/>
    <w:rsid w:val="006E26C6"/>
    <w:rsid w:val="006E271D"/>
    <w:rsid w:val="006E2C0D"/>
    <w:rsid w:val="006E2CC2"/>
    <w:rsid w:val="006E309E"/>
    <w:rsid w:val="006E36D5"/>
    <w:rsid w:val="006E3BE2"/>
    <w:rsid w:val="006E44A5"/>
    <w:rsid w:val="006E491C"/>
    <w:rsid w:val="006E4AD2"/>
    <w:rsid w:val="006E5698"/>
    <w:rsid w:val="006E576F"/>
    <w:rsid w:val="006E57B7"/>
    <w:rsid w:val="006E5859"/>
    <w:rsid w:val="006E5BAF"/>
    <w:rsid w:val="006E5C2C"/>
    <w:rsid w:val="006E6782"/>
    <w:rsid w:val="006E6EDE"/>
    <w:rsid w:val="006E76C9"/>
    <w:rsid w:val="006F0C8E"/>
    <w:rsid w:val="006F0CB6"/>
    <w:rsid w:val="006F0CB7"/>
    <w:rsid w:val="006F1340"/>
    <w:rsid w:val="006F13F5"/>
    <w:rsid w:val="006F1809"/>
    <w:rsid w:val="006F220F"/>
    <w:rsid w:val="006F29FB"/>
    <w:rsid w:val="006F2E43"/>
    <w:rsid w:val="006F3128"/>
    <w:rsid w:val="006F35A6"/>
    <w:rsid w:val="006F3B6B"/>
    <w:rsid w:val="006F3F57"/>
    <w:rsid w:val="006F3F7B"/>
    <w:rsid w:val="006F408B"/>
    <w:rsid w:val="006F4ADF"/>
    <w:rsid w:val="006F4BFC"/>
    <w:rsid w:val="006F4FC1"/>
    <w:rsid w:val="006F51D3"/>
    <w:rsid w:val="006F5C80"/>
    <w:rsid w:val="006F5DB3"/>
    <w:rsid w:val="006F6C0F"/>
    <w:rsid w:val="006F7B0B"/>
    <w:rsid w:val="00700AAD"/>
    <w:rsid w:val="007010A9"/>
    <w:rsid w:val="007010D4"/>
    <w:rsid w:val="00701627"/>
    <w:rsid w:val="00701830"/>
    <w:rsid w:val="007018FC"/>
    <w:rsid w:val="00701935"/>
    <w:rsid w:val="007019B1"/>
    <w:rsid w:val="007038F3"/>
    <w:rsid w:val="00703920"/>
    <w:rsid w:val="00703AB6"/>
    <w:rsid w:val="00703B5E"/>
    <w:rsid w:val="00703F67"/>
    <w:rsid w:val="0070498C"/>
    <w:rsid w:val="0070504F"/>
    <w:rsid w:val="007066C7"/>
    <w:rsid w:val="00706D99"/>
    <w:rsid w:val="0070739F"/>
    <w:rsid w:val="00710286"/>
    <w:rsid w:val="00710C7D"/>
    <w:rsid w:val="00710FCE"/>
    <w:rsid w:val="00711081"/>
    <w:rsid w:val="00711856"/>
    <w:rsid w:val="007119E8"/>
    <w:rsid w:val="00711BCF"/>
    <w:rsid w:val="0071212C"/>
    <w:rsid w:val="0071256B"/>
    <w:rsid w:val="00712F57"/>
    <w:rsid w:val="007130E4"/>
    <w:rsid w:val="0071311D"/>
    <w:rsid w:val="0071313A"/>
    <w:rsid w:val="007136F2"/>
    <w:rsid w:val="00713D94"/>
    <w:rsid w:val="00714047"/>
    <w:rsid w:val="00714C86"/>
    <w:rsid w:val="00714E55"/>
    <w:rsid w:val="00715191"/>
    <w:rsid w:val="007158B0"/>
    <w:rsid w:val="00715947"/>
    <w:rsid w:val="00715B5E"/>
    <w:rsid w:val="00715FAA"/>
    <w:rsid w:val="00716306"/>
    <w:rsid w:val="00716C12"/>
    <w:rsid w:val="00716D82"/>
    <w:rsid w:val="00716EF3"/>
    <w:rsid w:val="0071709C"/>
    <w:rsid w:val="00717D23"/>
    <w:rsid w:val="00717D75"/>
    <w:rsid w:val="00720FB5"/>
    <w:rsid w:val="00721149"/>
    <w:rsid w:val="007214CC"/>
    <w:rsid w:val="00721768"/>
    <w:rsid w:val="00722638"/>
    <w:rsid w:val="0072283A"/>
    <w:rsid w:val="007228EC"/>
    <w:rsid w:val="00722AB1"/>
    <w:rsid w:val="00722F5F"/>
    <w:rsid w:val="0072308A"/>
    <w:rsid w:val="007232AE"/>
    <w:rsid w:val="007239AF"/>
    <w:rsid w:val="00723D1D"/>
    <w:rsid w:val="00723DEE"/>
    <w:rsid w:val="007246DC"/>
    <w:rsid w:val="00724860"/>
    <w:rsid w:val="00724FF5"/>
    <w:rsid w:val="00726343"/>
    <w:rsid w:val="007269DC"/>
    <w:rsid w:val="00726A71"/>
    <w:rsid w:val="00726F56"/>
    <w:rsid w:val="0072727E"/>
    <w:rsid w:val="00727BEB"/>
    <w:rsid w:val="00727C1D"/>
    <w:rsid w:val="00727EB9"/>
    <w:rsid w:val="007306FE"/>
    <w:rsid w:val="0073088D"/>
    <w:rsid w:val="00730AB2"/>
    <w:rsid w:val="007315D5"/>
    <w:rsid w:val="0073187F"/>
    <w:rsid w:val="00731BBC"/>
    <w:rsid w:val="0073207D"/>
    <w:rsid w:val="00732525"/>
    <w:rsid w:val="0073283F"/>
    <w:rsid w:val="00732DB2"/>
    <w:rsid w:val="00732EF9"/>
    <w:rsid w:val="00732FE2"/>
    <w:rsid w:val="0073312E"/>
    <w:rsid w:val="0073325A"/>
    <w:rsid w:val="00733901"/>
    <w:rsid w:val="00733D6E"/>
    <w:rsid w:val="00733F2C"/>
    <w:rsid w:val="00734422"/>
    <w:rsid w:val="00734E20"/>
    <w:rsid w:val="007352EF"/>
    <w:rsid w:val="00735568"/>
    <w:rsid w:val="007360A8"/>
    <w:rsid w:val="007362C6"/>
    <w:rsid w:val="007362FC"/>
    <w:rsid w:val="00736729"/>
    <w:rsid w:val="007369C3"/>
    <w:rsid w:val="00736A21"/>
    <w:rsid w:val="00737040"/>
    <w:rsid w:val="007370DD"/>
    <w:rsid w:val="00737A1F"/>
    <w:rsid w:val="00737AD3"/>
    <w:rsid w:val="00737DE3"/>
    <w:rsid w:val="00737EE4"/>
    <w:rsid w:val="0074052E"/>
    <w:rsid w:val="00740DFF"/>
    <w:rsid w:val="00741FDE"/>
    <w:rsid w:val="0074273A"/>
    <w:rsid w:val="00743128"/>
    <w:rsid w:val="00743784"/>
    <w:rsid w:val="007437AD"/>
    <w:rsid w:val="0074402E"/>
    <w:rsid w:val="0074449A"/>
    <w:rsid w:val="0074465D"/>
    <w:rsid w:val="00745846"/>
    <w:rsid w:val="00745995"/>
    <w:rsid w:val="00745AE5"/>
    <w:rsid w:val="00745AFF"/>
    <w:rsid w:val="00746B6B"/>
    <w:rsid w:val="007472D1"/>
    <w:rsid w:val="007473E3"/>
    <w:rsid w:val="00747C4A"/>
    <w:rsid w:val="00747ECB"/>
    <w:rsid w:val="00750389"/>
    <w:rsid w:val="00750398"/>
    <w:rsid w:val="007505F9"/>
    <w:rsid w:val="00750A6A"/>
    <w:rsid w:val="00751243"/>
    <w:rsid w:val="0075151A"/>
    <w:rsid w:val="007516FA"/>
    <w:rsid w:val="0075269F"/>
    <w:rsid w:val="00752974"/>
    <w:rsid w:val="00752C65"/>
    <w:rsid w:val="00753935"/>
    <w:rsid w:val="00753EB0"/>
    <w:rsid w:val="00754551"/>
    <w:rsid w:val="007547E8"/>
    <w:rsid w:val="007547FA"/>
    <w:rsid w:val="00754AA7"/>
    <w:rsid w:val="00754D9B"/>
    <w:rsid w:val="00754EC9"/>
    <w:rsid w:val="00754F65"/>
    <w:rsid w:val="00755770"/>
    <w:rsid w:val="00755F54"/>
    <w:rsid w:val="00755F7F"/>
    <w:rsid w:val="00756108"/>
    <w:rsid w:val="007565F4"/>
    <w:rsid w:val="007568EE"/>
    <w:rsid w:val="007576A9"/>
    <w:rsid w:val="007578C8"/>
    <w:rsid w:val="00757B2E"/>
    <w:rsid w:val="00757FB2"/>
    <w:rsid w:val="00757FEB"/>
    <w:rsid w:val="00760C3D"/>
    <w:rsid w:val="00760D4C"/>
    <w:rsid w:val="00761548"/>
    <w:rsid w:val="00761D29"/>
    <w:rsid w:val="00762AA6"/>
    <w:rsid w:val="00762AA8"/>
    <w:rsid w:val="00762E49"/>
    <w:rsid w:val="00762EB3"/>
    <w:rsid w:val="00763DBA"/>
    <w:rsid w:val="00764665"/>
    <w:rsid w:val="0076485F"/>
    <w:rsid w:val="00764D6C"/>
    <w:rsid w:val="00765104"/>
    <w:rsid w:val="007655B7"/>
    <w:rsid w:val="00766857"/>
    <w:rsid w:val="0076750E"/>
    <w:rsid w:val="007678F9"/>
    <w:rsid w:val="00767BF4"/>
    <w:rsid w:val="00767CB7"/>
    <w:rsid w:val="007700AA"/>
    <w:rsid w:val="00770684"/>
    <w:rsid w:val="00771049"/>
    <w:rsid w:val="007713EC"/>
    <w:rsid w:val="007715B5"/>
    <w:rsid w:val="00771810"/>
    <w:rsid w:val="00771CAC"/>
    <w:rsid w:val="00772878"/>
    <w:rsid w:val="00772E00"/>
    <w:rsid w:val="00772E67"/>
    <w:rsid w:val="00773A51"/>
    <w:rsid w:val="00773F0B"/>
    <w:rsid w:val="00774884"/>
    <w:rsid w:val="00774ACE"/>
    <w:rsid w:val="00774D1B"/>
    <w:rsid w:val="00774E7B"/>
    <w:rsid w:val="00775F45"/>
    <w:rsid w:val="00776403"/>
    <w:rsid w:val="00776AC0"/>
    <w:rsid w:val="00776E60"/>
    <w:rsid w:val="00777350"/>
    <w:rsid w:val="007775B1"/>
    <w:rsid w:val="0077778F"/>
    <w:rsid w:val="00777849"/>
    <w:rsid w:val="007778F1"/>
    <w:rsid w:val="00777C57"/>
    <w:rsid w:val="00777D29"/>
    <w:rsid w:val="00780615"/>
    <w:rsid w:val="007808C4"/>
    <w:rsid w:val="007812C6"/>
    <w:rsid w:val="00781725"/>
    <w:rsid w:val="00781740"/>
    <w:rsid w:val="00781DA8"/>
    <w:rsid w:val="0078255B"/>
    <w:rsid w:val="00782C10"/>
    <w:rsid w:val="00782F84"/>
    <w:rsid w:val="007835FF"/>
    <w:rsid w:val="00783930"/>
    <w:rsid w:val="00783A9D"/>
    <w:rsid w:val="00784080"/>
    <w:rsid w:val="00784900"/>
    <w:rsid w:val="00784EEE"/>
    <w:rsid w:val="00784FA3"/>
    <w:rsid w:val="00785E90"/>
    <w:rsid w:val="0078647D"/>
    <w:rsid w:val="007865CD"/>
    <w:rsid w:val="00786F87"/>
    <w:rsid w:val="0078747E"/>
    <w:rsid w:val="007874CA"/>
    <w:rsid w:val="00787AA1"/>
    <w:rsid w:val="00790D0C"/>
    <w:rsid w:val="007913E0"/>
    <w:rsid w:val="00791BDE"/>
    <w:rsid w:val="00791DCA"/>
    <w:rsid w:val="00792067"/>
    <w:rsid w:val="00792334"/>
    <w:rsid w:val="0079296E"/>
    <w:rsid w:val="00792EDF"/>
    <w:rsid w:val="00793233"/>
    <w:rsid w:val="00793425"/>
    <w:rsid w:val="0079352E"/>
    <w:rsid w:val="007937A7"/>
    <w:rsid w:val="0079382A"/>
    <w:rsid w:val="00793882"/>
    <w:rsid w:val="00793FE3"/>
    <w:rsid w:val="007946B6"/>
    <w:rsid w:val="007948C2"/>
    <w:rsid w:val="00794947"/>
    <w:rsid w:val="00794C85"/>
    <w:rsid w:val="00795183"/>
    <w:rsid w:val="007951E5"/>
    <w:rsid w:val="00795928"/>
    <w:rsid w:val="00795B88"/>
    <w:rsid w:val="00795E7B"/>
    <w:rsid w:val="00796052"/>
    <w:rsid w:val="0079632E"/>
    <w:rsid w:val="007968C4"/>
    <w:rsid w:val="00796B7A"/>
    <w:rsid w:val="007971AA"/>
    <w:rsid w:val="00797885"/>
    <w:rsid w:val="00797960"/>
    <w:rsid w:val="007A0706"/>
    <w:rsid w:val="007A0BF4"/>
    <w:rsid w:val="007A0CE1"/>
    <w:rsid w:val="007A1959"/>
    <w:rsid w:val="007A1B26"/>
    <w:rsid w:val="007A2550"/>
    <w:rsid w:val="007A2645"/>
    <w:rsid w:val="007A299F"/>
    <w:rsid w:val="007A31EB"/>
    <w:rsid w:val="007A3C05"/>
    <w:rsid w:val="007A438C"/>
    <w:rsid w:val="007A4B8C"/>
    <w:rsid w:val="007A53F7"/>
    <w:rsid w:val="007A5A0F"/>
    <w:rsid w:val="007A5D85"/>
    <w:rsid w:val="007A632E"/>
    <w:rsid w:val="007A6B7F"/>
    <w:rsid w:val="007A6D2F"/>
    <w:rsid w:val="007A7285"/>
    <w:rsid w:val="007A774E"/>
    <w:rsid w:val="007A7C23"/>
    <w:rsid w:val="007A7C7F"/>
    <w:rsid w:val="007A7DEB"/>
    <w:rsid w:val="007A7ECA"/>
    <w:rsid w:val="007B05C5"/>
    <w:rsid w:val="007B0C93"/>
    <w:rsid w:val="007B2048"/>
    <w:rsid w:val="007B2C03"/>
    <w:rsid w:val="007B2C52"/>
    <w:rsid w:val="007B3124"/>
    <w:rsid w:val="007B33AA"/>
    <w:rsid w:val="007B35C6"/>
    <w:rsid w:val="007B3BB0"/>
    <w:rsid w:val="007B40FE"/>
    <w:rsid w:val="007B41D1"/>
    <w:rsid w:val="007B4418"/>
    <w:rsid w:val="007B44AF"/>
    <w:rsid w:val="007B4886"/>
    <w:rsid w:val="007B5518"/>
    <w:rsid w:val="007B5BCA"/>
    <w:rsid w:val="007B660A"/>
    <w:rsid w:val="007B69FC"/>
    <w:rsid w:val="007B7197"/>
    <w:rsid w:val="007B7851"/>
    <w:rsid w:val="007B7900"/>
    <w:rsid w:val="007B7B04"/>
    <w:rsid w:val="007C021F"/>
    <w:rsid w:val="007C0333"/>
    <w:rsid w:val="007C053A"/>
    <w:rsid w:val="007C126C"/>
    <w:rsid w:val="007C12BB"/>
    <w:rsid w:val="007C1809"/>
    <w:rsid w:val="007C1E47"/>
    <w:rsid w:val="007C1F2F"/>
    <w:rsid w:val="007C22D6"/>
    <w:rsid w:val="007C259D"/>
    <w:rsid w:val="007C4A07"/>
    <w:rsid w:val="007C4D84"/>
    <w:rsid w:val="007C4DFC"/>
    <w:rsid w:val="007C5018"/>
    <w:rsid w:val="007C50E3"/>
    <w:rsid w:val="007C517A"/>
    <w:rsid w:val="007C5314"/>
    <w:rsid w:val="007C5461"/>
    <w:rsid w:val="007C5737"/>
    <w:rsid w:val="007C5740"/>
    <w:rsid w:val="007C5C32"/>
    <w:rsid w:val="007C65B7"/>
    <w:rsid w:val="007C7059"/>
    <w:rsid w:val="007C757B"/>
    <w:rsid w:val="007D0854"/>
    <w:rsid w:val="007D148A"/>
    <w:rsid w:val="007D24E1"/>
    <w:rsid w:val="007D25F1"/>
    <w:rsid w:val="007D2787"/>
    <w:rsid w:val="007D27B2"/>
    <w:rsid w:val="007D2A94"/>
    <w:rsid w:val="007D2C19"/>
    <w:rsid w:val="007D3404"/>
    <w:rsid w:val="007D3C28"/>
    <w:rsid w:val="007D3F00"/>
    <w:rsid w:val="007D42F5"/>
    <w:rsid w:val="007D4A41"/>
    <w:rsid w:val="007D4D69"/>
    <w:rsid w:val="007D4D8E"/>
    <w:rsid w:val="007D4DBA"/>
    <w:rsid w:val="007D5222"/>
    <w:rsid w:val="007D59F7"/>
    <w:rsid w:val="007D5D73"/>
    <w:rsid w:val="007D604D"/>
    <w:rsid w:val="007D6407"/>
    <w:rsid w:val="007D65DB"/>
    <w:rsid w:val="007D6647"/>
    <w:rsid w:val="007D6975"/>
    <w:rsid w:val="007D7098"/>
    <w:rsid w:val="007D738E"/>
    <w:rsid w:val="007D7B61"/>
    <w:rsid w:val="007E069F"/>
    <w:rsid w:val="007E08EC"/>
    <w:rsid w:val="007E0CF5"/>
    <w:rsid w:val="007E1271"/>
    <w:rsid w:val="007E17A9"/>
    <w:rsid w:val="007E1AC2"/>
    <w:rsid w:val="007E35D6"/>
    <w:rsid w:val="007E368D"/>
    <w:rsid w:val="007E38C0"/>
    <w:rsid w:val="007E3CCC"/>
    <w:rsid w:val="007E4A04"/>
    <w:rsid w:val="007E4B7B"/>
    <w:rsid w:val="007E4D67"/>
    <w:rsid w:val="007E5081"/>
    <w:rsid w:val="007E5AEA"/>
    <w:rsid w:val="007E5C3D"/>
    <w:rsid w:val="007E5E9F"/>
    <w:rsid w:val="007E6A9F"/>
    <w:rsid w:val="007E6CAB"/>
    <w:rsid w:val="007E776D"/>
    <w:rsid w:val="007E77A7"/>
    <w:rsid w:val="007E7AE2"/>
    <w:rsid w:val="007E7B0B"/>
    <w:rsid w:val="007F00D6"/>
    <w:rsid w:val="007F010A"/>
    <w:rsid w:val="007F04ED"/>
    <w:rsid w:val="007F094D"/>
    <w:rsid w:val="007F1183"/>
    <w:rsid w:val="007F120F"/>
    <w:rsid w:val="007F145A"/>
    <w:rsid w:val="007F152A"/>
    <w:rsid w:val="007F1549"/>
    <w:rsid w:val="007F163F"/>
    <w:rsid w:val="007F16D6"/>
    <w:rsid w:val="007F1BE4"/>
    <w:rsid w:val="007F2550"/>
    <w:rsid w:val="007F2563"/>
    <w:rsid w:val="007F3698"/>
    <w:rsid w:val="007F38DC"/>
    <w:rsid w:val="007F3BE6"/>
    <w:rsid w:val="007F3E2C"/>
    <w:rsid w:val="007F442C"/>
    <w:rsid w:val="007F4A15"/>
    <w:rsid w:val="007F4D0C"/>
    <w:rsid w:val="007F51DA"/>
    <w:rsid w:val="007F5538"/>
    <w:rsid w:val="007F5807"/>
    <w:rsid w:val="007F5967"/>
    <w:rsid w:val="007F5DE4"/>
    <w:rsid w:val="007F5FEE"/>
    <w:rsid w:val="007F6106"/>
    <w:rsid w:val="007F6121"/>
    <w:rsid w:val="007F695A"/>
    <w:rsid w:val="007F6E50"/>
    <w:rsid w:val="007F7090"/>
    <w:rsid w:val="007F71E5"/>
    <w:rsid w:val="007F7720"/>
    <w:rsid w:val="007F773F"/>
    <w:rsid w:val="007F77A3"/>
    <w:rsid w:val="008003CA"/>
    <w:rsid w:val="008004D0"/>
    <w:rsid w:val="0080071B"/>
    <w:rsid w:val="00800887"/>
    <w:rsid w:val="00800DA2"/>
    <w:rsid w:val="008013AF"/>
    <w:rsid w:val="00802197"/>
    <w:rsid w:val="00802EB6"/>
    <w:rsid w:val="0080342C"/>
    <w:rsid w:val="0080366F"/>
    <w:rsid w:val="00803A26"/>
    <w:rsid w:val="00803C17"/>
    <w:rsid w:val="00803F1B"/>
    <w:rsid w:val="0080482F"/>
    <w:rsid w:val="00804DB9"/>
    <w:rsid w:val="00804DD3"/>
    <w:rsid w:val="00805227"/>
    <w:rsid w:val="0080549A"/>
    <w:rsid w:val="008057F5"/>
    <w:rsid w:val="0080584E"/>
    <w:rsid w:val="00805A98"/>
    <w:rsid w:val="008068D6"/>
    <w:rsid w:val="00806E3D"/>
    <w:rsid w:val="00806F24"/>
    <w:rsid w:val="008070E6"/>
    <w:rsid w:val="008073D8"/>
    <w:rsid w:val="0080761F"/>
    <w:rsid w:val="00807626"/>
    <w:rsid w:val="00807A14"/>
    <w:rsid w:val="008100F8"/>
    <w:rsid w:val="008107AB"/>
    <w:rsid w:val="008109F8"/>
    <w:rsid w:val="0081103E"/>
    <w:rsid w:val="0081215A"/>
    <w:rsid w:val="008126BD"/>
    <w:rsid w:val="0081275E"/>
    <w:rsid w:val="00812D15"/>
    <w:rsid w:val="0081389B"/>
    <w:rsid w:val="0081447D"/>
    <w:rsid w:val="00814A7B"/>
    <w:rsid w:val="00814E4F"/>
    <w:rsid w:val="0081690F"/>
    <w:rsid w:val="00816D0B"/>
    <w:rsid w:val="00817233"/>
    <w:rsid w:val="00817300"/>
    <w:rsid w:val="00817649"/>
    <w:rsid w:val="008178BA"/>
    <w:rsid w:val="00817E13"/>
    <w:rsid w:val="00820508"/>
    <w:rsid w:val="00821AD7"/>
    <w:rsid w:val="00821E7E"/>
    <w:rsid w:val="00822151"/>
    <w:rsid w:val="008225FB"/>
    <w:rsid w:val="008236AE"/>
    <w:rsid w:val="00823C62"/>
    <w:rsid w:val="00823FDC"/>
    <w:rsid w:val="008240AC"/>
    <w:rsid w:val="008248D4"/>
    <w:rsid w:val="00825071"/>
    <w:rsid w:val="00825C80"/>
    <w:rsid w:val="0082612D"/>
    <w:rsid w:val="00826558"/>
    <w:rsid w:val="008265C6"/>
    <w:rsid w:val="0082677A"/>
    <w:rsid w:val="008269CC"/>
    <w:rsid w:val="00826D3C"/>
    <w:rsid w:val="00826ED0"/>
    <w:rsid w:val="0082714F"/>
    <w:rsid w:val="008305CD"/>
    <w:rsid w:val="00830A35"/>
    <w:rsid w:val="00830D9C"/>
    <w:rsid w:val="00830EEF"/>
    <w:rsid w:val="00831422"/>
    <w:rsid w:val="008314A9"/>
    <w:rsid w:val="0083156C"/>
    <w:rsid w:val="00831585"/>
    <w:rsid w:val="00831A30"/>
    <w:rsid w:val="0083240B"/>
    <w:rsid w:val="008324E9"/>
    <w:rsid w:val="008327D8"/>
    <w:rsid w:val="00833091"/>
    <w:rsid w:val="00834086"/>
    <w:rsid w:val="00834691"/>
    <w:rsid w:val="00834EF8"/>
    <w:rsid w:val="0083550D"/>
    <w:rsid w:val="00835655"/>
    <w:rsid w:val="00835974"/>
    <w:rsid w:val="00835D69"/>
    <w:rsid w:val="008366DE"/>
    <w:rsid w:val="00836B05"/>
    <w:rsid w:val="00836B71"/>
    <w:rsid w:val="00837E90"/>
    <w:rsid w:val="008406E4"/>
    <w:rsid w:val="00840899"/>
    <w:rsid w:val="008411CE"/>
    <w:rsid w:val="008416C2"/>
    <w:rsid w:val="00841850"/>
    <w:rsid w:val="00841AFB"/>
    <w:rsid w:val="00841E49"/>
    <w:rsid w:val="008430F6"/>
    <w:rsid w:val="0084323A"/>
    <w:rsid w:val="008435CE"/>
    <w:rsid w:val="0084376A"/>
    <w:rsid w:val="00843858"/>
    <w:rsid w:val="00844031"/>
    <w:rsid w:val="00844756"/>
    <w:rsid w:val="00844763"/>
    <w:rsid w:val="0084476A"/>
    <w:rsid w:val="008447C5"/>
    <w:rsid w:val="008449CA"/>
    <w:rsid w:val="008457AE"/>
    <w:rsid w:val="00845BED"/>
    <w:rsid w:val="0084723A"/>
    <w:rsid w:val="0084729B"/>
    <w:rsid w:val="00847D95"/>
    <w:rsid w:val="008500AB"/>
    <w:rsid w:val="00850352"/>
    <w:rsid w:val="00851B9C"/>
    <w:rsid w:val="00851E10"/>
    <w:rsid w:val="00851E89"/>
    <w:rsid w:val="00852015"/>
    <w:rsid w:val="00852310"/>
    <w:rsid w:val="008528BB"/>
    <w:rsid w:val="008529D4"/>
    <w:rsid w:val="00852BE7"/>
    <w:rsid w:val="00852DF7"/>
    <w:rsid w:val="00852EDB"/>
    <w:rsid w:val="00852FC3"/>
    <w:rsid w:val="00853734"/>
    <w:rsid w:val="008537E3"/>
    <w:rsid w:val="00853A9E"/>
    <w:rsid w:val="00853E0E"/>
    <w:rsid w:val="00854815"/>
    <w:rsid w:val="00854BEE"/>
    <w:rsid w:val="00854F5E"/>
    <w:rsid w:val="0085545D"/>
    <w:rsid w:val="0085607A"/>
    <w:rsid w:val="00856099"/>
    <w:rsid w:val="008562D0"/>
    <w:rsid w:val="008564CE"/>
    <w:rsid w:val="00856770"/>
    <w:rsid w:val="00856E58"/>
    <w:rsid w:val="00856E6F"/>
    <w:rsid w:val="00857094"/>
    <w:rsid w:val="00857847"/>
    <w:rsid w:val="00857E2D"/>
    <w:rsid w:val="00860267"/>
    <w:rsid w:val="00861171"/>
    <w:rsid w:val="00861192"/>
    <w:rsid w:val="0086119B"/>
    <w:rsid w:val="0086194D"/>
    <w:rsid w:val="00862124"/>
    <w:rsid w:val="008622C1"/>
    <w:rsid w:val="00862BA7"/>
    <w:rsid w:val="00863833"/>
    <w:rsid w:val="00863F0A"/>
    <w:rsid w:val="00864573"/>
    <w:rsid w:val="00865B86"/>
    <w:rsid w:val="00865C6B"/>
    <w:rsid w:val="0086748D"/>
    <w:rsid w:val="00867F68"/>
    <w:rsid w:val="00870030"/>
    <w:rsid w:val="00870DDA"/>
    <w:rsid w:val="008710CF"/>
    <w:rsid w:val="0087154C"/>
    <w:rsid w:val="008715A3"/>
    <w:rsid w:val="00871D99"/>
    <w:rsid w:val="00871F98"/>
    <w:rsid w:val="0087225E"/>
    <w:rsid w:val="00872E17"/>
    <w:rsid w:val="00872F77"/>
    <w:rsid w:val="0087326D"/>
    <w:rsid w:val="008739B0"/>
    <w:rsid w:val="00873A79"/>
    <w:rsid w:val="00873C40"/>
    <w:rsid w:val="0087419C"/>
    <w:rsid w:val="00874419"/>
    <w:rsid w:val="0087459C"/>
    <w:rsid w:val="008746A8"/>
    <w:rsid w:val="0087533F"/>
    <w:rsid w:val="008757C3"/>
    <w:rsid w:val="00875EC4"/>
    <w:rsid w:val="0087632D"/>
    <w:rsid w:val="0087653D"/>
    <w:rsid w:val="0087729E"/>
    <w:rsid w:val="00877816"/>
    <w:rsid w:val="00880779"/>
    <w:rsid w:val="008809DC"/>
    <w:rsid w:val="0088153D"/>
    <w:rsid w:val="008815FE"/>
    <w:rsid w:val="00881A25"/>
    <w:rsid w:val="00881F55"/>
    <w:rsid w:val="00882011"/>
    <w:rsid w:val="008821BD"/>
    <w:rsid w:val="008825BB"/>
    <w:rsid w:val="008827E3"/>
    <w:rsid w:val="00882BFE"/>
    <w:rsid w:val="00883D74"/>
    <w:rsid w:val="008842D5"/>
    <w:rsid w:val="008843E8"/>
    <w:rsid w:val="008845DA"/>
    <w:rsid w:val="008847FB"/>
    <w:rsid w:val="00885042"/>
    <w:rsid w:val="00885299"/>
    <w:rsid w:val="008853DC"/>
    <w:rsid w:val="008859E0"/>
    <w:rsid w:val="00885EE9"/>
    <w:rsid w:val="00886474"/>
    <w:rsid w:val="00886530"/>
    <w:rsid w:val="0088695A"/>
    <w:rsid w:val="00887355"/>
    <w:rsid w:val="00887D4D"/>
    <w:rsid w:val="00887E3D"/>
    <w:rsid w:val="00890089"/>
    <w:rsid w:val="008905A1"/>
    <w:rsid w:val="008906D0"/>
    <w:rsid w:val="00890F04"/>
    <w:rsid w:val="008910C9"/>
    <w:rsid w:val="008914F1"/>
    <w:rsid w:val="008918CB"/>
    <w:rsid w:val="00892220"/>
    <w:rsid w:val="00892530"/>
    <w:rsid w:val="00892579"/>
    <w:rsid w:val="008926FC"/>
    <w:rsid w:val="008929CE"/>
    <w:rsid w:val="00892A9D"/>
    <w:rsid w:val="008930FA"/>
    <w:rsid w:val="0089329F"/>
    <w:rsid w:val="00893C79"/>
    <w:rsid w:val="00893E3F"/>
    <w:rsid w:val="00894326"/>
    <w:rsid w:val="008943FD"/>
    <w:rsid w:val="008948F1"/>
    <w:rsid w:val="008948F8"/>
    <w:rsid w:val="00894CA7"/>
    <w:rsid w:val="008950A7"/>
    <w:rsid w:val="00895D29"/>
    <w:rsid w:val="008961B6"/>
    <w:rsid w:val="008967B4"/>
    <w:rsid w:val="00896C70"/>
    <w:rsid w:val="00896F8B"/>
    <w:rsid w:val="008A05A2"/>
    <w:rsid w:val="008A05C7"/>
    <w:rsid w:val="008A0EBF"/>
    <w:rsid w:val="008A1DA8"/>
    <w:rsid w:val="008A2543"/>
    <w:rsid w:val="008A2700"/>
    <w:rsid w:val="008A2A94"/>
    <w:rsid w:val="008A371E"/>
    <w:rsid w:val="008A38EF"/>
    <w:rsid w:val="008A526F"/>
    <w:rsid w:val="008A56DB"/>
    <w:rsid w:val="008A5837"/>
    <w:rsid w:val="008A5CD1"/>
    <w:rsid w:val="008A616A"/>
    <w:rsid w:val="008A6322"/>
    <w:rsid w:val="008A649D"/>
    <w:rsid w:val="008A6620"/>
    <w:rsid w:val="008A6FC0"/>
    <w:rsid w:val="008A7064"/>
    <w:rsid w:val="008A7B70"/>
    <w:rsid w:val="008A7D99"/>
    <w:rsid w:val="008B0206"/>
    <w:rsid w:val="008B0979"/>
    <w:rsid w:val="008B0AE0"/>
    <w:rsid w:val="008B18EB"/>
    <w:rsid w:val="008B1A2D"/>
    <w:rsid w:val="008B1C87"/>
    <w:rsid w:val="008B2000"/>
    <w:rsid w:val="008B2131"/>
    <w:rsid w:val="008B21FF"/>
    <w:rsid w:val="008B223D"/>
    <w:rsid w:val="008B336B"/>
    <w:rsid w:val="008B37FF"/>
    <w:rsid w:val="008B4241"/>
    <w:rsid w:val="008B4687"/>
    <w:rsid w:val="008B46CC"/>
    <w:rsid w:val="008B5031"/>
    <w:rsid w:val="008B506C"/>
    <w:rsid w:val="008B5305"/>
    <w:rsid w:val="008B60EC"/>
    <w:rsid w:val="008B6375"/>
    <w:rsid w:val="008B64EC"/>
    <w:rsid w:val="008B70BC"/>
    <w:rsid w:val="008B73B8"/>
    <w:rsid w:val="008B74DF"/>
    <w:rsid w:val="008B789F"/>
    <w:rsid w:val="008B7AAC"/>
    <w:rsid w:val="008B7C43"/>
    <w:rsid w:val="008B7C71"/>
    <w:rsid w:val="008B7E15"/>
    <w:rsid w:val="008C0020"/>
    <w:rsid w:val="008C02B2"/>
    <w:rsid w:val="008C031A"/>
    <w:rsid w:val="008C0669"/>
    <w:rsid w:val="008C06A4"/>
    <w:rsid w:val="008C1195"/>
    <w:rsid w:val="008C1D12"/>
    <w:rsid w:val="008C24E2"/>
    <w:rsid w:val="008C2E12"/>
    <w:rsid w:val="008C2FA4"/>
    <w:rsid w:val="008C31AD"/>
    <w:rsid w:val="008C37DD"/>
    <w:rsid w:val="008C4C4A"/>
    <w:rsid w:val="008C559D"/>
    <w:rsid w:val="008C5AAE"/>
    <w:rsid w:val="008C6010"/>
    <w:rsid w:val="008C61F9"/>
    <w:rsid w:val="008C62E2"/>
    <w:rsid w:val="008C66F8"/>
    <w:rsid w:val="008C67E7"/>
    <w:rsid w:val="008C6806"/>
    <w:rsid w:val="008C6B8B"/>
    <w:rsid w:val="008C7698"/>
    <w:rsid w:val="008C7901"/>
    <w:rsid w:val="008C7E19"/>
    <w:rsid w:val="008D11B9"/>
    <w:rsid w:val="008D1596"/>
    <w:rsid w:val="008D1830"/>
    <w:rsid w:val="008D1CA7"/>
    <w:rsid w:val="008D1DB4"/>
    <w:rsid w:val="008D1EFA"/>
    <w:rsid w:val="008D20D7"/>
    <w:rsid w:val="008D2104"/>
    <w:rsid w:val="008D2476"/>
    <w:rsid w:val="008D264F"/>
    <w:rsid w:val="008D27AF"/>
    <w:rsid w:val="008D2D10"/>
    <w:rsid w:val="008D2E03"/>
    <w:rsid w:val="008D328D"/>
    <w:rsid w:val="008D33E6"/>
    <w:rsid w:val="008D36C1"/>
    <w:rsid w:val="008D40EA"/>
    <w:rsid w:val="008D4340"/>
    <w:rsid w:val="008D4527"/>
    <w:rsid w:val="008D4BDD"/>
    <w:rsid w:val="008D5495"/>
    <w:rsid w:val="008D55D2"/>
    <w:rsid w:val="008D5902"/>
    <w:rsid w:val="008D5B6F"/>
    <w:rsid w:val="008D5CC9"/>
    <w:rsid w:val="008D602B"/>
    <w:rsid w:val="008D63CC"/>
    <w:rsid w:val="008D6483"/>
    <w:rsid w:val="008D66E6"/>
    <w:rsid w:val="008D6E83"/>
    <w:rsid w:val="008D7A0D"/>
    <w:rsid w:val="008D7CF9"/>
    <w:rsid w:val="008E03D6"/>
    <w:rsid w:val="008E07BA"/>
    <w:rsid w:val="008E0DF4"/>
    <w:rsid w:val="008E1326"/>
    <w:rsid w:val="008E15D2"/>
    <w:rsid w:val="008E16DF"/>
    <w:rsid w:val="008E1A91"/>
    <w:rsid w:val="008E1B00"/>
    <w:rsid w:val="008E1D4B"/>
    <w:rsid w:val="008E2802"/>
    <w:rsid w:val="008E31FC"/>
    <w:rsid w:val="008E36B1"/>
    <w:rsid w:val="008E3AF6"/>
    <w:rsid w:val="008E47FC"/>
    <w:rsid w:val="008E4E07"/>
    <w:rsid w:val="008E5BF2"/>
    <w:rsid w:val="008E5C14"/>
    <w:rsid w:val="008E6145"/>
    <w:rsid w:val="008E6F01"/>
    <w:rsid w:val="008E718A"/>
    <w:rsid w:val="008E71A9"/>
    <w:rsid w:val="008E7E0D"/>
    <w:rsid w:val="008E7F3B"/>
    <w:rsid w:val="008F02EA"/>
    <w:rsid w:val="008F05FD"/>
    <w:rsid w:val="008F0892"/>
    <w:rsid w:val="008F08A9"/>
    <w:rsid w:val="008F0DDB"/>
    <w:rsid w:val="008F187C"/>
    <w:rsid w:val="008F2098"/>
    <w:rsid w:val="008F20FC"/>
    <w:rsid w:val="008F2105"/>
    <w:rsid w:val="008F23CE"/>
    <w:rsid w:val="008F2D45"/>
    <w:rsid w:val="008F31AF"/>
    <w:rsid w:val="008F3849"/>
    <w:rsid w:val="008F3983"/>
    <w:rsid w:val="008F3BCA"/>
    <w:rsid w:val="008F4070"/>
    <w:rsid w:val="008F429D"/>
    <w:rsid w:val="008F42DE"/>
    <w:rsid w:val="008F4378"/>
    <w:rsid w:val="008F4439"/>
    <w:rsid w:val="008F4508"/>
    <w:rsid w:val="008F456A"/>
    <w:rsid w:val="008F47D3"/>
    <w:rsid w:val="008F4BDD"/>
    <w:rsid w:val="008F51B2"/>
    <w:rsid w:val="008F56FB"/>
    <w:rsid w:val="008F65C5"/>
    <w:rsid w:val="008F661F"/>
    <w:rsid w:val="008F671D"/>
    <w:rsid w:val="008F6A4B"/>
    <w:rsid w:val="008F771C"/>
    <w:rsid w:val="008F7B14"/>
    <w:rsid w:val="008F7E32"/>
    <w:rsid w:val="009000A8"/>
    <w:rsid w:val="009002F6"/>
    <w:rsid w:val="0090041A"/>
    <w:rsid w:val="00900447"/>
    <w:rsid w:val="009009C0"/>
    <w:rsid w:val="00900B1D"/>
    <w:rsid w:val="00900E01"/>
    <w:rsid w:val="009016B1"/>
    <w:rsid w:val="009016B8"/>
    <w:rsid w:val="0090252B"/>
    <w:rsid w:val="009028AE"/>
    <w:rsid w:val="00903220"/>
    <w:rsid w:val="00903A2B"/>
    <w:rsid w:val="00903C45"/>
    <w:rsid w:val="00904074"/>
    <w:rsid w:val="00904724"/>
    <w:rsid w:val="00904E28"/>
    <w:rsid w:val="00904E4A"/>
    <w:rsid w:val="009050BC"/>
    <w:rsid w:val="00905682"/>
    <w:rsid w:val="00905887"/>
    <w:rsid w:val="0090616B"/>
    <w:rsid w:val="0090679E"/>
    <w:rsid w:val="00906DA9"/>
    <w:rsid w:val="00906F3F"/>
    <w:rsid w:val="0090714F"/>
    <w:rsid w:val="00907DF1"/>
    <w:rsid w:val="009101C6"/>
    <w:rsid w:val="009103CE"/>
    <w:rsid w:val="0091069A"/>
    <w:rsid w:val="00910BDA"/>
    <w:rsid w:val="009110B5"/>
    <w:rsid w:val="0091118D"/>
    <w:rsid w:val="00911289"/>
    <w:rsid w:val="00911326"/>
    <w:rsid w:val="00911B20"/>
    <w:rsid w:val="00911BA0"/>
    <w:rsid w:val="00912A1D"/>
    <w:rsid w:val="00912AC7"/>
    <w:rsid w:val="00913E28"/>
    <w:rsid w:val="00913EB9"/>
    <w:rsid w:val="00914D57"/>
    <w:rsid w:val="009156FD"/>
    <w:rsid w:val="00915DA6"/>
    <w:rsid w:val="0091611B"/>
    <w:rsid w:val="00916A77"/>
    <w:rsid w:val="00916B1A"/>
    <w:rsid w:val="00917359"/>
    <w:rsid w:val="00917613"/>
    <w:rsid w:val="00920868"/>
    <w:rsid w:val="00920B9B"/>
    <w:rsid w:val="00921303"/>
    <w:rsid w:val="00921501"/>
    <w:rsid w:val="00921F61"/>
    <w:rsid w:val="0092294C"/>
    <w:rsid w:val="00922DCA"/>
    <w:rsid w:val="00922E24"/>
    <w:rsid w:val="00922EE0"/>
    <w:rsid w:val="00922F60"/>
    <w:rsid w:val="009233BE"/>
    <w:rsid w:val="009233D2"/>
    <w:rsid w:val="00923CF9"/>
    <w:rsid w:val="00923FDB"/>
    <w:rsid w:val="0092401C"/>
    <w:rsid w:val="00924708"/>
    <w:rsid w:val="009249E9"/>
    <w:rsid w:val="00924B34"/>
    <w:rsid w:val="0092524D"/>
    <w:rsid w:val="009259A8"/>
    <w:rsid w:val="00925B62"/>
    <w:rsid w:val="00925BBC"/>
    <w:rsid w:val="00925C62"/>
    <w:rsid w:val="00925D42"/>
    <w:rsid w:val="009264F5"/>
    <w:rsid w:val="009269AA"/>
    <w:rsid w:val="00926EDB"/>
    <w:rsid w:val="009275A8"/>
    <w:rsid w:val="00930116"/>
    <w:rsid w:val="009303E0"/>
    <w:rsid w:val="00930683"/>
    <w:rsid w:val="00930C0A"/>
    <w:rsid w:val="00930C68"/>
    <w:rsid w:val="00930F92"/>
    <w:rsid w:val="00931287"/>
    <w:rsid w:val="0093217F"/>
    <w:rsid w:val="00932325"/>
    <w:rsid w:val="00932448"/>
    <w:rsid w:val="009335BB"/>
    <w:rsid w:val="00933C74"/>
    <w:rsid w:val="00933D33"/>
    <w:rsid w:val="00933DB8"/>
    <w:rsid w:val="00934DAE"/>
    <w:rsid w:val="00934EA6"/>
    <w:rsid w:val="00935126"/>
    <w:rsid w:val="00935503"/>
    <w:rsid w:val="00935719"/>
    <w:rsid w:val="00935A24"/>
    <w:rsid w:val="00935A63"/>
    <w:rsid w:val="00935BEF"/>
    <w:rsid w:val="00936561"/>
    <w:rsid w:val="0093656B"/>
    <w:rsid w:val="0093690F"/>
    <w:rsid w:val="00936979"/>
    <w:rsid w:val="00936B5F"/>
    <w:rsid w:val="009370F6"/>
    <w:rsid w:val="009377F3"/>
    <w:rsid w:val="00937FFE"/>
    <w:rsid w:val="00940D96"/>
    <w:rsid w:val="00940DC3"/>
    <w:rsid w:val="00940E84"/>
    <w:rsid w:val="00941181"/>
    <w:rsid w:val="009412FC"/>
    <w:rsid w:val="009415B1"/>
    <w:rsid w:val="00941801"/>
    <w:rsid w:val="009419AC"/>
    <w:rsid w:val="00941D62"/>
    <w:rsid w:val="00941EE6"/>
    <w:rsid w:val="00942F07"/>
    <w:rsid w:val="00942FF8"/>
    <w:rsid w:val="00943356"/>
    <w:rsid w:val="009437F0"/>
    <w:rsid w:val="0094382C"/>
    <w:rsid w:val="00944379"/>
    <w:rsid w:val="00944950"/>
    <w:rsid w:val="009449DE"/>
    <w:rsid w:val="0094512B"/>
    <w:rsid w:val="00945BAF"/>
    <w:rsid w:val="00945E29"/>
    <w:rsid w:val="00946019"/>
    <w:rsid w:val="0094636F"/>
    <w:rsid w:val="0094639C"/>
    <w:rsid w:val="00946592"/>
    <w:rsid w:val="009468A9"/>
    <w:rsid w:val="00946C30"/>
    <w:rsid w:val="00947948"/>
    <w:rsid w:val="009503CE"/>
    <w:rsid w:val="00950471"/>
    <w:rsid w:val="00950A90"/>
    <w:rsid w:val="00951C12"/>
    <w:rsid w:val="00952614"/>
    <w:rsid w:val="009528F9"/>
    <w:rsid w:val="00952BB8"/>
    <w:rsid w:val="00952E5C"/>
    <w:rsid w:val="00952F9A"/>
    <w:rsid w:val="00953816"/>
    <w:rsid w:val="00953954"/>
    <w:rsid w:val="00953A6C"/>
    <w:rsid w:val="00953EF5"/>
    <w:rsid w:val="00954504"/>
    <w:rsid w:val="00954652"/>
    <w:rsid w:val="0095465E"/>
    <w:rsid w:val="00954D08"/>
    <w:rsid w:val="00955A1B"/>
    <w:rsid w:val="00955D08"/>
    <w:rsid w:val="009560DD"/>
    <w:rsid w:val="00956247"/>
    <w:rsid w:val="00956426"/>
    <w:rsid w:val="009565C6"/>
    <w:rsid w:val="00956729"/>
    <w:rsid w:val="009569BB"/>
    <w:rsid w:val="00956BA6"/>
    <w:rsid w:val="00956BD9"/>
    <w:rsid w:val="00957810"/>
    <w:rsid w:val="009579BA"/>
    <w:rsid w:val="00957BD3"/>
    <w:rsid w:val="009611F9"/>
    <w:rsid w:val="00961460"/>
    <w:rsid w:val="009614E9"/>
    <w:rsid w:val="009630D2"/>
    <w:rsid w:val="00965931"/>
    <w:rsid w:val="00966065"/>
    <w:rsid w:val="009663A2"/>
    <w:rsid w:val="009668B3"/>
    <w:rsid w:val="00966C98"/>
    <w:rsid w:val="00966D7E"/>
    <w:rsid w:val="0096704D"/>
    <w:rsid w:val="009670C8"/>
    <w:rsid w:val="009672F9"/>
    <w:rsid w:val="00967DC0"/>
    <w:rsid w:val="0097002B"/>
    <w:rsid w:val="009705EA"/>
    <w:rsid w:val="009705EC"/>
    <w:rsid w:val="00970637"/>
    <w:rsid w:val="00970EFD"/>
    <w:rsid w:val="009712D4"/>
    <w:rsid w:val="009714C2"/>
    <w:rsid w:val="00971640"/>
    <w:rsid w:val="00971712"/>
    <w:rsid w:val="009719DA"/>
    <w:rsid w:val="00971CDD"/>
    <w:rsid w:val="0097220B"/>
    <w:rsid w:val="0097284B"/>
    <w:rsid w:val="0097296D"/>
    <w:rsid w:val="009729DE"/>
    <w:rsid w:val="00972A5B"/>
    <w:rsid w:val="00972D65"/>
    <w:rsid w:val="00972FE1"/>
    <w:rsid w:val="009735D4"/>
    <w:rsid w:val="00973629"/>
    <w:rsid w:val="009739D3"/>
    <w:rsid w:val="00974AD8"/>
    <w:rsid w:val="009758D4"/>
    <w:rsid w:val="009762A9"/>
    <w:rsid w:val="00976507"/>
    <w:rsid w:val="0097651C"/>
    <w:rsid w:val="00976A84"/>
    <w:rsid w:val="0097794F"/>
    <w:rsid w:val="00981253"/>
    <w:rsid w:val="009819F1"/>
    <w:rsid w:val="00981A88"/>
    <w:rsid w:val="00981CB4"/>
    <w:rsid w:val="00981F4F"/>
    <w:rsid w:val="009821AB"/>
    <w:rsid w:val="009822DB"/>
    <w:rsid w:val="009823D1"/>
    <w:rsid w:val="009825AD"/>
    <w:rsid w:val="00982E3A"/>
    <w:rsid w:val="0098463E"/>
    <w:rsid w:val="00984968"/>
    <w:rsid w:val="00984C68"/>
    <w:rsid w:val="00985AF2"/>
    <w:rsid w:val="00985B8D"/>
    <w:rsid w:val="00985D30"/>
    <w:rsid w:val="0098648B"/>
    <w:rsid w:val="0098661E"/>
    <w:rsid w:val="00986A58"/>
    <w:rsid w:val="00987923"/>
    <w:rsid w:val="00987DC8"/>
    <w:rsid w:val="00990273"/>
    <w:rsid w:val="0099061B"/>
    <w:rsid w:val="00990BEE"/>
    <w:rsid w:val="00990D88"/>
    <w:rsid w:val="00991397"/>
    <w:rsid w:val="009913AC"/>
    <w:rsid w:val="00991A4C"/>
    <w:rsid w:val="00991B5F"/>
    <w:rsid w:val="00991CC2"/>
    <w:rsid w:val="00991E63"/>
    <w:rsid w:val="00991F80"/>
    <w:rsid w:val="00992369"/>
    <w:rsid w:val="00992B22"/>
    <w:rsid w:val="00992C72"/>
    <w:rsid w:val="00992E93"/>
    <w:rsid w:val="00993E5A"/>
    <w:rsid w:val="009952F0"/>
    <w:rsid w:val="00995A17"/>
    <w:rsid w:val="00995A1E"/>
    <w:rsid w:val="00995F79"/>
    <w:rsid w:val="009964FF"/>
    <w:rsid w:val="00996A12"/>
    <w:rsid w:val="00996B2A"/>
    <w:rsid w:val="0099708F"/>
    <w:rsid w:val="0099773D"/>
    <w:rsid w:val="00997871"/>
    <w:rsid w:val="009978ED"/>
    <w:rsid w:val="00997CF4"/>
    <w:rsid w:val="00997E99"/>
    <w:rsid w:val="00997F4B"/>
    <w:rsid w:val="009A0578"/>
    <w:rsid w:val="009A0E81"/>
    <w:rsid w:val="009A0EF1"/>
    <w:rsid w:val="009A0F41"/>
    <w:rsid w:val="009A1528"/>
    <w:rsid w:val="009A1955"/>
    <w:rsid w:val="009A1CAC"/>
    <w:rsid w:val="009A1EC5"/>
    <w:rsid w:val="009A269C"/>
    <w:rsid w:val="009A285B"/>
    <w:rsid w:val="009A298E"/>
    <w:rsid w:val="009A2CF5"/>
    <w:rsid w:val="009A2F56"/>
    <w:rsid w:val="009A3099"/>
    <w:rsid w:val="009A35B3"/>
    <w:rsid w:val="009A38A7"/>
    <w:rsid w:val="009A3C14"/>
    <w:rsid w:val="009A44D7"/>
    <w:rsid w:val="009A5445"/>
    <w:rsid w:val="009A5B08"/>
    <w:rsid w:val="009A5F5F"/>
    <w:rsid w:val="009A6500"/>
    <w:rsid w:val="009A668B"/>
    <w:rsid w:val="009A672C"/>
    <w:rsid w:val="009A778A"/>
    <w:rsid w:val="009A79C1"/>
    <w:rsid w:val="009A7C1F"/>
    <w:rsid w:val="009A7E2C"/>
    <w:rsid w:val="009B00FC"/>
    <w:rsid w:val="009B02E8"/>
    <w:rsid w:val="009B0419"/>
    <w:rsid w:val="009B06E3"/>
    <w:rsid w:val="009B0722"/>
    <w:rsid w:val="009B0880"/>
    <w:rsid w:val="009B0B10"/>
    <w:rsid w:val="009B1615"/>
    <w:rsid w:val="009B1B77"/>
    <w:rsid w:val="009B1BAA"/>
    <w:rsid w:val="009B24FB"/>
    <w:rsid w:val="009B266B"/>
    <w:rsid w:val="009B274D"/>
    <w:rsid w:val="009B2864"/>
    <w:rsid w:val="009B2F21"/>
    <w:rsid w:val="009B3A19"/>
    <w:rsid w:val="009B42E5"/>
    <w:rsid w:val="009B436A"/>
    <w:rsid w:val="009B5011"/>
    <w:rsid w:val="009B5291"/>
    <w:rsid w:val="009B56B1"/>
    <w:rsid w:val="009B6DBC"/>
    <w:rsid w:val="009B7552"/>
    <w:rsid w:val="009C004A"/>
    <w:rsid w:val="009C0CD8"/>
    <w:rsid w:val="009C0DCD"/>
    <w:rsid w:val="009C0F0B"/>
    <w:rsid w:val="009C0F5A"/>
    <w:rsid w:val="009C106D"/>
    <w:rsid w:val="009C1625"/>
    <w:rsid w:val="009C164E"/>
    <w:rsid w:val="009C1B05"/>
    <w:rsid w:val="009C1E07"/>
    <w:rsid w:val="009C2018"/>
    <w:rsid w:val="009C20E0"/>
    <w:rsid w:val="009C244D"/>
    <w:rsid w:val="009C2890"/>
    <w:rsid w:val="009C2EEB"/>
    <w:rsid w:val="009C3187"/>
    <w:rsid w:val="009C3D00"/>
    <w:rsid w:val="009C3FF5"/>
    <w:rsid w:val="009C42B7"/>
    <w:rsid w:val="009C44DA"/>
    <w:rsid w:val="009C47B3"/>
    <w:rsid w:val="009C4859"/>
    <w:rsid w:val="009C4A7E"/>
    <w:rsid w:val="009C4B18"/>
    <w:rsid w:val="009C5061"/>
    <w:rsid w:val="009C52B1"/>
    <w:rsid w:val="009C5426"/>
    <w:rsid w:val="009C56CE"/>
    <w:rsid w:val="009C5998"/>
    <w:rsid w:val="009C5EB5"/>
    <w:rsid w:val="009C6428"/>
    <w:rsid w:val="009C64D2"/>
    <w:rsid w:val="009C6545"/>
    <w:rsid w:val="009C6961"/>
    <w:rsid w:val="009C69D2"/>
    <w:rsid w:val="009C6D2C"/>
    <w:rsid w:val="009C7494"/>
    <w:rsid w:val="009C7AA4"/>
    <w:rsid w:val="009C7BBA"/>
    <w:rsid w:val="009C7C51"/>
    <w:rsid w:val="009C7DDA"/>
    <w:rsid w:val="009D0359"/>
    <w:rsid w:val="009D116C"/>
    <w:rsid w:val="009D2513"/>
    <w:rsid w:val="009D26FA"/>
    <w:rsid w:val="009D304C"/>
    <w:rsid w:val="009D3139"/>
    <w:rsid w:val="009D334A"/>
    <w:rsid w:val="009D351B"/>
    <w:rsid w:val="009D36AE"/>
    <w:rsid w:val="009D3F9D"/>
    <w:rsid w:val="009D4191"/>
    <w:rsid w:val="009D431E"/>
    <w:rsid w:val="009D4D97"/>
    <w:rsid w:val="009D4EAE"/>
    <w:rsid w:val="009D544A"/>
    <w:rsid w:val="009D5555"/>
    <w:rsid w:val="009D56EC"/>
    <w:rsid w:val="009D65D0"/>
    <w:rsid w:val="009D662E"/>
    <w:rsid w:val="009D6815"/>
    <w:rsid w:val="009D6B15"/>
    <w:rsid w:val="009D6B1F"/>
    <w:rsid w:val="009D6B48"/>
    <w:rsid w:val="009D6D9B"/>
    <w:rsid w:val="009E0212"/>
    <w:rsid w:val="009E0C5A"/>
    <w:rsid w:val="009E1C92"/>
    <w:rsid w:val="009E216E"/>
    <w:rsid w:val="009E21F0"/>
    <w:rsid w:val="009E220B"/>
    <w:rsid w:val="009E27B7"/>
    <w:rsid w:val="009E28B9"/>
    <w:rsid w:val="009E2A54"/>
    <w:rsid w:val="009E2CCE"/>
    <w:rsid w:val="009E3789"/>
    <w:rsid w:val="009E4822"/>
    <w:rsid w:val="009E4AAB"/>
    <w:rsid w:val="009E4AE0"/>
    <w:rsid w:val="009E5303"/>
    <w:rsid w:val="009E62BB"/>
    <w:rsid w:val="009E6379"/>
    <w:rsid w:val="009E64B6"/>
    <w:rsid w:val="009E65BB"/>
    <w:rsid w:val="009E67F3"/>
    <w:rsid w:val="009E6BC0"/>
    <w:rsid w:val="009E6E88"/>
    <w:rsid w:val="009E70D7"/>
    <w:rsid w:val="009E7735"/>
    <w:rsid w:val="009E7C67"/>
    <w:rsid w:val="009F01A9"/>
    <w:rsid w:val="009F0C83"/>
    <w:rsid w:val="009F1B71"/>
    <w:rsid w:val="009F238E"/>
    <w:rsid w:val="009F2854"/>
    <w:rsid w:val="009F2D4D"/>
    <w:rsid w:val="009F2EB6"/>
    <w:rsid w:val="009F3602"/>
    <w:rsid w:val="009F3799"/>
    <w:rsid w:val="009F38DF"/>
    <w:rsid w:val="009F40C6"/>
    <w:rsid w:val="009F418E"/>
    <w:rsid w:val="009F4774"/>
    <w:rsid w:val="009F47C4"/>
    <w:rsid w:val="009F50F3"/>
    <w:rsid w:val="009F5203"/>
    <w:rsid w:val="009F5866"/>
    <w:rsid w:val="009F5947"/>
    <w:rsid w:val="009F5DA8"/>
    <w:rsid w:val="009F5F6E"/>
    <w:rsid w:val="009F6383"/>
    <w:rsid w:val="009F6573"/>
    <w:rsid w:val="009F6A73"/>
    <w:rsid w:val="009F6A93"/>
    <w:rsid w:val="009F6AB7"/>
    <w:rsid w:val="009F6D0F"/>
    <w:rsid w:val="009F6D92"/>
    <w:rsid w:val="009F72F9"/>
    <w:rsid w:val="009F75F2"/>
    <w:rsid w:val="009F767A"/>
    <w:rsid w:val="009F7DA8"/>
    <w:rsid w:val="00A00BE4"/>
    <w:rsid w:val="00A012CE"/>
    <w:rsid w:val="00A0176D"/>
    <w:rsid w:val="00A01A22"/>
    <w:rsid w:val="00A0264F"/>
    <w:rsid w:val="00A030EA"/>
    <w:rsid w:val="00A03471"/>
    <w:rsid w:val="00A034E7"/>
    <w:rsid w:val="00A03562"/>
    <w:rsid w:val="00A0386B"/>
    <w:rsid w:val="00A03993"/>
    <w:rsid w:val="00A03F30"/>
    <w:rsid w:val="00A0426D"/>
    <w:rsid w:val="00A04C0E"/>
    <w:rsid w:val="00A05660"/>
    <w:rsid w:val="00A05D06"/>
    <w:rsid w:val="00A05DE2"/>
    <w:rsid w:val="00A06714"/>
    <w:rsid w:val="00A06848"/>
    <w:rsid w:val="00A06C82"/>
    <w:rsid w:val="00A07524"/>
    <w:rsid w:val="00A077A5"/>
    <w:rsid w:val="00A07A0C"/>
    <w:rsid w:val="00A10199"/>
    <w:rsid w:val="00A10642"/>
    <w:rsid w:val="00A10E7B"/>
    <w:rsid w:val="00A10FC7"/>
    <w:rsid w:val="00A116E8"/>
    <w:rsid w:val="00A12345"/>
    <w:rsid w:val="00A1234F"/>
    <w:rsid w:val="00A12562"/>
    <w:rsid w:val="00A12A6C"/>
    <w:rsid w:val="00A1364A"/>
    <w:rsid w:val="00A137CD"/>
    <w:rsid w:val="00A13C69"/>
    <w:rsid w:val="00A14DF9"/>
    <w:rsid w:val="00A14F33"/>
    <w:rsid w:val="00A15245"/>
    <w:rsid w:val="00A1663F"/>
    <w:rsid w:val="00A174C6"/>
    <w:rsid w:val="00A17502"/>
    <w:rsid w:val="00A175A2"/>
    <w:rsid w:val="00A176A0"/>
    <w:rsid w:val="00A176B7"/>
    <w:rsid w:val="00A20169"/>
    <w:rsid w:val="00A20CC8"/>
    <w:rsid w:val="00A20FB5"/>
    <w:rsid w:val="00A211D9"/>
    <w:rsid w:val="00A21ACF"/>
    <w:rsid w:val="00A22505"/>
    <w:rsid w:val="00A225AE"/>
    <w:rsid w:val="00A244CC"/>
    <w:rsid w:val="00A26158"/>
    <w:rsid w:val="00A26655"/>
    <w:rsid w:val="00A2752C"/>
    <w:rsid w:val="00A27D85"/>
    <w:rsid w:val="00A30A17"/>
    <w:rsid w:val="00A30D80"/>
    <w:rsid w:val="00A3102F"/>
    <w:rsid w:val="00A31204"/>
    <w:rsid w:val="00A31277"/>
    <w:rsid w:val="00A314AF"/>
    <w:rsid w:val="00A31764"/>
    <w:rsid w:val="00A31BBF"/>
    <w:rsid w:val="00A32BA9"/>
    <w:rsid w:val="00A32E7B"/>
    <w:rsid w:val="00A332A4"/>
    <w:rsid w:val="00A332CD"/>
    <w:rsid w:val="00A3354D"/>
    <w:rsid w:val="00A33E44"/>
    <w:rsid w:val="00A33F7F"/>
    <w:rsid w:val="00A33F9D"/>
    <w:rsid w:val="00A348CE"/>
    <w:rsid w:val="00A34B3F"/>
    <w:rsid w:val="00A352DB"/>
    <w:rsid w:val="00A355BA"/>
    <w:rsid w:val="00A365AE"/>
    <w:rsid w:val="00A36FD1"/>
    <w:rsid w:val="00A377A2"/>
    <w:rsid w:val="00A37A77"/>
    <w:rsid w:val="00A37B9B"/>
    <w:rsid w:val="00A4025C"/>
    <w:rsid w:val="00A40BBE"/>
    <w:rsid w:val="00A418EC"/>
    <w:rsid w:val="00A41927"/>
    <w:rsid w:val="00A41BDA"/>
    <w:rsid w:val="00A41E80"/>
    <w:rsid w:val="00A42030"/>
    <w:rsid w:val="00A42737"/>
    <w:rsid w:val="00A44040"/>
    <w:rsid w:val="00A44705"/>
    <w:rsid w:val="00A4487F"/>
    <w:rsid w:val="00A44CDC"/>
    <w:rsid w:val="00A44DD7"/>
    <w:rsid w:val="00A45E49"/>
    <w:rsid w:val="00A45EFF"/>
    <w:rsid w:val="00A46108"/>
    <w:rsid w:val="00A46708"/>
    <w:rsid w:val="00A4759E"/>
    <w:rsid w:val="00A47822"/>
    <w:rsid w:val="00A47F03"/>
    <w:rsid w:val="00A50C0D"/>
    <w:rsid w:val="00A50F79"/>
    <w:rsid w:val="00A5124D"/>
    <w:rsid w:val="00A51268"/>
    <w:rsid w:val="00A5198F"/>
    <w:rsid w:val="00A51AA6"/>
    <w:rsid w:val="00A51C2E"/>
    <w:rsid w:val="00A52227"/>
    <w:rsid w:val="00A52F1C"/>
    <w:rsid w:val="00A53149"/>
    <w:rsid w:val="00A53197"/>
    <w:rsid w:val="00A53334"/>
    <w:rsid w:val="00A5371F"/>
    <w:rsid w:val="00A544F5"/>
    <w:rsid w:val="00A54928"/>
    <w:rsid w:val="00A5517E"/>
    <w:rsid w:val="00A5521E"/>
    <w:rsid w:val="00A55487"/>
    <w:rsid w:val="00A564AD"/>
    <w:rsid w:val="00A5697B"/>
    <w:rsid w:val="00A56FF4"/>
    <w:rsid w:val="00A575B6"/>
    <w:rsid w:val="00A57724"/>
    <w:rsid w:val="00A57887"/>
    <w:rsid w:val="00A57982"/>
    <w:rsid w:val="00A57CB6"/>
    <w:rsid w:val="00A60481"/>
    <w:rsid w:val="00A606BE"/>
    <w:rsid w:val="00A60E02"/>
    <w:rsid w:val="00A60F5C"/>
    <w:rsid w:val="00A610B0"/>
    <w:rsid w:val="00A61580"/>
    <w:rsid w:val="00A61758"/>
    <w:rsid w:val="00A62896"/>
    <w:rsid w:val="00A628A2"/>
    <w:rsid w:val="00A62B20"/>
    <w:rsid w:val="00A62EC9"/>
    <w:rsid w:val="00A6389E"/>
    <w:rsid w:val="00A638FE"/>
    <w:rsid w:val="00A6468C"/>
    <w:rsid w:val="00A64887"/>
    <w:rsid w:val="00A64C07"/>
    <w:rsid w:val="00A65A0A"/>
    <w:rsid w:val="00A65D91"/>
    <w:rsid w:val="00A65D95"/>
    <w:rsid w:val="00A665D6"/>
    <w:rsid w:val="00A6694D"/>
    <w:rsid w:val="00A66DD0"/>
    <w:rsid w:val="00A66F13"/>
    <w:rsid w:val="00A671F4"/>
    <w:rsid w:val="00A6739A"/>
    <w:rsid w:val="00A67A40"/>
    <w:rsid w:val="00A7048A"/>
    <w:rsid w:val="00A705E6"/>
    <w:rsid w:val="00A7074A"/>
    <w:rsid w:val="00A7094E"/>
    <w:rsid w:val="00A70AF2"/>
    <w:rsid w:val="00A70BE2"/>
    <w:rsid w:val="00A70D19"/>
    <w:rsid w:val="00A70DEF"/>
    <w:rsid w:val="00A71316"/>
    <w:rsid w:val="00A71968"/>
    <w:rsid w:val="00A71AB8"/>
    <w:rsid w:val="00A71C6D"/>
    <w:rsid w:val="00A71C8A"/>
    <w:rsid w:val="00A71FDA"/>
    <w:rsid w:val="00A723F4"/>
    <w:rsid w:val="00A7265D"/>
    <w:rsid w:val="00A72D6C"/>
    <w:rsid w:val="00A73038"/>
    <w:rsid w:val="00A7345B"/>
    <w:rsid w:val="00A734D2"/>
    <w:rsid w:val="00A745A6"/>
    <w:rsid w:val="00A74A7F"/>
    <w:rsid w:val="00A74D02"/>
    <w:rsid w:val="00A75024"/>
    <w:rsid w:val="00A75126"/>
    <w:rsid w:val="00A75517"/>
    <w:rsid w:val="00A757D9"/>
    <w:rsid w:val="00A759DE"/>
    <w:rsid w:val="00A759FE"/>
    <w:rsid w:val="00A76947"/>
    <w:rsid w:val="00A76D0D"/>
    <w:rsid w:val="00A76E0C"/>
    <w:rsid w:val="00A76EF7"/>
    <w:rsid w:val="00A779C0"/>
    <w:rsid w:val="00A779CA"/>
    <w:rsid w:val="00A77AE4"/>
    <w:rsid w:val="00A77C0B"/>
    <w:rsid w:val="00A80050"/>
    <w:rsid w:val="00A80A32"/>
    <w:rsid w:val="00A80A5C"/>
    <w:rsid w:val="00A819B9"/>
    <w:rsid w:val="00A81CA8"/>
    <w:rsid w:val="00A8204A"/>
    <w:rsid w:val="00A8245A"/>
    <w:rsid w:val="00A82503"/>
    <w:rsid w:val="00A82DB2"/>
    <w:rsid w:val="00A83134"/>
    <w:rsid w:val="00A831B8"/>
    <w:rsid w:val="00A831F3"/>
    <w:rsid w:val="00A83435"/>
    <w:rsid w:val="00A83979"/>
    <w:rsid w:val="00A83E16"/>
    <w:rsid w:val="00A843A5"/>
    <w:rsid w:val="00A84A57"/>
    <w:rsid w:val="00A8516F"/>
    <w:rsid w:val="00A857CF"/>
    <w:rsid w:val="00A85B74"/>
    <w:rsid w:val="00A85D75"/>
    <w:rsid w:val="00A87261"/>
    <w:rsid w:val="00A87473"/>
    <w:rsid w:val="00A875E2"/>
    <w:rsid w:val="00A876E6"/>
    <w:rsid w:val="00A87B23"/>
    <w:rsid w:val="00A87C53"/>
    <w:rsid w:val="00A9008A"/>
    <w:rsid w:val="00A904F3"/>
    <w:rsid w:val="00A91026"/>
    <w:rsid w:val="00A9111F"/>
    <w:rsid w:val="00A918A9"/>
    <w:rsid w:val="00A91B17"/>
    <w:rsid w:val="00A91C91"/>
    <w:rsid w:val="00A9236D"/>
    <w:rsid w:val="00A931AD"/>
    <w:rsid w:val="00A932BE"/>
    <w:rsid w:val="00A93858"/>
    <w:rsid w:val="00A93C87"/>
    <w:rsid w:val="00A944CA"/>
    <w:rsid w:val="00A94543"/>
    <w:rsid w:val="00A94C5E"/>
    <w:rsid w:val="00A94EE5"/>
    <w:rsid w:val="00A94FBF"/>
    <w:rsid w:val="00A954C8"/>
    <w:rsid w:val="00A95564"/>
    <w:rsid w:val="00A961AE"/>
    <w:rsid w:val="00A9623F"/>
    <w:rsid w:val="00A9635D"/>
    <w:rsid w:val="00A96801"/>
    <w:rsid w:val="00A9696E"/>
    <w:rsid w:val="00A96A44"/>
    <w:rsid w:val="00A97024"/>
    <w:rsid w:val="00A971DD"/>
    <w:rsid w:val="00A97ABA"/>
    <w:rsid w:val="00A97C8A"/>
    <w:rsid w:val="00AA00D3"/>
    <w:rsid w:val="00AA06C6"/>
    <w:rsid w:val="00AA06F5"/>
    <w:rsid w:val="00AA09BC"/>
    <w:rsid w:val="00AA1C79"/>
    <w:rsid w:val="00AA2581"/>
    <w:rsid w:val="00AA28AB"/>
    <w:rsid w:val="00AA3141"/>
    <w:rsid w:val="00AA400F"/>
    <w:rsid w:val="00AA4267"/>
    <w:rsid w:val="00AA4ED1"/>
    <w:rsid w:val="00AA5463"/>
    <w:rsid w:val="00AA5880"/>
    <w:rsid w:val="00AA5FFE"/>
    <w:rsid w:val="00AA65C8"/>
    <w:rsid w:val="00AA66F5"/>
    <w:rsid w:val="00AA6C58"/>
    <w:rsid w:val="00AB0016"/>
    <w:rsid w:val="00AB03EC"/>
    <w:rsid w:val="00AB0DE3"/>
    <w:rsid w:val="00AB103F"/>
    <w:rsid w:val="00AB12BA"/>
    <w:rsid w:val="00AB20D3"/>
    <w:rsid w:val="00AB232D"/>
    <w:rsid w:val="00AB29E5"/>
    <w:rsid w:val="00AB2D8F"/>
    <w:rsid w:val="00AB2EC4"/>
    <w:rsid w:val="00AB2FAA"/>
    <w:rsid w:val="00AB3309"/>
    <w:rsid w:val="00AB3538"/>
    <w:rsid w:val="00AB3989"/>
    <w:rsid w:val="00AB3B50"/>
    <w:rsid w:val="00AB429F"/>
    <w:rsid w:val="00AB44FD"/>
    <w:rsid w:val="00AB46EA"/>
    <w:rsid w:val="00AB4B4F"/>
    <w:rsid w:val="00AB6151"/>
    <w:rsid w:val="00AB63ED"/>
    <w:rsid w:val="00AB67D0"/>
    <w:rsid w:val="00AB6925"/>
    <w:rsid w:val="00AB6EF2"/>
    <w:rsid w:val="00AB74F5"/>
    <w:rsid w:val="00AB7B92"/>
    <w:rsid w:val="00AC0423"/>
    <w:rsid w:val="00AC0B68"/>
    <w:rsid w:val="00AC0F3E"/>
    <w:rsid w:val="00AC10C5"/>
    <w:rsid w:val="00AC19A7"/>
    <w:rsid w:val="00AC2971"/>
    <w:rsid w:val="00AC2F79"/>
    <w:rsid w:val="00AC3182"/>
    <w:rsid w:val="00AC3A42"/>
    <w:rsid w:val="00AC445B"/>
    <w:rsid w:val="00AC52D1"/>
    <w:rsid w:val="00AC5580"/>
    <w:rsid w:val="00AC57B5"/>
    <w:rsid w:val="00AC5934"/>
    <w:rsid w:val="00AC5A1C"/>
    <w:rsid w:val="00AC6655"/>
    <w:rsid w:val="00AC671A"/>
    <w:rsid w:val="00AC6E8E"/>
    <w:rsid w:val="00AC6EED"/>
    <w:rsid w:val="00AC77DF"/>
    <w:rsid w:val="00AD0D43"/>
    <w:rsid w:val="00AD1098"/>
    <w:rsid w:val="00AD1642"/>
    <w:rsid w:val="00AD185C"/>
    <w:rsid w:val="00AD1ADD"/>
    <w:rsid w:val="00AD2634"/>
    <w:rsid w:val="00AD3328"/>
    <w:rsid w:val="00AD3B9E"/>
    <w:rsid w:val="00AD4CAF"/>
    <w:rsid w:val="00AD4D15"/>
    <w:rsid w:val="00AD4F5C"/>
    <w:rsid w:val="00AD5DE5"/>
    <w:rsid w:val="00AD6127"/>
    <w:rsid w:val="00AD64AD"/>
    <w:rsid w:val="00AD6C6B"/>
    <w:rsid w:val="00AD6E47"/>
    <w:rsid w:val="00AD7187"/>
    <w:rsid w:val="00AD74F2"/>
    <w:rsid w:val="00AD7642"/>
    <w:rsid w:val="00AD7A93"/>
    <w:rsid w:val="00AE0921"/>
    <w:rsid w:val="00AE0932"/>
    <w:rsid w:val="00AE13F3"/>
    <w:rsid w:val="00AE1DB6"/>
    <w:rsid w:val="00AE21A9"/>
    <w:rsid w:val="00AE2B83"/>
    <w:rsid w:val="00AE2D8B"/>
    <w:rsid w:val="00AE2F16"/>
    <w:rsid w:val="00AE4350"/>
    <w:rsid w:val="00AE47F4"/>
    <w:rsid w:val="00AE589F"/>
    <w:rsid w:val="00AE5B6D"/>
    <w:rsid w:val="00AE5EF6"/>
    <w:rsid w:val="00AE6345"/>
    <w:rsid w:val="00AE65ED"/>
    <w:rsid w:val="00AE6EFD"/>
    <w:rsid w:val="00AE7658"/>
    <w:rsid w:val="00AE7881"/>
    <w:rsid w:val="00AF05C3"/>
    <w:rsid w:val="00AF08FF"/>
    <w:rsid w:val="00AF0D3B"/>
    <w:rsid w:val="00AF1117"/>
    <w:rsid w:val="00AF1222"/>
    <w:rsid w:val="00AF12AB"/>
    <w:rsid w:val="00AF1652"/>
    <w:rsid w:val="00AF1AF6"/>
    <w:rsid w:val="00AF2210"/>
    <w:rsid w:val="00AF2B0D"/>
    <w:rsid w:val="00AF314D"/>
    <w:rsid w:val="00AF3293"/>
    <w:rsid w:val="00AF35F4"/>
    <w:rsid w:val="00AF3773"/>
    <w:rsid w:val="00AF4417"/>
    <w:rsid w:val="00AF5017"/>
    <w:rsid w:val="00AF5408"/>
    <w:rsid w:val="00AF5D56"/>
    <w:rsid w:val="00AF5EE9"/>
    <w:rsid w:val="00AF5F48"/>
    <w:rsid w:val="00AF6D2B"/>
    <w:rsid w:val="00AF7139"/>
    <w:rsid w:val="00AF78D0"/>
    <w:rsid w:val="00B004E7"/>
    <w:rsid w:val="00B00D43"/>
    <w:rsid w:val="00B0141E"/>
    <w:rsid w:val="00B01A97"/>
    <w:rsid w:val="00B01BDD"/>
    <w:rsid w:val="00B01EB7"/>
    <w:rsid w:val="00B01F71"/>
    <w:rsid w:val="00B02189"/>
    <w:rsid w:val="00B021AE"/>
    <w:rsid w:val="00B0343D"/>
    <w:rsid w:val="00B043FE"/>
    <w:rsid w:val="00B04556"/>
    <w:rsid w:val="00B04B0A"/>
    <w:rsid w:val="00B04C71"/>
    <w:rsid w:val="00B04EB9"/>
    <w:rsid w:val="00B04F9A"/>
    <w:rsid w:val="00B05116"/>
    <w:rsid w:val="00B05235"/>
    <w:rsid w:val="00B05411"/>
    <w:rsid w:val="00B056B1"/>
    <w:rsid w:val="00B05B66"/>
    <w:rsid w:val="00B05C88"/>
    <w:rsid w:val="00B07975"/>
    <w:rsid w:val="00B07A3E"/>
    <w:rsid w:val="00B07A5A"/>
    <w:rsid w:val="00B07F33"/>
    <w:rsid w:val="00B07FF7"/>
    <w:rsid w:val="00B11214"/>
    <w:rsid w:val="00B112BE"/>
    <w:rsid w:val="00B113C0"/>
    <w:rsid w:val="00B11ED0"/>
    <w:rsid w:val="00B121A4"/>
    <w:rsid w:val="00B123AF"/>
    <w:rsid w:val="00B1270B"/>
    <w:rsid w:val="00B127F3"/>
    <w:rsid w:val="00B12D33"/>
    <w:rsid w:val="00B12DCD"/>
    <w:rsid w:val="00B12EBE"/>
    <w:rsid w:val="00B13016"/>
    <w:rsid w:val="00B13113"/>
    <w:rsid w:val="00B13338"/>
    <w:rsid w:val="00B13388"/>
    <w:rsid w:val="00B139B8"/>
    <w:rsid w:val="00B13ADA"/>
    <w:rsid w:val="00B141ED"/>
    <w:rsid w:val="00B142C6"/>
    <w:rsid w:val="00B142CA"/>
    <w:rsid w:val="00B14415"/>
    <w:rsid w:val="00B1484A"/>
    <w:rsid w:val="00B14E78"/>
    <w:rsid w:val="00B15403"/>
    <w:rsid w:val="00B15495"/>
    <w:rsid w:val="00B16490"/>
    <w:rsid w:val="00B171E2"/>
    <w:rsid w:val="00B17594"/>
    <w:rsid w:val="00B178A2"/>
    <w:rsid w:val="00B20004"/>
    <w:rsid w:val="00B2023E"/>
    <w:rsid w:val="00B2095D"/>
    <w:rsid w:val="00B20CE9"/>
    <w:rsid w:val="00B21794"/>
    <w:rsid w:val="00B21C9C"/>
    <w:rsid w:val="00B21CFB"/>
    <w:rsid w:val="00B22234"/>
    <w:rsid w:val="00B2257C"/>
    <w:rsid w:val="00B22A3C"/>
    <w:rsid w:val="00B22B9E"/>
    <w:rsid w:val="00B2365C"/>
    <w:rsid w:val="00B23DE5"/>
    <w:rsid w:val="00B24908"/>
    <w:rsid w:val="00B24961"/>
    <w:rsid w:val="00B25535"/>
    <w:rsid w:val="00B25658"/>
    <w:rsid w:val="00B2592A"/>
    <w:rsid w:val="00B25AE0"/>
    <w:rsid w:val="00B264B2"/>
    <w:rsid w:val="00B26851"/>
    <w:rsid w:val="00B26FBD"/>
    <w:rsid w:val="00B27732"/>
    <w:rsid w:val="00B3022B"/>
    <w:rsid w:val="00B30830"/>
    <w:rsid w:val="00B30E98"/>
    <w:rsid w:val="00B30F53"/>
    <w:rsid w:val="00B30F5B"/>
    <w:rsid w:val="00B3120B"/>
    <w:rsid w:val="00B316BD"/>
    <w:rsid w:val="00B31AF0"/>
    <w:rsid w:val="00B31CF6"/>
    <w:rsid w:val="00B31DB2"/>
    <w:rsid w:val="00B320BF"/>
    <w:rsid w:val="00B321F1"/>
    <w:rsid w:val="00B323D8"/>
    <w:rsid w:val="00B32468"/>
    <w:rsid w:val="00B329D8"/>
    <w:rsid w:val="00B32AAC"/>
    <w:rsid w:val="00B33866"/>
    <w:rsid w:val="00B34396"/>
    <w:rsid w:val="00B346D8"/>
    <w:rsid w:val="00B34E11"/>
    <w:rsid w:val="00B35A98"/>
    <w:rsid w:val="00B35C20"/>
    <w:rsid w:val="00B35D31"/>
    <w:rsid w:val="00B3658E"/>
    <w:rsid w:val="00B37269"/>
    <w:rsid w:val="00B37D39"/>
    <w:rsid w:val="00B40017"/>
    <w:rsid w:val="00B40944"/>
    <w:rsid w:val="00B41729"/>
    <w:rsid w:val="00B4193A"/>
    <w:rsid w:val="00B41960"/>
    <w:rsid w:val="00B41B17"/>
    <w:rsid w:val="00B41CFA"/>
    <w:rsid w:val="00B41D3A"/>
    <w:rsid w:val="00B41E5B"/>
    <w:rsid w:val="00B42E59"/>
    <w:rsid w:val="00B435B5"/>
    <w:rsid w:val="00B43664"/>
    <w:rsid w:val="00B43B90"/>
    <w:rsid w:val="00B43C58"/>
    <w:rsid w:val="00B43E68"/>
    <w:rsid w:val="00B4461E"/>
    <w:rsid w:val="00B44F17"/>
    <w:rsid w:val="00B45393"/>
    <w:rsid w:val="00B45B3E"/>
    <w:rsid w:val="00B4655C"/>
    <w:rsid w:val="00B472BA"/>
    <w:rsid w:val="00B47DB7"/>
    <w:rsid w:val="00B500A9"/>
    <w:rsid w:val="00B50522"/>
    <w:rsid w:val="00B50578"/>
    <w:rsid w:val="00B50860"/>
    <w:rsid w:val="00B509FC"/>
    <w:rsid w:val="00B50F33"/>
    <w:rsid w:val="00B51065"/>
    <w:rsid w:val="00B516D9"/>
    <w:rsid w:val="00B516F7"/>
    <w:rsid w:val="00B520D4"/>
    <w:rsid w:val="00B52A01"/>
    <w:rsid w:val="00B52AD2"/>
    <w:rsid w:val="00B53076"/>
    <w:rsid w:val="00B533FD"/>
    <w:rsid w:val="00B53C51"/>
    <w:rsid w:val="00B53E37"/>
    <w:rsid w:val="00B545C0"/>
    <w:rsid w:val="00B5494E"/>
    <w:rsid w:val="00B549B9"/>
    <w:rsid w:val="00B54A20"/>
    <w:rsid w:val="00B54AC0"/>
    <w:rsid w:val="00B54C18"/>
    <w:rsid w:val="00B54DD4"/>
    <w:rsid w:val="00B54E14"/>
    <w:rsid w:val="00B55015"/>
    <w:rsid w:val="00B55327"/>
    <w:rsid w:val="00B55D81"/>
    <w:rsid w:val="00B561AB"/>
    <w:rsid w:val="00B56B63"/>
    <w:rsid w:val="00B571D8"/>
    <w:rsid w:val="00B578CA"/>
    <w:rsid w:val="00B60206"/>
    <w:rsid w:val="00B6046A"/>
    <w:rsid w:val="00B605BC"/>
    <w:rsid w:val="00B606FE"/>
    <w:rsid w:val="00B61B21"/>
    <w:rsid w:val="00B61BF3"/>
    <w:rsid w:val="00B61E6A"/>
    <w:rsid w:val="00B6238D"/>
    <w:rsid w:val="00B62572"/>
    <w:rsid w:val="00B62DA2"/>
    <w:rsid w:val="00B62F40"/>
    <w:rsid w:val="00B63C4A"/>
    <w:rsid w:val="00B63DF2"/>
    <w:rsid w:val="00B63FCE"/>
    <w:rsid w:val="00B64447"/>
    <w:rsid w:val="00B6472C"/>
    <w:rsid w:val="00B64919"/>
    <w:rsid w:val="00B65AFD"/>
    <w:rsid w:val="00B65CD0"/>
    <w:rsid w:val="00B65D38"/>
    <w:rsid w:val="00B65DEE"/>
    <w:rsid w:val="00B65EAE"/>
    <w:rsid w:val="00B66093"/>
    <w:rsid w:val="00B660F5"/>
    <w:rsid w:val="00B664A7"/>
    <w:rsid w:val="00B667EA"/>
    <w:rsid w:val="00B66C17"/>
    <w:rsid w:val="00B66F77"/>
    <w:rsid w:val="00B673C0"/>
    <w:rsid w:val="00B67DB4"/>
    <w:rsid w:val="00B70107"/>
    <w:rsid w:val="00B70142"/>
    <w:rsid w:val="00B7039C"/>
    <w:rsid w:val="00B703DC"/>
    <w:rsid w:val="00B71425"/>
    <w:rsid w:val="00B71A8E"/>
    <w:rsid w:val="00B722C9"/>
    <w:rsid w:val="00B72399"/>
    <w:rsid w:val="00B732D0"/>
    <w:rsid w:val="00B738F4"/>
    <w:rsid w:val="00B73AA4"/>
    <w:rsid w:val="00B73DF7"/>
    <w:rsid w:val="00B74045"/>
    <w:rsid w:val="00B7407D"/>
    <w:rsid w:val="00B74B8C"/>
    <w:rsid w:val="00B75156"/>
    <w:rsid w:val="00B75870"/>
    <w:rsid w:val="00B75EEF"/>
    <w:rsid w:val="00B76509"/>
    <w:rsid w:val="00B767BB"/>
    <w:rsid w:val="00B76BD1"/>
    <w:rsid w:val="00B76DFB"/>
    <w:rsid w:val="00B76F8A"/>
    <w:rsid w:val="00B77183"/>
    <w:rsid w:val="00B773C1"/>
    <w:rsid w:val="00B776B1"/>
    <w:rsid w:val="00B77B47"/>
    <w:rsid w:val="00B77C77"/>
    <w:rsid w:val="00B77C7D"/>
    <w:rsid w:val="00B77CBF"/>
    <w:rsid w:val="00B807A7"/>
    <w:rsid w:val="00B8080C"/>
    <w:rsid w:val="00B80AB0"/>
    <w:rsid w:val="00B80D08"/>
    <w:rsid w:val="00B80EC6"/>
    <w:rsid w:val="00B81004"/>
    <w:rsid w:val="00B812E4"/>
    <w:rsid w:val="00B8167C"/>
    <w:rsid w:val="00B81833"/>
    <w:rsid w:val="00B81A39"/>
    <w:rsid w:val="00B81EDF"/>
    <w:rsid w:val="00B82017"/>
    <w:rsid w:val="00B8242B"/>
    <w:rsid w:val="00B82EF8"/>
    <w:rsid w:val="00B83615"/>
    <w:rsid w:val="00B8374F"/>
    <w:rsid w:val="00B8395E"/>
    <w:rsid w:val="00B83B5B"/>
    <w:rsid w:val="00B841EE"/>
    <w:rsid w:val="00B8456B"/>
    <w:rsid w:val="00B8489A"/>
    <w:rsid w:val="00B848AC"/>
    <w:rsid w:val="00B84B87"/>
    <w:rsid w:val="00B86827"/>
    <w:rsid w:val="00B868EA"/>
    <w:rsid w:val="00B877A9"/>
    <w:rsid w:val="00B87A99"/>
    <w:rsid w:val="00B87EDA"/>
    <w:rsid w:val="00B90062"/>
    <w:rsid w:val="00B90077"/>
    <w:rsid w:val="00B90BBB"/>
    <w:rsid w:val="00B90CCA"/>
    <w:rsid w:val="00B91182"/>
    <w:rsid w:val="00B913ED"/>
    <w:rsid w:val="00B9199A"/>
    <w:rsid w:val="00B91E7C"/>
    <w:rsid w:val="00B92A49"/>
    <w:rsid w:val="00B93B4F"/>
    <w:rsid w:val="00B93CA4"/>
    <w:rsid w:val="00B93D10"/>
    <w:rsid w:val="00B93E1D"/>
    <w:rsid w:val="00B93F30"/>
    <w:rsid w:val="00B94737"/>
    <w:rsid w:val="00B94C1F"/>
    <w:rsid w:val="00B95B78"/>
    <w:rsid w:val="00B95D85"/>
    <w:rsid w:val="00B96167"/>
    <w:rsid w:val="00B969EA"/>
    <w:rsid w:val="00B96C11"/>
    <w:rsid w:val="00B96F19"/>
    <w:rsid w:val="00B97606"/>
    <w:rsid w:val="00B97AA2"/>
    <w:rsid w:val="00B97D07"/>
    <w:rsid w:val="00B97F2E"/>
    <w:rsid w:val="00BA0426"/>
    <w:rsid w:val="00BA07D5"/>
    <w:rsid w:val="00BA0974"/>
    <w:rsid w:val="00BA0C40"/>
    <w:rsid w:val="00BA1272"/>
    <w:rsid w:val="00BA13E2"/>
    <w:rsid w:val="00BA173D"/>
    <w:rsid w:val="00BA1CCF"/>
    <w:rsid w:val="00BA2311"/>
    <w:rsid w:val="00BA3082"/>
    <w:rsid w:val="00BA3243"/>
    <w:rsid w:val="00BA3831"/>
    <w:rsid w:val="00BA4B41"/>
    <w:rsid w:val="00BA5441"/>
    <w:rsid w:val="00BA593F"/>
    <w:rsid w:val="00BA5A1F"/>
    <w:rsid w:val="00BA6CE8"/>
    <w:rsid w:val="00BA7030"/>
    <w:rsid w:val="00BA725C"/>
    <w:rsid w:val="00BA799B"/>
    <w:rsid w:val="00BA7B1A"/>
    <w:rsid w:val="00BB0510"/>
    <w:rsid w:val="00BB066A"/>
    <w:rsid w:val="00BB08A9"/>
    <w:rsid w:val="00BB08B3"/>
    <w:rsid w:val="00BB0C78"/>
    <w:rsid w:val="00BB1194"/>
    <w:rsid w:val="00BB122D"/>
    <w:rsid w:val="00BB18E9"/>
    <w:rsid w:val="00BB1C4C"/>
    <w:rsid w:val="00BB1C62"/>
    <w:rsid w:val="00BB1E50"/>
    <w:rsid w:val="00BB26BA"/>
    <w:rsid w:val="00BB3CE1"/>
    <w:rsid w:val="00BB3FF6"/>
    <w:rsid w:val="00BB467B"/>
    <w:rsid w:val="00BB4A9B"/>
    <w:rsid w:val="00BB4CDE"/>
    <w:rsid w:val="00BB4F88"/>
    <w:rsid w:val="00BB63FC"/>
    <w:rsid w:val="00BB7406"/>
    <w:rsid w:val="00BB7B9B"/>
    <w:rsid w:val="00BB7D0B"/>
    <w:rsid w:val="00BC012D"/>
    <w:rsid w:val="00BC066D"/>
    <w:rsid w:val="00BC0C46"/>
    <w:rsid w:val="00BC0DCF"/>
    <w:rsid w:val="00BC0E7F"/>
    <w:rsid w:val="00BC112E"/>
    <w:rsid w:val="00BC12DC"/>
    <w:rsid w:val="00BC13DE"/>
    <w:rsid w:val="00BC13F5"/>
    <w:rsid w:val="00BC143C"/>
    <w:rsid w:val="00BC189E"/>
    <w:rsid w:val="00BC19E8"/>
    <w:rsid w:val="00BC1F3F"/>
    <w:rsid w:val="00BC1F93"/>
    <w:rsid w:val="00BC2327"/>
    <w:rsid w:val="00BC291D"/>
    <w:rsid w:val="00BC3323"/>
    <w:rsid w:val="00BC3F61"/>
    <w:rsid w:val="00BC4916"/>
    <w:rsid w:val="00BC4B7D"/>
    <w:rsid w:val="00BC4BB5"/>
    <w:rsid w:val="00BC4F12"/>
    <w:rsid w:val="00BC5B41"/>
    <w:rsid w:val="00BC5E2C"/>
    <w:rsid w:val="00BC6D16"/>
    <w:rsid w:val="00BC7585"/>
    <w:rsid w:val="00BC76E7"/>
    <w:rsid w:val="00BC79F1"/>
    <w:rsid w:val="00BD00EE"/>
    <w:rsid w:val="00BD030F"/>
    <w:rsid w:val="00BD0333"/>
    <w:rsid w:val="00BD1162"/>
    <w:rsid w:val="00BD1AC6"/>
    <w:rsid w:val="00BD2687"/>
    <w:rsid w:val="00BD29E7"/>
    <w:rsid w:val="00BD3534"/>
    <w:rsid w:val="00BD3E5C"/>
    <w:rsid w:val="00BD447C"/>
    <w:rsid w:val="00BD4AF4"/>
    <w:rsid w:val="00BD4E69"/>
    <w:rsid w:val="00BD5E08"/>
    <w:rsid w:val="00BD63AC"/>
    <w:rsid w:val="00BD6B68"/>
    <w:rsid w:val="00BD6DB9"/>
    <w:rsid w:val="00BD7213"/>
    <w:rsid w:val="00BD7C76"/>
    <w:rsid w:val="00BD7D40"/>
    <w:rsid w:val="00BD7DA4"/>
    <w:rsid w:val="00BD7EF4"/>
    <w:rsid w:val="00BE0841"/>
    <w:rsid w:val="00BE0898"/>
    <w:rsid w:val="00BE0A53"/>
    <w:rsid w:val="00BE231E"/>
    <w:rsid w:val="00BE245F"/>
    <w:rsid w:val="00BE269F"/>
    <w:rsid w:val="00BE2A21"/>
    <w:rsid w:val="00BE2C79"/>
    <w:rsid w:val="00BE2E68"/>
    <w:rsid w:val="00BE30F4"/>
    <w:rsid w:val="00BE3344"/>
    <w:rsid w:val="00BE3B6C"/>
    <w:rsid w:val="00BE3E21"/>
    <w:rsid w:val="00BE41F3"/>
    <w:rsid w:val="00BE42D8"/>
    <w:rsid w:val="00BE4B0D"/>
    <w:rsid w:val="00BE5686"/>
    <w:rsid w:val="00BE5893"/>
    <w:rsid w:val="00BE5C1F"/>
    <w:rsid w:val="00BE5E73"/>
    <w:rsid w:val="00BE5F87"/>
    <w:rsid w:val="00BE649A"/>
    <w:rsid w:val="00BE691C"/>
    <w:rsid w:val="00BE6981"/>
    <w:rsid w:val="00BE6A31"/>
    <w:rsid w:val="00BE6A4A"/>
    <w:rsid w:val="00BE6EA2"/>
    <w:rsid w:val="00BE731C"/>
    <w:rsid w:val="00BF00E5"/>
    <w:rsid w:val="00BF00FD"/>
    <w:rsid w:val="00BF039F"/>
    <w:rsid w:val="00BF0564"/>
    <w:rsid w:val="00BF0C96"/>
    <w:rsid w:val="00BF1378"/>
    <w:rsid w:val="00BF1C1F"/>
    <w:rsid w:val="00BF1D17"/>
    <w:rsid w:val="00BF2648"/>
    <w:rsid w:val="00BF2A79"/>
    <w:rsid w:val="00BF2E38"/>
    <w:rsid w:val="00BF36EA"/>
    <w:rsid w:val="00BF3899"/>
    <w:rsid w:val="00BF3CB5"/>
    <w:rsid w:val="00BF56B0"/>
    <w:rsid w:val="00BF5AAF"/>
    <w:rsid w:val="00BF5D05"/>
    <w:rsid w:val="00BF5D08"/>
    <w:rsid w:val="00BF600A"/>
    <w:rsid w:val="00BF6DDD"/>
    <w:rsid w:val="00BF71BA"/>
    <w:rsid w:val="00BF7297"/>
    <w:rsid w:val="00BF7EBB"/>
    <w:rsid w:val="00C00BB9"/>
    <w:rsid w:val="00C00FF3"/>
    <w:rsid w:val="00C01531"/>
    <w:rsid w:val="00C01773"/>
    <w:rsid w:val="00C0211F"/>
    <w:rsid w:val="00C027F5"/>
    <w:rsid w:val="00C03EEC"/>
    <w:rsid w:val="00C0410E"/>
    <w:rsid w:val="00C04660"/>
    <w:rsid w:val="00C04AC7"/>
    <w:rsid w:val="00C04C0A"/>
    <w:rsid w:val="00C05918"/>
    <w:rsid w:val="00C05BA6"/>
    <w:rsid w:val="00C06837"/>
    <w:rsid w:val="00C07231"/>
    <w:rsid w:val="00C0749D"/>
    <w:rsid w:val="00C07825"/>
    <w:rsid w:val="00C0798D"/>
    <w:rsid w:val="00C07F79"/>
    <w:rsid w:val="00C07F7B"/>
    <w:rsid w:val="00C10458"/>
    <w:rsid w:val="00C10485"/>
    <w:rsid w:val="00C10706"/>
    <w:rsid w:val="00C11198"/>
    <w:rsid w:val="00C1139D"/>
    <w:rsid w:val="00C115DD"/>
    <w:rsid w:val="00C11B49"/>
    <w:rsid w:val="00C121E5"/>
    <w:rsid w:val="00C1350C"/>
    <w:rsid w:val="00C13595"/>
    <w:rsid w:val="00C14978"/>
    <w:rsid w:val="00C14A0E"/>
    <w:rsid w:val="00C151B7"/>
    <w:rsid w:val="00C155B1"/>
    <w:rsid w:val="00C161B2"/>
    <w:rsid w:val="00C16353"/>
    <w:rsid w:val="00C1641C"/>
    <w:rsid w:val="00C1652D"/>
    <w:rsid w:val="00C16583"/>
    <w:rsid w:val="00C172E8"/>
    <w:rsid w:val="00C174CE"/>
    <w:rsid w:val="00C17862"/>
    <w:rsid w:val="00C17CD5"/>
    <w:rsid w:val="00C20033"/>
    <w:rsid w:val="00C201C7"/>
    <w:rsid w:val="00C20971"/>
    <w:rsid w:val="00C2139C"/>
    <w:rsid w:val="00C2273D"/>
    <w:rsid w:val="00C227A3"/>
    <w:rsid w:val="00C22DE8"/>
    <w:rsid w:val="00C22FE0"/>
    <w:rsid w:val="00C231D5"/>
    <w:rsid w:val="00C231F0"/>
    <w:rsid w:val="00C23D0B"/>
    <w:rsid w:val="00C24391"/>
    <w:rsid w:val="00C24767"/>
    <w:rsid w:val="00C262A1"/>
    <w:rsid w:val="00C26CF2"/>
    <w:rsid w:val="00C27059"/>
    <w:rsid w:val="00C271CD"/>
    <w:rsid w:val="00C276D0"/>
    <w:rsid w:val="00C27BE6"/>
    <w:rsid w:val="00C306C4"/>
    <w:rsid w:val="00C3087B"/>
    <w:rsid w:val="00C30B5E"/>
    <w:rsid w:val="00C30B63"/>
    <w:rsid w:val="00C31161"/>
    <w:rsid w:val="00C31282"/>
    <w:rsid w:val="00C31F55"/>
    <w:rsid w:val="00C326F7"/>
    <w:rsid w:val="00C32C59"/>
    <w:rsid w:val="00C335D1"/>
    <w:rsid w:val="00C337BA"/>
    <w:rsid w:val="00C3394F"/>
    <w:rsid w:val="00C33ACD"/>
    <w:rsid w:val="00C33D5C"/>
    <w:rsid w:val="00C33DB7"/>
    <w:rsid w:val="00C34018"/>
    <w:rsid w:val="00C34E50"/>
    <w:rsid w:val="00C3538C"/>
    <w:rsid w:val="00C35395"/>
    <w:rsid w:val="00C354CF"/>
    <w:rsid w:val="00C35BCE"/>
    <w:rsid w:val="00C36104"/>
    <w:rsid w:val="00C36126"/>
    <w:rsid w:val="00C366E9"/>
    <w:rsid w:val="00C369CE"/>
    <w:rsid w:val="00C37123"/>
    <w:rsid w:val="00C3736B"/>
    <w:rsid w:val="00C3763C"/>
    <w:rsid w:val="00C37AF1"/>
    <w:rsid w:val="00C37C61"/>
    <w:rsid w:val="00C37E5C"/>
    <w:rsid w:val="00C4016F"/>
    <w:rsid w:val="00C40260"/>
    <w:rsid w:val="00C40672"/>
    <w:rsid w:val="00C411C0"/>
    <w:rsid w:val="00C412BB"/>
    <w:rsid w:val="00C417E5"/>
    <w:rsid w:val="00C41C17"/>
    <w:rsid w:val="00C41E5E"/>
    <w:rsid w:val="00C41EDE"/>
    <w:rsid w:val="00C422FF"/>
    <w:rsid w:val="00C427B1"/>
    <w:rsid w:val="00C430DB"/>
    <w:rsid w:val="00C43508"/>
    <w:rsid w:val="00C4371F"/>
    <w:rsid w:val="00C43964"/>
    <w:rsid w:val="00C44739"/>
    <w:rsid w:val="00C4493A"/>
    <w:rsid w:val="00C44C62"/>
    <w:rsid w:val="00C4517C"/>
    <w:rsid w:val="00C4683D"/>
    <w:rsid w:val="00C475AB"/>
    <w:rsid w:val="00C47636"/>
    <w:rsid w:val="00C47A48"/>
    <w:rsid w:val="00C47BC6"/>
    <w:rsid w:val="00C47ED5"/>
    <w:rsid w:val="00C502CA"/>
    <w:rsid w:val="00C50C29"/>
    <w:rsid w:val="00C50D5B"/>
    <w:rsid w:val="00C50D6B"/>
    <w:rsid w:val="00C5150E"/>
    <w:rsid w:val="00C51552"/>
    <w:rsid w:val="00C518A2"/>
    <w:rsid w:val="00C51A49"/>
    <w:rsid w:val="00C51EC1"/>
    <w:rsid w:val="00C51F1B"/>
    <w:rsid w:val="00C5222A"/>
    <w:rsid w:val="00C528A8"/>
    <w:rsid w:val="00C5321B"/>
    <w:rsid w:val="00C535F4"/>
    <w:rsid w:val="00C538BC"/>
    <w:rsid w:val="00C539C6"/>
    <w:rsid w:val="00C53AED"/>
    <w:rsid w:val="00C53B7D"/>
    <w:rsid w:val="00C53F8F"/>
    <w:rsid w:val="00C54472"/>
    <w:rsid w:val="00C54867"/>
    <w:rsid w:val="00C54873"/>
    <w:rsid w:val="00C55636"/>
    <w:rsid w:val="00C567FE"/>
    <w:rsid w:val="00C56B16"/>
    <w:rsid w:val="00C56C57"/>
    <w:rsid w:val="00C56E52"/>
    <w:rsid w:val="00C5766A"/>
    <w:rsid w:val="00C5766C"/>
    <w:rsid w:val="00C5771E"/>
    <w:rsid w:val="00C57816"/>
    <w:rsid w:val="00C60205"/>
    <w:rsid w:val="00C60574"/>
    <w:rsid w:val="00C60D87"/>
    <w:rsid w:val="00C60E13"/>
    <w:rsid w:val="00C611A1"/>
    <w:rsid w:val="00C611BC"/>
    <w:rsid w:val="00C63289"/>
    <w:rsid w:val="00C63702"/>
    <w:rsid w:val="00C63AF9"/>
    <w:rsid w:val="00C63ED9"/>
    <w:rsid w:val="00C641D7"/>
    <w:rsid w:val="00C64E44"/>
    <w:rsid w:val="00C64F54"/>
    <w:rsid w:val="00C652D7"/>
    <w:rsid w:val="00C653AF"/>
    <w:rsid w:val="00C70518"/>
    <w:rsid w:val="00C7069A"/>
    <w:rsid w:val="00C717EC"/>
    <w:rsid w:val="00C719FE"/>
    <w:rsid w:val="00C71B27"/>
    <w:rsid w:val="00C71EAA"/>
    <w:rsid w:val="00C727C7"/>
    <w:rsid w:val="00C7285E"/>
    <w:rsid w:val="00C73596"/>
    <w:rsid w:val="00C7374C"/>
    <w:rsid w:val="00C73F63"/>
    <w:rsid w:val="00C745D3"/>
    <w:rsid w:val="00C74931"/>
    <w:rsid w:val="00C7497A"/>
    <w:rsid w:val="00C750B8"/>
    <w:rsid w:val="00C75223"/>
    <w:rsid w:val="00C75A34"/>
    <w:rsid w:val="00C75FD7"/>
    <w:rsid w:val="00C7604A"/>
    <w:rsid w:val="00C7632A"/>
    <w:rsid w:val="00C7674F"/>
    <w:rsid w:val="00C76C73"/>
    <w:rsid w:val="00C76E63"/>
    <w:rsid w:val="00C76EA3"/>
    <w:rsid w:val="00C76EF6"/>
    <w:rsid w:val="00C77AB7"/>
    <w:rsid w:val="00C807D0"/>
    <w:rsid w:val="00C8087F"/>
    <w:rsid w:val="00C80AFC"/>
    <w:rsid w:val="00C812AE"/>
    <w:rsid w:val="00C822D3"/>
    <w:rsid w:val="00C82CC8"/>
    <w:rsid w:val="00C83149"/>
    <w:rsid w:val="00C83379"/>
    <w:rsid w:val="00C83551"/>
    <w:rsid w:val="00C836ED"/>
    <w:rsid w:val="00C836FB"/>
    <w:rsid w:val="00C83B29"/>
    <w:rsid w:val="00C84535"/>
    <w:rsid w:val="00C84654"/>
    <w:rsid w:val="00C849DA"/>
    <w:rsid w:val="00C8520E"/>
    <w:rsid w:val="00C8542F"/>
    <w:rsid w:val="00C8546A"/>
    <w:rsid w:val="00C85733"/>
    <w:rsid w:val="00C85B3C"/>
    <w:rsid w:val="00C85F80"/>
    <w:rsid w:val="00C863B8"/>
    <w:rsid w:val="00C867CB"/>
    <w:rsid w:val="00C867F2"/>
    <w:rsid w:val="00C86C47"/>
    <w:rsid w:val="00C86E45"/>
    <w:rsid w:val="00C86EC8"/>
    <w:rsid w:val="00C87199"/>
    <w:rsid w:val="00C87669"/>
    <w:rsid w:val="00C87DE6"/>
    <w:rsid w:val="00C87F11"/>
    <w:rsid w:val="00C901EB"/>
    <w:rsid w:val="00C90329"/>
    <w:rsid w:val="00C91287"/>
    <w:rsid w:val="00C918CF"/>
    <w:rsid w:val="00C91962"/>
    <w:rsid w:val="00C91B71"/>
    <w:rsid w:val="00C91DC8"/>
    <w:rsid w:val="00C92151"/>
    <w:rsid w:val="00C93988"/>
    <w:rsid w:val="00C93A66"/>
    <w:rsid w:val="00C93C5A"/>
    <w:rsid w:val="00C93CE6"/>
    <w:rsid w:val="00C9442B"/>
    <w:rsid w:val="00C94EF6"/>
    <w:rsid w:val="00C95039"/>
    <w:rsid w:val="00C9556D"/>
    <w:rsid w:val="00C9557C"/>
    <w:rsid w:val="00C9568F"/>
    <w:rsid w:val="00C958E9"/>
    <w:rsid w:val="00C95BA4"/>
    <w:rsid w:val="00C96764"/>
    <w:rsid w:val="00C9682E"/>
    <w:rsid w:val="00C96A98"/>
    <w:rsid w:val="00C96B1E"/>
    <w:rsid w:val="00C96E0F"/>
    <w:rsid w:val="00C97073"/>
    <w:rsid w:val="00C97078"/>
    <w:rsid w:val="00C9725F"/>
    <w:rsid w:val="00C97262"/>
    <w:rsid w:val="00C97342"/>
    <w:rsid w:val="00C97E16"/>
    <w:rsid w:val="00CA02F1"/>
    <w:rsid w:val="00CA086F"/>
    <w:rsid w:val="00CA13D6"/>
    <w:rsid w:val="00CA17B5"/>
    <w:rsid w:val="00CA1B08"/>
    <w:rsid w:val="00CA1F10"/>
    <w:rsid w:val="00CA2417"/>
    <w:rsid w:val="00CA2AEB"/>
    <w:rsid w:val="00CA2F2C"/>
    <w:rsid w:val="00CA320C"/>
    <w:rsid w:val="00CA3234"/>
    <w:rsid w:val="00CA39AB"/>
    <w:rsid w:val="00CA4019"/>
    <w:rsid w:val="00CA40F1"/>
    <w:rsid w:val="00CA43F5"/>
    <w:rsid w:val="00CA4DB9"/>
    <w:rsid w:val="00CA4F3D"/>
    <w:rsid w:val="00CA502D"/>
    <w:rsid w:val="00CA5433"/>
    <w:rsid w:val="00CA54BE"/>
    <w:rsid w:val="00CA5D9A"/>
    <w:rsid w:val="00CA62CA"/>
    <w:rsid w:val="00CA6B73"/>
    <w:rsid w:val="00CA6CDE"/>
    <w:rsid w:val="00CA6E50"/>
    <w:rsid w:val="00CA743C"/>
    <w:rsid w:val="00CA7DD5"/>
    <w:rsid w:val="00CB15CD"/>
    <w:rsid w:val="00CB1650"/>
    <w:rsid w:val="00CB218B"/>
    <w:rsid w:val="00CB2482"/>
    <w:rsid w:val="00CB2786"/>
    <w:rsid w:val="00CB29DE"/>
    <w:rsid w:val="00CB2C55"/>
    <w:rsid w:val="00CB2D16"/>
    <w:rsid w:val="00CB30F7"/>
    <w:rsid w:val="00CB374A"/>
    <w:rsid w:val="00CB37A8"/>
    <w:rsid w:val="00CB3AA6"/>
    <w:rsid w:val="00CB4261"/>
    <w:rsid w:val="00CB451B"/>
    <w:rsid w:val="00CB5005"/>
    <w:rsid w:val="00CB58E2"/>
    <w:rsid w:val="00CB5E40"/>
    <w:rsid w:val="00CB65FE"/>
    <w:rsid w:val="00CB6A26"/>
    <w:rsid w:val="00CB6AD9"/>
    <w:rsid w:val="00CB6CE1"/>
    <w:rsid w:val="00CB74B8"/>
    <w:rsid w:val="00CB74EE"/>
    <w:rsid w:val="00CB7AC5"/>
    <w:rsid w:val="00CB7F98"/>
    <w:rsid w:val="00CC0073"/>
    <w:rsid w:val="00CC06DA"/>
    <w:rsid w:val="00CC07F8"/>
    <w:rsid w:val="00CC119C"/>
    <w:rsid w:val="00CC14FD"/>
    <w:rsid w:val="00CC1E2B"/>
    <w:rsid w:val="00CC2096"/>
    <w:rsid w:val="00CC224E"/>
    <w:rsid w:val="00CC260C"/>
    <w:rsid w:val="00CC2A54"/>
    <w:rsid w:val="00CC2EA2"/>
    <w:rsid w:val="00CC38D3"/>
    <w:rsid w:val="00CC3949"/>
    <w:rsid w:val="00CC3F86"/>
    <w:rsid w:val="00CC46BB"/>
    <w:rsid w:val="00CC48AC"/>
    <w:rsid w:val="00CC4D32"/>
    <w:rsid w:val="00CC4F6C"/>
    <w:rsid w:val="00CC50EC"/>
    <w:rsid w:val="00CC573C"/>
    <w:rsid w:val="00CC5AB6"/>
    <w:rsid w:val="00CC5F59"/>
    <w:rsid w:val="00CC6459"/>
    <w:rsid w:val="00CC683E"/>
    <w:rsid w:val="00CC6862"/>
    <w:rsid w:val="00CC6D4E"/>
    <w:rsid w:val="00CC7167"/>
    <w:rsid w:val="00CC77A7"/>
    <w:rsid w:val="00CC7BE4"/>
    <w:rsid w:val="00CD0261"/>
    <w:rsid w:val="00CD0432"/>
    <w:rsid w:val="00CD0663"/>
    <w:rsid w:val="00CD068C"/>
    <w:rsid w:val="00CD0820"/>
    <w:rsid w:val="00CD0C11"/>
    <w:rsid w:val="00CD0CC1"/>
    <w:rsid w:val="00CD0CC8"/>
    <w:rsid w:val="00CD0F8D"/>
    <w:rsid w:val="00CD1757"/>
    <w:rsid w:val="00CD1E79"/>
    <w:rsid w:val="00CD201A"/>
    <w:rsid w:val="00CD22F8"/>
    <w:rsid w:val="00CD2502"/>
    <w:rsid w:val="00CD2585"/>
    <w:rsid w:val="00CD3341"/>
    <w:rsid w:val="00CD343B"/>
    <w:rsid w:val="00CD396B"/>
    <w:rsid w:val="00CD3A6E"/>
    <w:rsid w:val="00CD450A"/>
    <w:rsid w:val="00CD46B2"/>
    <w:rsid w:val="00CD4877"/>
    <w:rsid w:val="00CD4A1C"/>
    <w:rsid w:val="00CD4C31"/>
    <w:rsid w:val="00CD4C37"/>
    <w:rsid w:val="00CD4CE8"/>
    <w:rsid w:val="00CD4FE6"/>
    <w:rsid w:val="00CD5680"/>
    <w:rsid w:val="00CD5CD3"/>
    <w:rsid w:val="00CD5E04"/>
    <w:rsid w:val="00CD66D8"/>
    <w:rsid w:val="00CD6941"/>
    <w:rsid w:val="00CD74DD"/>
    <w:rsid w:val="00CE008E"/>
    <w:rsid w:val="00CE014E"/>
    <w:rsid w:val="00CE027A"/>
    <w:rsid w:val="00CE04D7"/>
    <w:rsid w:val="00CE0B00"/>
    <w:rsid w:val="00CE1805"/>
    <w:rsid w:val="00CE183F"/>
    <w:rsid w:val="00CE1C97"/>
    <w:rsid w:val="00CE2026"/>
    <w:rsid w:val="00CE219E"/>
    <w:rsid w:val="00CE2D48"/>
    <w:rsid w:val="00CE2EAB"/>
    <w:rsid w:val="00CE3FBE"/>
    <w:rsid w:val="00CE4656"/>
    <w:rsid w:val="00CE4E36"/>
    <w:rsid w:val="00CE4FB9"/>
    <w:rsid w:val="00CE51FB"/>
    <w:rsid w:val="00CE5594"/>
    <w:rsid w:val="00CE5790"/>
    <w:rsid w:val="00CE5F8B"/>
    <w:rsid w:val="00CE6447"/>
    <w:rsid w:val="00CE698A"/>
    <w:rsid w:val="00CE6A14"/>
    <w:rsid w:val="00CE7127"/>
    <w:rsid w:val="00CF0158"/>
    <w:rsid w:val="00CF046D"/>
    <w:rsid w:val="00CF0502"/>
    <w:rsid w:val="00CF084F"/>
    <w:rsid w:val="00CF0DE2"/>
    <w:rsid w:val="00CF12B9"/>
    <w:rsid w:val="00CF14E7"/>
    <w:rsid w:val="00CF1F18"/>
    <w:rsid w:val="00CF1F6B"/>
    <w:rsid w:val="00CF21F7"/>
    <w:rsid w:val="00CF2249"/>
    <w:rsid w:val="00CF225D"/>
    <w:rsid w:val="00CF2485"/>
    <w:rsid w:val="00CF2A93"/>
    <w:rsid w:val="00CF3023"/>
    <w:rsid w:val="00CF3570"/>
    <w:rsid w:val="00CF3982"/>
    <w:rsid w:val="00CF3C46"/>
    <w:rsid w:val="00CF3EA6"/>
    <w:rsid w:val="00CF3ECE"/>
    <w:rsid w:val="00CF5301"/>
    <w:rsid w:val="00CF5CC5"/>
    <w:rsid w:val="00CF5D1A"/>
    <w:rsid w:val="00CF606B"/>
    <w:rsid w:val="00CF612C"/>
    <w:rsid w:val="00CF6A09"/>
    <w:rsid w:val="00CF7066"/>
    <w:rsid w:val="00D004F3"/>
    <w:rsid w:val="00D009F2"/>
    <w:rsid w:val="00D03342"/>
    <w:rsid w:val="00D03E1C"/>
    <w:rsid w:val="00D04857"/>
    <w:rsid w:val="00D04A96"/>
    <w:rsid w:val="00D05159"/>
    <w:rsid w:val="00D06C23"/>
    <w:rsid w:val="00D06CDE"/>
    <w:rsid w:val="00D06D7C"/>
    <w:rsid w:val="00D06EB2"/>
    <w:rsid w:val="00D076DE"/>
    <w:rsid w:val="00D07AF9"/>
    <w:rsid w:val="00D07B19"/>
    <w:rsid w:val="00D07E5D"/>
    <w:rsid w:val="00D10466"/>
    <w:rsid w:val="00D107E1"/>
    <w:rsid w:val="00D1095B"/>
    <w:rsid w:val="00D10DE4"/>
    <w:rsid w:val="00D10EAF"/>
    <w:rsid w:val="00D11E8F"/>
    <w:rsid w:val="00D13051"/>
    <w:rsid w:val="00D13211"/>
    <w:rsid w:val="00D144F4"/>
    <w:rsid w:val="00D14959"/>
    <w:rsid w:val="00D14EA4"/>
    <w:rsid w:val="00D15056"/>
    <w:rsid w:val="00D159EF"/>
    <w:rsid w:val="00D15CA9"/>
    <w:rsid w:val="00D168B9"/>
    <w:rsid w:val="00D16E02"/>
    <w:rsid w:val="00D17759"/>
    <w:rsid w:val="00D17D62"/>
    <w:rsid w:val="00D17EC1"/>
    <w:rsid w:val="00D2183E"/>
    <w:rsid w:val="00D218F8"/>
    <w:rsid w:val="00D21B77"/>
    <w:rsid w:val="00D22218"/>
    <w:rsid w:val="00D2296A"/>
    <w:rsid w:val="00D22EF3"/>
    <w:rsid w:val="00D235EA"/>
    <w:rsid w:val="00D241EF"/>
    <w:rsid w:val="00D243EB"/>
    <w:rsid w:val="00D24513"/>
    <w:rsid w:val="00D2470F"/>
    <w:rsid w:val="00D2495F"/>
    <w:rsid w:val="00D24B3F"/>
    <w:rsid w:val="00D2522D"/>
    <w:rsid w:val="00D25772"/>
    <w:rsid w:val="00D25A41"/>
    <w:rsid w:val="00D25B41"/>
    <w:rsid w:val="00D26246"/>
    <w:rsid w:val="00D26D06"/>
    <w:rsid w:val="00D2742B"/>
    <w:rsid w:val="00D275D5"/>
    <w:rsid w:val="00D306CF"/>
    <w:rsid w:val="00D308DC"/>
    <w:rsid w:val="00D30E1A"/>
    <w:rsid w:val="00D310EC"/>
    <w:rsid w:val="00D31376"/>
    <w:rsid w:val="00D3173D"/>
    <w:rsid w:val="00D31BC7"/>
    <w:rsid w:val="00D31DE9"/>
    <w:rsid w:val="00D32318"/>
    <w:rsid w:val="00D323DB"/>
    <w:rsid w:val="00D32E0C"/>
    <w:rsid w:val="00D32E81"/>
    <w:rsid w:val="00D33923"/>
    <w:rsid w:val="00D33CD2"/>
    <w:rsid w:val="00D33CF5"/>
    <w:rsid w:val="00D34B64"/>
    <w:rsid w:val="00D3511A"/>
    <w:rsid w:val="00D35491"/>
    <w:rsid w:val="00D35E97"/>
    <w:rsid w:val="00D3600F"/>
    <w:rsid w:val="00D36551"/>
    <w:rsid w:val="00D366B8"/>
    <w:rsid w:val="00D36C43"/>
    <w:rsid w:val="00D3717D"/>
    <w:rsid w:val="00D37542"/>
    <w:rsid w:val="00D375F9"/>
    <w:rsid w:val="00D401A4"/>
    <w:rsid w:val="00D40685"/>
    <w:rsid w:val="00D40B05"/>
    <w:rsid w:val="00D40D11"/>
    <w:rsid w:val="00D40DF3"/>
    <w:rsid w:val="00D411CE"/>
    <w:rsid w:val="00D417FB"/>
    <w:rsid w:val="00D41A57"/>
    <w:rsid w:val="00D42065"/>
    <w:rsid w:val="00D4276B"/>
    <w:rsid w:val="00D4309A"/>
    <w:rsid w:val="00D449BE"/>
    <w:rsid w:val="00D44AE8"/>
    <w:rsid w:val="00D44E2D"/>
    <w:rsid w:val="00D44F9F"/>
    <w:rsid w:val="00D4503E"/>
    <w:rsid w:val="00D450C6"/>
    <w:rsid w:val="00D4514C"/>
    <w:rsid w:val="00D460A9"/>
    <w:rsid w:val="00D460EC"/>
    <w:rsid w:val="00D462E7"/>
    <w:rsid w:val="00D4643E"/>
    <w:rsid w:val="00D46824"/>
    <w:rsid w:val="00D46912"/>
    <w:rsid w:val="00D46971"/>
    <w:rsid w:val="00D46E8D"/>
    <w:rsid w:val="00D50519"/>
    <w:rsid w:val="00D508B8"/>
    <w:rsid w:val="00D50AE3"/>
    <w:rsid w:val="00D518EF"/>
    <w:rsid w:val="00D51B7C"/>
    <w:rsid w:val="00D51B8F"/>
    <w:rsid w:val="00D52403"/>
    <w:rsid w:val="00D5273D"/>
    <w:rsid w:val="00D52A22"/>
    <w:rsid w:val="00D5392E"/>
    <w:rsid w:val="00D539FC"/>
    <w:rsid w:val="00D5422F"/>
    <w:rsid w:val="00D54F2B"/>
    <w:rsid w:val="00D5530F"/>
    <w:rsid w:val="00D559BB"/>
    <w:rsid w:val="00D55A0D"/>
    <w:rsid w:val="00D5600C"/>
    <w:rsid w:val="00D568DC"/>
    <w:rsid w:val="00D57209"/>
    <w:rsid w:val="00D57B3C"/>
    <w:rsid w:val="00D606E2"/>
    <w:rsid w:val="00D60A42"/>
    <w:rsid w:val="00D60F62"/>
    <w:rsid w:val="00D6148D"/>
    <w:rsid w:val="00D61E2E"/>
    <w:rsid w:val="00D620D1"/>
    <w:rsid w:val="00D628BD"/>
    <w:rsid w:val="00D62CDB"/>
    <w:rsid w:val="00D62FD4"/>
    <w:rsid w:val="00D62FD5"/>
    <w:rsid w:val="00D63BC5"/>
    <w:rsid w:val="00D6423B"/>
    <w:rsid w:val="00D64A7B"/>
    <w:rsid w:val="00D64D55"/>
    <w:rsid w:val="00D64F94"/>
    <w:rsid w:val="00D65320"/>
    <w:rsid w:val="00D659DA"/>
    <w:rsid w:val="00D65AFC"/>
    <w:rsid w:val="00D65E59"/>
    <w:rsid w:val="00D660D8"/>
    <w:rsid w:val="00D662E2"/>
    <w:rsid w:val="00D66F6B"/>
    <w:rsid w:val="00D67522"/>
    <w:rsid w:val="00D675F0"/>
    <w:rsid w:val="00D6763B"/>
    <w:rsid w:val="00D70936"/>
    <w:rsid w:val="00D70DBB"/>
    <w:rsid w:val="00D71648"/>
    <w:rsid w:val="00D718E2"/>
    <w:rsid w:val="00D72117"/>
    <w:rsid w:val="00D72C52"/>
    <w:rsid w:val="00D73227"/>
    <w:rsid w:val="00D733AC"/>
    <w:rsid w:val="00D73626"/>
    <w:rsid w:val="00D73675"/>
    <w:rsid w:val="00D736DF"/>
    <w:rsid w:val="00D73E8C"/>
    <w:rsid w:val="00D74275"/>
    <w:rsid w:val="00D74339"/>
    <w:rsid w:val="00D7474A"/>
    <w:rsid w:val="00D749E5"/>
    <w:rsid w:val="00D75226"/>
    <w:rsid w:val="00D75716"/>
    <w:rsid w:val="00D75C62"/>
    <w:rsid w:val="00D75CE7"/>
    <w:rsid w:val="00D75D84"/>
    <w:rsid w:val="00D765E3"/>
    <w:rsid w:val="00D8076B"/>
    <w:rsid w:val="00D80A16"/>
    <w:rsid w:val="00D810FC"/>
    <w:rsid w:val="00D818CE"/>
    <w:rsid w:val="00D82272"/>
    <w:rsid w:val="00D827E5"/>
    <w:rsid w:val="00D828B3"/>
    <w:rsid w:val="00D82934"/>
    <w:rsid w:val="00D82B2A"/>
    <w:rsid w:val="00D82B5B"/>
    <w:rsid w:val="00D82D93"/>
    <w:rsid w:val="00D8344D"/>
    <w:rsid w:val="00D83CF5"/>
    <w:rsid w:val="00D83D27"/>
    <w:rsid w:val="00D845D7"/>
    <w:rsid w:val="00D84FB0"/>
    <w:rsid w:val="00D8501B"/>
    <w:rsid w:val="00D851D9"/>
    <w:rsid w:val="00D85D1E"/>
    <w:rsid w:val="00D85F50"/>
    <w:rsid w:val="00D85FBD"/>
    <w:rsid w:val="00D860ED"/>
    <w:rsid w:val="00D86310"/>
    <w:rsid w:val="00D866F7"/>
    <w:rsid w:val="00D86F61"/>
    <w:rsid w:val="00D86F6D"/>
    <w:rsid w:val="00D876A7"/>
    <w:rsid w:val="00D87C8F"/>
    <w:rsid w:val="00D9035D"/>
    <w:rsid w:val="00D90F00"/>
    <w:rsid w:val="00D919F6"/>
    <w:rsid w:val="00D91F8F"/>
    <w:rsid w:val="00D929F2"/>
    <w:rsid w:val="00D92B3A"/>
    <w:rsid w:val="00D930A3"/>
    <w:rsid w:val="00D936E6"/>
    <w:rsid w:val="00D939DC"/>
    <w:rsid w:val="00D9421C"/>
    <w:rsid w:val="00D945D9"/>
    <w:rsid w:val="00D94A0A"/>
    <w:rsid w:val="00D953B3"/>
    <w:rsid w:val="00D958C3"/>
    <w:rsid w:val="00D95B93"/>
    <w:rsid w:val="00D96045"/>
    <w:rsid w:val="00D96208"/>
    <w:rsid w:val="00D962E7"/>
    <w:rsid w:val="00D96453"/>
    <w:rsid w:val="00D96633"/>
    <w:rsid w:val="00D9663D"/>
    <w:rsid w:val="00D96918"/>
    <w:rsid w:val="00D96CFF"/>
    <w:rsid w:val="00D97092"/>
    <w:rsid w:val="00D9714B"/>
    <w:rsid w:val="00D976B0"/>
    <w:rsid w:val="00D97B5F"/>
    <w:rsid w:val="00DA0078"/>
    <w:rsid w:val="00DA00A9"/>
    <w:rsid w:val="00DA09F4"/>
    <w:rsid w:val="00DA1553"/>
    <w:rsid w:val="00DA1625"/>
    <w:rsid w:val="00DA1862"/>
    <w:rsid w:val="00DA1DF0"/>
    <w:rsid w:val="00DA2093"/>
    <w:rsid w:val="00DA2188"/>
    <w:rsid w:val="00DA2317"/>
    <w:rsid w:val="00DA2428"/>
    <w:rsid w:val="00DA2504"/>
    <w:rsid w:val="00DA2C95"/>
    <w:rsid w:val="00DA32B2"/>
    <w:rsid w:val="00DA336A"/>
    <w:rsid w:val="00DA35F3"/>
    <w:rsid w:val="00DA3DF9"/>
    <w:rsid w:val="00DA44A7"/>
    <w:rsid w:val="00DA4646"/>
    <w:rsid w:val="00DA4CFB"/>
    <w:rsid w:val="00DA4FD2"/>
    <w:rsid w:val="00DA53D7"/>
    <w:rsid w:val="00DA5609"/>
    <w:rsid w:val="00DA5E26"/>
    <w:rsid w:val="00DA6681"/>
    <w:rsid w:val="00DA6892"/>
    <w:rsid w:val="00DA6F8D"/>
    <w:rsid w:val="00DA72A8"/>
    <w:rsid w:val="00DA770D"/>
    <w:rsid w:val="00DA7C06"/>
    <w:rsid w:val="00DB0328"/>
    <w:rsid w:val="00DB032B"/>
    <w:rsid w:val="00DB0A30"/>
    <w:rsid w:val="00DB0ACE"/>
    <w:rsid w:val="00DB117B"/>
    <w:rsid w:val="00DB143F"/>
    <w:rsid w:val="00DB178B"/>
    <w:rsid w:val="00DB18F4"/>
    <w:rsid w:val="00DB1A20"/>
    <w:rsid w:val="00DB249E"/>
    <w:rsid w:val="00DB2847"/>
    <w:rsid w:val="00DB2AA8"/>
    <w:rsid w:val="00DB2E68"/>
    <w:rsid w:val="00DB311E"/>
    <w:rsid w:val="00DB340F"/>
    <w:rsid w:val="00DB42D5"/>
    <w:rsid w:val="00DB499A"/>
    <w:rsid w:val="00DB5006"/>
    <w:rsid w:val="00DB55BF"/>
    <w:rsid w:val="00DB57FD"/>
    <w:rsid w:val="00DB5B64"/>
    <w:rsid w:val="00DB5F30"/>
    <w:rsid w:val="00DB623D"/>
    <w:rsid w:val="00DB6C85"/>
    <w:rsid w:val="00DB74E4"/>
    <w:rsid w:val="00DB752E"/>
    <w:rsid w:val="00DC049E"/>
    <w:rsid w:val="00DC09AC"/>
    <w:rsid w:val="00DC0CDA"/>
    <w:rsid w:val="00DC0D97"/>
    <w:rsid w:val="00DC1087"/>
    <w:rsid w:val="00DC1536"/>
    <w:rsid w:val="00DC1768"/>
    <w:rsid w:val="00DC1BCA"/>
    <w:rsid w:val="00DC3825"/>
    <w:rsid w:val="00DC3A20"/>
    <w:rsid w:val="00DC401F"/>
    <w:rsid w:val="00DC4901"/>
    <w:rsid w:val="00DC4B03"/>
    <w:rsid w:val="00DC4D95"/>
    <w:rsid w:val="00DC50FF"/>
    <w:rsid w:val="00DC57C9"/>
    <w:rsid w:val="00DC5A1C"/>
    <w:rsid w:val="00DC5C9B"/>
    <w:rsid w:val="00DC6582"/>
    <w:rsid w:val="00DC6AC8"/>
    <w:rsid w:val="00DC6FAE"/>
    <w:rsid w:val="00DC6FE1"/>
    <w:rsid w:val="00DC711E"/>
    <w:rsid w:val="00DC751E"/>
    <w:rsid w:val="00DC792A"/>
    <w:rsid w:val="00DD0487"/>
    <w:rsid w:val="00DD0CEA"/>
    <w:rsid w:val="00DD0E94"/>
    <w:rsid w:val="00DD0F49"/>
    <w:rsid w:val="00DD1269"/>
    <w:rsid w:val="00DD139A"/>
    <w:rsid w:val="00DD16AB"/>
    <w:rsid w:val="00DD1827"/>
    <w:rsid w:val="00DD228A"/>
    <w:rsid w:val="00DD2578"/>
    <w:rsid w:val="00DD27A2"/>
    <w:rsid w:val="00DD2979"/>
    <w:rsid w:val="00DD3469"/>
    <w:rsid w:val="00DD35A5"/>
    <w:rsid w:val="00DD38E7"/>
    <w:rsid w:val="00DD4112"/>
    <w:rsid w:val="00DD47A5"/>
    <w:rsid w:val="00DD4D2A"/>
    <w:rsid w:val="00DD503D"/>
    <w:rsid w:val="00DD527A"/>
    <w:rsid w:val="00DD6277"/>
    <w:rsid w:val="00DD6BA2"/>
    <w:rsid w:val="00DD6CC1"/>
    <w:rsid w:val="00DD6F55"/>
    <w:rsid w:val="00DE001F"/>
    <w:rsid w:val="00DE012B"/>
    <w:rsid w:val="00DE102E"/>
    <w:rsid w:val="00DE1290"/>
    <w:rsid w:val="00DE14F8"/>
    <w:rsid w:val="00DE1630"/>
    <w:rsid w:val="00DE18D0"/>
    <w:rsid w:val="00DE223C"/>
    <w:rsid w:val="00DE240A"/>
    <w:rsid w:val="00DE25F7"/>
    <w:rsid w:val="00DE33DB"/>
    <w:rsid w:val="00DE3762"/>
    <w:rsid w:val="00DE38B3"/>
    <w:rsid w:val="00DE432C"/>
    <w:rsid w:val="00DE47C6"/>
    <w:rsid w:val="00DE4842"/>
    <w:rsid w:val="00DE4DE5"/>
    <w:rsid w:val="00DE4E4D"/>
    <w:rsid w:val="00DE5273"/>
    <w:rsid w:val="00DE5E58"/>
    <w:rsid w:val="00DE615C"/>
    <w:rsid w:val="00DE6775"/>
    <w:rsid w:val="00DE6ADA"/>
    <w:rsid w:val="00DE7F74"/>
    <w:rsid w:val="00DF055D"/>
    <w:rsid w:val="00DF0587"/>
    <w:rsid w:val="00DF08EF"/>
    <w:rsid w:val="00DF0BA9"/>
    <w:rsid w:val="00DF1D77"/>
    <w:rsid w:val="00DF26F0"/>
    <w:rsid w:val="00DF27DD"/>
    <w:rsid w:val="00DF30E0"/>
    <w:rsid w:val="00DF32DC"/>
    <w:rsid w:val="00DF34B0"/>
    <w:rsid w:val="00DF3786"/>
    <w:rsid w:val="00DF42C7"/>
    <w:rsid w:val="00DF479C"/>
    <w:rsid w:val="00DF49B3"/>
    <w:rsid w:val="00DF536B"/>
    <w:rsid w:val="00DF6A78"/>
    <w:rsid w:val="00DF6C1E"/>
    <w:rsid w:val="00DF6E26"/>
    <w:rsid w:val="00DF6FE5"/>
    <w:rsid w:val="00DF7774"/>
    <w:rsid w:val="00DF7B8D"/>
    <w:rsid w:val="00DF7C85"/>
    <w:rsid w:val="00DF7FC6"/>
    <w:rsid w:val="00E000B5"/>
    <w:rsid w:val="00E002DF"/>
    <w:rsid w:val="00E00332"/>
    <w:rsid w:val="00E006BC"/>
    <w:rsid w:val="00E008D2"/>
    <w:rsid w:val="00E008EA"/>
    <w:rsid w:val="00E00A3D"/>
    <w:rsid w:val="00E00F74"/>
    <w:rsid w:val="00E01523"/>
    <w:rsid w:val="00E01A0F"/>
    <w:rsid w:val="00E01C03"/>
    <w:rsid w:val="00E023E9"/>
    <w:rsid w:val="00E02504"/>
    <w:rsid w:val="00E0293C"/>
    <w:rsid w:val="00E02DF2"/>
    <w:rsid w:val="00E0329D"/>
    <w:rsid w:val="00E03AB6"/>
    <w:rsid w:val="00E0402A"/>
    <w:rsid w:val="00E04298"/>
    <w:rsid w:val="00E0443C"/>
    <w:rsid w:val="00E04B0E"/>
    <w:rsid w:val="00E04BA0"/>
    <w:rsid w:val="00E053E9"/>
    <w:rsid w:val="00E05B4D"/>
    <w:rsid w:val="00E05C0D"/>
    <w:rsid w:val="00E06C3E"/>
    <w:rsid w:val="00E06E15"/>
    <w:rsid w:val="00E0765B"/>
    <w:rsid w:val="00E078A0"/>
    <w:rsid w:val="00E1008A"/>
    <w:rsid w:val="00E101AF"/>
    <w:rsid w:val="00E10202"/>
    <w:rsid w:val="00E10626"/>
    <w:rsid w:val="00E107A3"/>
    <w:rsid w:val="00E10BA3"/>
    <w:rsid w:val="00E10DDF"/>
    <w:rsid w:val="00E11034"/>
    <w:rsid w:val="00E11056"/>
    <w:rsid w:val="00E116C2"/>
    <w:rsid w:val="00E11E3D"/>
    <w:rsid w:val="00E12749"/>
    <w:rsid w:val="00E12B96"/>
    <w:rsid w:val="00E12E78"/>
    <w:rsid w:val="00E12F03"/>
    <w:rsid w:val="00E12FEF"/>
    <w:rsid w:val="00E138D5"/>
    <w:rsid w:val="00E13DE1"/>
    <w:rsid w:val="00E140BF"/>
    <w:rsid w:val="00E1489E"/>
    <w:rsid w:val="00E148D7"/>
    <w:rsid w:val="00E15531"/>
    <w:rsid w:val="00E15C99"/>
    <w:rsid w:val="00E1611A"/>
    <w:rsid w:val="00E169D2"/>
    <w:rsid w:val="00E16C0D"/>
    <w:rsid w:val="00E16F59"/>
    <w:rsid w:val="00E1725D"/>
    <w:rsid w:val="00E1748C"/>
    <w:rsid w:val="00E17B50"/>
    <w:rsid w:val="00E17E9E"/>
    <w:rsid w:val="00E17EC7"/>
    <w:rsid w:val="00E200F3"/>
    <w:rsid w:val="00E20504"/>
    <w:rsid w:val="00E20FCF"/>
    <w:rsid w:val="00E211AD"/>
    <w:rsid w:val="00E211E6"/>
    <w:rsid w:val="00E212F2"/>
    <w:rsid w:val="00E215AA"/>
    <w:rsid w:val="00E21794"/>
    <w:rsid w:val="00E220AC"/>
    <w:rsid w:val="00E228A3"/>
    <w:rsid w:val="00E22924"/>
    <w:rsid w:val="00E22D33"/>
    <w:rsid w:val="00E23199"/>
    <w:rsid w:val="00E232F6"/>
    <w:rsid w:val="00E23D72"/>
    <w:rsid w:val="00E23E12"/>
    <w:rsid w:val="00E23FDE"/>
    <w:rsid w:val="00E2425F"/>
    <w:rsid w:val="00E245A8"/>
    <w:rsid w:val="00E24752"/>
    <w:rsid w:val="00E254C9"/>
    <w:rsid w:val="00E25A29"/>
    <w:rsid w:val="00E2652A"/>
    <w:rsid w:val="00E268C8"/>
    <w:rsid w:val="00E2693B"/>
    <w:rsid w:val="00E26AEA"/>
    <w:rsid w:val="00E27170"/>
    <w:rsid w:val="00E27351"/>
    <w:rsid w:val="00E27418"/>
    <w:rsid w:val="00E275DF"/>
    <w:rsid w:val="00E2765B"/>
    <w:rsid w:val="00E2767E"/>
    <w:rsid w:val="00E27A06"/>
    <w:rsid w:val="00E27DED"/>
    <w:rsid w:val="00E27F25"/>
    <w:rsid w:val="00E3028E"/>
    <w:rsid w:val="00E30660"/>
    <w:rsid w:val="00E308C2"/>
    <w:rsid w:val="00E31747"/>
    <w:rsid w:val="00E318FB"/>
    <w:rsid w:val="00E31B21"/>
    <w:rsid w:val="00E31B42"/>
    <w:rsid w:val="00E32168"/>
    <w:rsid w:val="00E32729"/>
    <w:rsid w:val="00E32762"/>
    <w:rsid w:val="00E327F0"/>
    <w:rsid w:val="00E33147"/>
    <w:rsid w:val="00E3374A"/>
    <w:rsid w:val="00E34856"/>
    <w:rsid w:val="00E348F7"/>
    <w:rsid w:val="00E34E21"/>
    <w:rsid w:val="00E3516F"/>
    <w:rsid w:val="00E351FF"/>
    <w:rsid w:val="00E35588"/>
    <w:rsid w:val="00E35700"/>
    <w:rsid w:val="00E35775"/>
    <w:rsid w:val="00E35DEF"/>
    <w:rsid w:val="00E35ED3"/>
    <w:rsid w:val="00E35F07"/>
    <w:rsid w:val="00E35F35"/>
    <w:rsid w:val="00E3602C"/>
    <w:rsid w:val="00E3606F"/>
    <w:rsid w:val="00E361A5"/>
    <w:rsid w:val="00E3657B"/>
    <w:rsid w:val="00E36AEE"/>
    <w:rsid w:val="00E36C1D"/>
    <w:rsid w:val="00E37253"/>
    <w:rsid w:val="00E373E5"/>
    <w:rsid w:val="00E3748B"/>
    <w:rsid w:val="00E40007"/>
    <w:rsid w:val="00E402D1"/>
    <w:rsid w:val="00E404C3"/>
    <w:rsid w:val="00E40D19"/>
    <w:rsid w:val="00E40E7B"/>
    <w:rsid w:val="00E41573"/>
    <w:rsid w:val="00E4162C"/>
    <w:rsid w:val="00E41755"/>
    <w:rsid w:val="00E41A19"/>
    <w:rsid w:val="00E41C56"/>
    <w:rsid w:val="00E42174"/>
    <w:rsid w:val="00E421E9"/>
    <w:rsid w:val="00E42664"/>
    <w:rsid w:val="00E42692"/>
    <w:rsid w:val="00E4278A"/>
    <w:rsid w:val="00E42F1D"/>
    <w:rsid w:val="00E4328A"/>
    <w:rsid w:val="00E43EA9"/>
    <w:rsid w:val="00E43F2A"/>
    <w:rsid w:val="00E44168"/>
    <w:rsid w:val="00E441FF"/>
    <w:rsid w:val="00E4499C"/>
    <w:rsid w:val="00E44C90"/>
    <w:rsid w:val="00E44CDA"/>
    <w:rsid w:val="00E44F8C"/>
    <w:rsid w:val="00E4502A"/>
    <w:rsid w:val="00E45FF2"/>
    <w:rsid w:val="00E4667F"/>
    <w:rsid w:val="00E46818"/>
    <w:rsid w:val="00E4727B"/>
    <w:rsid w:val="00E47428"/>
    <w:rsid w:val="00E476B8"/>
    <w:rsid w:val="00E4779A"/>
    <w:rsid w:val="00E47D7B"/>
    <w:rsid w:val="00E47E0F"/>
    <w:rsid w:val="00E47EF5"/>
    <w:rsid w:val="00E47FD2"/>
    <w:rsid w:val="00E50AC9"/>
    <w:rsid w:val="00E50B3E"/>
    <w:rsid w:val="00E50EF5"/>
    <w:rsid w:val="00E52004"/>
    <w:rsid w:val="00E521CD"/>
    <w:rsid w:val="00E5263E"/>
    <w:rsid w:val="00E532BC"/>
    <w:rsid w:val="00E538D8"/>
    <w:rsid w:val="00E53949"/>
    <w:rsid w:val="00E53B6A"/>
    <w:rsid w:val="00E53FE6"/>
    <w:rsid w:val="00E5403C"/>
    <w:rsid w:val="00E546C2"/>
    <w:rsid w:val="00E54AD9"/>
    <w:rsid w:val="00E55A77"/>
    <w:rsid w:val="00E55F20"/>
    <w:rsid w:val="00E56016"/>
    <w:rsid w:val="00E5606C"/>
    <w:rsid w:val="00E56163"/>
    <w:rsid w:val="00E56332"/>
    <w:rsid w:val="00E56690"/>
    <w:rsid w:val="00E56727"/>
    <w:rsid w:val="00E56B24"/>
    <w:rsid w:val="00E5763F"/>
    <w:rsid w:val="00E577EE"/>
    <w:rsid w:val="00E578AE"/>
    <w:rsid w:val="00E57D35"/>
    <w:rsid w:val="00E57E74"/>
    <w:rsid w:val="00E6020E"/>
    <w:rsid w:val="00E60293"/>
    <w:rsid w:val="00E60C55"/>
    <w:rsid w:val="00E60E65"/>
    <w:rsid w:val="00E60EE4"/>
    <w:rsid w:val="00E612DE"/>
    <w:rsid w:val="00E61632"/>
    <w:rsid w:val="00E61761"/>
    <w:rsid w:val="00E619F5"/>
    <w:rsid w:val="00E61E52"/>
    <w:rsid w:val="00E6210E"/>
    <w:rsid w:val="00E621AC"/>
    <w:rsid w:val="00E625CC"/>
    <w:rsid w:val="00E637BF"/>
    <w:rsid w:val="00E6390F"/>
    <w:rsid w:val="00E644E2"/>
    <w:rsid w:val="00E6483D"/>
    <w:rsid w:val="00E64BBB"/>
    <w:rsid w:val="00E64BE2"/>
    <w:rsid w:val="00E64FB3"/>
    <w:rsid w:val="00E656A4"/>
    <w:rsid w:val="00E6573E"/>
    <w:rsid w:val="00E65921"/>
    <w:rsid w:val="00E65DF7"/>
    <w:rsid w:val="00E6610E"/>
    <w:rsid w:val="00E667FE"/>
    <w:rsid w:val="00E66E9C"/>
    <w:rsid w:val="00E66FB7"/>
    <w:rsid w:val="00E67547"/>
    <w:rsid w:val="00E700DA"/>
    <w:rsid w:val="00E7019B"/>
    <w:rsid w:val="00E70332"/>
    <w:rsid w:val="00E703E2"/>
    <w:rsid w:val="00E70B53"/>
    <w:rsid w:val="00E7164C"/>
    <w:rsid w:val="00E71896"/>
    <w:rsid w:val="00E7195F"/>
    <w:rsid w:val="00E71AB2"/>
    <w:rsid w:val="00E71CE8"/>
    <w:rsid w:val="00E71E14"/>
    <w:rsid w:val="00E728D7"/>
    <w:rsid w:val="00E72C68"/>
    <w:rsid w:val="00E72DE4"/>
    <w:rsid w:val="00E73120"/>
    <w:rsid w:val="00E735D7"/>
    <w:rsid w:val="00E73A24"/>
    <w:rsid w:val="00E73F6C"/>
    <w:rsid w:val="00E74409"/>
    <w:rsid w:val="00E74969"/>
    <w:rsid w:val="00E74AE6"/>
    <w:rsid w:val="00E765FD"/>
    <w:rsid w:val="00E76B14"/>
    <w:rsid w:val="00E76CBC"/>
    <w:rsid w:val="00E77322"/>
    <w:rsid w:val="00E7748B"/>
    <w:rsid w:val="00E77B5E"/>
    <w:rsid w:val="00E77CDE"/>
    <w:rsid w:val="00E8025A"/>
    <w:rsid w:val="00E80BCD"/>
    <w:rsid w:val="00E80E53"/>
    <w:rsid w:val="00E80F42"/>
    <w:rsid w:val="00E8134C"/>
    <w:rsid w:val="00E81AFB"/>
    <w:rsid w:val="00E81CC9"/>
    <w:rsid w:val="00E82160"/>
    <w:rsid w:val="00E8225E"/>
    <w:rsid w:val="00E823B6"/>
    <w:rsid w:val="00E82E21"/>
    <w:rsid w:val="00E83313"/>
    <w:rsid w:val="00E833FC"/>
    <w:rsid w:val="00E8362D"/>
    <w:rsid w:val="00E837BD"/>
    <w:rsid w:val="00E837D4"/>
    <w:rsid w:val="00E85346"/>
    <w:rsid w:val="00E8580F"/>
    <w:rsid w:val="00E8690E"/>
    <w:rsid w:val="00E86AE5"/>
    <w:rsid w:val="00E86EFE"/>
    <w:rsid w:val="00E86F42"/>
    <w:rsid w:val="00E870E0"/>
    <w:rsid w:val="00E87204"/>
    <w:rsid w:val="00E879FC"/>
    <w:rsid w:val="00E87CBF"/>
    <w:rsid w:val="00E87E5F"/>
    <w:rsid w:val="00E90411"/>
    <w:rsid w:val="00E90541"/>
    <w:rsid w:val="00E90669"/>
    <w:rsid w:val="00E90A75"/>
    <w:rsid w:val="00E910BE"/>
    <w:rsid w:val="00E91637"/>
    <w:rsid w:val="00E9179F"/>
    <w:rsid w:val="00E91887"/>
    <w:rsid w:val="00E926C5"/>
    <w:rsid w:val="00E92D76"/>
    <w:rsid w:val="00E92E48"/>
    <w:rsid w:val="00E945EF"/>
    <w:rsid w:val="00E94917"/>
    <w:rsid w:val="00E95703"/>
    <w:rsid w:val="00E9573D"/>
    <w:rsid w:val="00E966CE"/>
    <w:rsid w:val="00E96C32"/>
    <w:rsid w:val="00E96E1B"/>
    <w:rsid w:val="00E979FA"/>
    <w:rsid w:val="00E97F56"/>
    <w:rsid w:val="00EA0952"/>
    <w:rsid w:val="00EA09F2"/>
    <w:rsid w:val="00EA19DA"/>
    <w:rsid w:val="00EA2943"/>
    <w:rsid w:val="00EA2CB9"/>
    <w:rsid w:val="00EA33CC"/>
    <w:rsid w:val="00EA3572"/>
    <w:rsid w:val="00EA3BF8"/>
    <w:rsid w:val="00EA3C4E"/>
    <w:rsid w:val="00EA3E73"/>
    <w:rsid w:val="00EA43BF"/>
    <w:rsid w:val="00EA4451"/>
    <w:rsid w:val="00EA47A4"/>
    <w:rsid w:val="00EA4B36"/>
    <w:rsid w:val="00EA4F09"/>
    <w:rsid w:val="00EA5AC4"/>
    <w:rsid w:val="00EA5C3A"/>
    <w:rsid w:val="00EA5F48"/>
    <w:rsid w:val="00EA616E"/>
    <w:rsid w:val="00EA6268"/>
    <w:rsid w:val="00EA62C1"/>
    <w:rsid w:val="00EA647B"/>
    <w:rsid w:val="00EA6487"/>
    <w:rsid w:val="00EA6E3D"/>
    <w:rsid w:val="00EA741B"/>
    <w:rsid w:val="00EA7458"/>
    <w:rsid w:val="00EA767C"/>
    <w:rsid w:val="00EA7B89"/>
    <w:rsid w:val="00EA7D84"/>
    <w:rsid w:val="00EA7DD3"/>
    <w:rsid w:val="00EB03FA"/>
    <w:rsid w:val="00EB048E"/>
    <w:rsid w:val="00EB0B2A"/>
    <w:rsid w:val="00EB12F4"/>
    <w:rsid w:val="00EB1D33"/>
    <w:rsid w:val="00EB31F2"/>
    <w:rsid w:val="00EB3664"/>
    <w:rsid w:val="00EB3AE5"/>
    <w:rsid w:val="00EB3DF9"/>
    <w:rsid w:val="00EB3EB3"/>
    <w:rsid w:val="00EB463F"/>
    <w:rsid w:val="00EB48F5"/>
    <w:rsid w:val="00EB53C5"/>
    <w:rsid w:val="00EB55E7"/>
    <w:rsid w:val="00EB60D7"/>
    <w:rsid w:val="00EB6180"/>
    <w:rsid w:val="00EB6727"/>
    <w:rsid w:val="00EB7DF5"/>
    <w:rsid w:val="00EB7E6B"/>
    <w:rsid w:val="00EC0003"/>
    <w:rsid w:val="00EC0B8B"/>
    <w:rsid w:val="00EC1004"/>
    <w:rsid w:val="00EC1422"/>
    <w:rsid w:val="00EC2518"/>
    <w:rsid w:val="00EC2A5F"/>
    <w:rsid w:val="00EC30F8"/>
    <w:rsid w:val="00EC32D6"/>
    <w:rsid w:val="00EC3800"/>
    <w:rsid w:val="00EC3B7F"/>
    <w:rsid w:val="00EC4066"/>
    <w:rsid w:val="00EC423F"/>
    <w:rsid w:val="00EC48E8"/>
    <w:rsid w:val="00EC49A2"/>
    <w:rsid w:val="00EC4B0A"/>
    <w:rsid w:val="00EC4EB7"/>
    <w:rsid w:val="00EC5918"/>
    <w:rsid w:val="00EC5B2B"/>
    <w:rsid w:val="00EC5FBE"/>
    <w:rsid w:val="00EC6A92"/>
    <w:rsid w:val="00EC70E9"/>
    <w:rsid w:val="00EC718A"/>
    <w:rsid w:val="00EC75ED"/>
    <w:rsid w:val="00ED02A6"/>
    <w:rsid w:val="00ED0ED0"/>
    <w:rsid w:val="00ED10D9"/>
    <w:rsid w:val="00ED1186"/>
    <w:rsid w:val="00ED19EB"/>
    <w:rsid w:val="00ED2141"/>
    <w:rsid w:val="00ED227A"/>
    <w:rsid w:val="00ED2516"/>
    <w:rsid w:val="00ED360E"/>
    <w:rsid w:val="00ED384D"/>
    <w:rsid w:val="00ED3912"/>
    <w:rsid w:val="00ED3C4E"/>
    <w:rsid w:val="00ED3CB2"/>
    <w:rsid w:val="00ED3FF6"/>
    <w:rsid w:val="00ED45FA"/>
    <w:rsid w:val="00ED52F8"/>
    <w:rsid w:val="00ED539C"/>
    <w:rsid w:val="00ED5703"/>
    <w:rsid w:val="00ED5F0A"/>
    <w:rsid w:val="00ED6514"/>
    <w:rsid w:val="00ED6B14"/>
    <w:rsid w:val="00ED7C07"/>
    <w:rsid w:val="00EE0530"/>
    <w:rsid w:val="00EE0AB0"/>
    <w:rsid w:val="00EE1365"/>
    <w:rsid w:val="00EE16A9"/>
    <w:rsid w:val="00EE199A"/>
    <w:rsid w:val="00EE2268"/>
    <w:rsid w:val="00EE24AF"/>
    <w:rsid w:val="00EE26DE"/>
    <w:rsid w:val="00EE2954"/>
    <w:rsid w:val="00EE2D02"/>
    <w:rsid w:val="00EE3568"/>
    <w:rsid w:val="00EE458E"/>
    <w:rsid w:val="00EE4817"/>
    <w:rsid w:val="00EE4AA8"/>
    <w:rsid w:val="00EE4B5F"/>
    <w:rsid w:val="00EE5563"/>
    <w:rsid w:val="00EE58F3"/>
    <w:rsid w:val="00EE5AAF"/>
    <w:rsid w:val="00EE5C8D"/>
    <w:rsid w:val="00EE6608"/>
    <w:rsid w:val="00EE67ED"/>
    <w:rsid w:val="00EE68E6"/>
    <w:rsid w:val="00EE69C5"/>
    <w:rsid w:val="00EE6C67"/>
    <w:rsid w:val="00EE6CE8"/>
    <w:rsid w:val="00EE6E37"/>
    <w:rsid w:val="00EE6FC9"/>
    <w:rsid w:val="00EE7BF7"/>
    <w:rsid w:val="00EE7E6C"/>
    <w:rsid w:val="00EE7F80"/>
    <w:rsid w:val="00EE7FB1"/>
    <w:rsid w:val="00EF05C6"/>
    <w:rsid w:val="00EF0AA7"/>
    <w:rsid w:val="00EF0DD6"/>
    <w:rsid w:val="00EF128D"/>
    <w:rsid w:val="00EF187B"/>
    <w:rsid w:val="00EF1A07"/>
    <w:rsid w:val="00EF1E52"/>
    <w:rsid w:val="00EF1F82"/>
    <w:rsid w:val="00EF3AE8"/>
    <w:rsid w:val="00EF3E36"/>
    <w:rsid w:val="00EF49C7"/>
    <w:rsid w:val="00EF5BF4"/>
    <w:rsid w:val="00EF6335"/>
    <w:rsid w:val="00EF70FE"/>
    <w:rsid w:val="00EF7356"/>
    <w:rsid w:val="00EF7571"/>
    <w:rsid w:val="00EF7BD8"/>
    <w:rsid w:val="00F0008C"/>
    <w:rsid w:val="00F00268"/>
    <w:rsid w:val="00F0040D"/>
    <w:rsid w:val="00F006AB"/>
    <w:rsid w:val="00F009A1"/>
    <w:rsid w:val="00F010D8"/>
    <w:rsid w:val="00F010DF"/>
    <w:rsid w:val="00F01531"/>
    <w:rsid w:val="00F015B9"/>
    <w:rsid w:val="00F019ED"/>
    <w:rsid w:val="00F01B44"/>
    <w:rsid w:val="00F01E7B"/>
    <w:rsid w:val="00F020A6"/>
    <w:rsid w:val="00F02D72"/>
    <w:rsid w:val="00F048B9"/>
    <w:rsid w:val="00F04EEB"/>
    <w:rsid w:val="00F04F3C"/>
    <w:rsid w:val="00F05FA7"/>
    <w:rsid w:val="00F06781"/>
    <w:rsid w:val="00F06BD5"/>
    <w:rsid w:val="00F07029"/>
    <w:rsid w:val="00F071F4"/>
    <w:rsid w:val="00F07638"/>
    <w:rsid w:val="00F077FB"/>
    <w:rsid w:val="00F10E0E"/>
    <w:rsid w:val="00F1152C"/>
    <w:rsid w:val="00F119B4"/>
    <w:rsid w:val="00F11E24"/>
    <w:rsid w:val="00F11F6F"/>
    <w:rsid w:val="00F1266D"/>
    <w:rsid w:val="00F12946"/>
    <w:rsid w:val="00F13D9C"/>
    <w:rsid w:val="00F13DFA"/>
    <w:rsid w:val="00F140C2"/>
    <w:rsid w:val="00F1413B"/>
    <w:rsid w:val="00F14756"/>
    <w:rsid w:val="00F14F4F"/>
    <w:rsid w:val="00F155A4"/>
    <w:rsid w:val="00F15769"/>
    <w:rsid w:val="00F15CBB"/>
    <w:rsid w:val="00F163CD"/>
    <w:rsid w:val="00F16727"/>
    <w:rsid w:val="00F16C00"/>
    <w:rsid w:val="00F16CA8"/>
    <w:rsid w:val="00F171A0"/>
    <w:rsid w:val="00F17656"/>
    <w:rsid w:val="00F17895"/>
    <w:rsid w:val="00F17C3A"/>
    <w:rsid w:val="00F17CC7"/>
    <w:rsid w:val="00F20F89"/>
    <w:rsid w:val="00F216AC"/>
    <w:rsid w:val="00F2178F"/>
    <w:rsid w:val="00F21878"/>
    <w:rsid w:val="00F219E0"/>
    <w:rsid w:val="00F22051"/>
    <w:rsid w:val="00F222D5"/>
    <w:rsid w:val="00F224DA"/>
    <w:rsid w:val="00F22507"/>
    <w:rsid w:val="00F228CD"/>
    <w:rsid w:val="00F22E50"/>
    <w:rsid w:val="00F22FAD"/>
    <w:rsid w:val="00F23835"/>
    <w:rsid w:val="00F239D4"/>
    <w:rsid w:val="00F2464D"/>
    <w:rsid w:val="00F2477D"/>
    <w:rsid w:val="00F2488D"/>
    <w:rsid w:val="00F248F4"/>
    <w:rsid w:val="00F253A5"/>
    <w:rsid w:val="00F253D9"/>
    <w:rsid w:val="00F25531"/>
    <w:rsid w:val="00F257FA"/>
    <w:rsid w:val="00F25B7F"/>
    <w:rsid w:val="00F2632B"/>
    <w:rsid w:val="00F26B63"/>
    <w:rsid w:val="00F26B85"/>
    <w:rsid w:val="00F26C6E"/>
    <w:rsid w:val="00F26E1D"/>
    <w:rsid w:val="00F272A2"/>
    <w:rsid w:val="00F278BE"/>
    <w:rsid w:val="00F3077C"/>
    <w:rsid w:val="00F31679"/>
    <w:rsid w:val="00F3171C"/>
    <w:rsid w:val="00F31805"/>
    <w:rsid w:val="00F31DE4"/>
    <w:rsid w:val="00F32303"/>
    <w:rsid w:val="00F326E1"/>
    <w:rsid w:val="00F32818"/>
    <w:rsid w:val="00F32882"/>
    <w:rsid w:val="00F32D20"/>
    <w:rsid w:val="00F337AA"/>
    <w:rsid w:val="00F33AC5"/>
    <w:rsid w:val="00F33F24"/>
    <w:rsid w:val="00F33F4A"/>
    <w:rsid w:val="00F347A7"/>
    <w:rsid w:val="00F348A5"/>
    <w:rsid w:val="00F3553B"/>
    <w:rsid w:val="00F35F70"/>
    <w:rsid w:val="00F363FD"/>
    <w:rsid w:val="00F404F3"/>
    <w:rsid w:val="00F40650"/>
    <w:rsid w:val="00F408B6"/>
    <w:rsid w:val="00F40922"/>
    <w:rsid w:val="00F41799"/>
    <w:rsid w:val="00F42107"/>
    <w:rsid w:val="00F421B0"/>
    <w:rsid w:val="00F42262"/>
    <w:rsid w:val="00F43081"/>
    <w:rsid w:val="00F433CE"/>
    <w:rsid w:val="00F43504"/>
    <w:rsid w:val="00F43683"/>
    <w:rsid w:val="00F43A90"/>
    <w:rsid w:val="00F441BD"/>
    <w:rsid w:val="00F44AED"/>
    <w:rsid w:val="00F450CB"/>
    <w:rsid w:val="00F45248"/>
    <w:rsid w:val="00F452B6"/>
    <w:rsid w:val="00F4676E"/>
    <w:rsid w:val="00F470C3"/>
    <w:rsid w:val="00F472B8"/>
    <w:rsid w:val="00F47320"/>
    <w:rsid w:val="00F47566"/>
    <w:rsid w:val="00F479C7"/>
    <w:rsid w:val="00F47AF9"/>
    <w:rsid w:val="00F47DEA"/>
    <w:rsid w:val="00F5032C"/>
    <w:rsid w:val="00F5065D"/>
    <w:rsid w:val="00F5110E"/>
    <w:rsid w:val="00F512C6"/>
    <w:rsid w:val="00F5133D"/>
    <w:rsid w:val="00F51393"/>
    <w:rsid w:val="00F526F6"/>
    <w:rsid w:val="00F52BAB"/>
    <w:rsid w:val="00F52E9D"/>
    <w:rsid w:val="00F53358"/>
    <w:rsid w:val="00F536AC"/>
    <w:rsid w:val="00F53B0C"/>
    <w:rsid w:val="00F53F3D"/>
    <w:rsid w:val="00F5425A"/>
    <w:rsid w:val="00F5428B"/>
    <w:rsid w:val="00F542B9"/>
    <w:rsid w:val="00F54585"/>
    <w:rsid w:val="00F5593F"/>
    <w:rsid w:val="00F561FE"/>
    <w:rsid w:val="00F5623B"/>
    <w:rsid w:val="00F567D6"/>
    <w:rsid w:val="00F56E5B"/>
    <w:rsid w:val="00F573B9"/>
    <w:rsid w:val="00F5742B"/>
    <w:rsid w:val="00F57466"/>
    <w:rsid w:val="00F60996"/>
    <w:rsid w:val="00F60CB7"/>
    <w:rsid w:val="00F60DF3"/>
    <w:rsid w:val="00F61396"/>
    <w:rsid w:val="00F62901"/>
    <w:rsid w:val="00F62FF7"/>
    <w:rsid w:val="00F63592"/>
    <w:rsid w:val="00F636C8"/>
    <w:rsid w:val="00F63B7A"/>
    <w:rsid w:val="00F63C71"/>
    <w:rsid w:val="00F63C96"/>
    <w:rsid w:val="00F63EDA"/>
    <w:rsid w:val="00F64038"/>
    <w:rsid w:val="00F64394"/>
    <w:rsid w:val="00F64481"/>
    <w:rsid w:val="00F64AF2"/>
    <w:rsid w:val="00F64CD6"/>
    <w:rsid w:val="00F64FC0"/>
    <w:rsid w:val="00F66357"/>
    <w:rsid w:val="00F66528"/>
    <w:rsid w:val="00F66712"/>
    <w:rsid w:val="00F667E9"/>
    <w:rsid w:val="00F66908"/>
    <w:rsid w:val="00F66ADB"/>
    <w:rsid w:val="00F67EC5"/>
    <w:rsid w:val="00F70DBC"/>
    <w:rsid w:val="00F7152D"/>
    <w:rsid w:val="00F71E1C"/>
    <w:rsid w:val="00F726EB"/>
    <w:rsid w:val="00F72922"/>
    <w:rsid w:val="00F72AD3"/>
    <w:rsid w:val="00F72B0E"/>
    <w:rsid w:val="00F74DF2"/>
    <w:rsid w:val="00F7508C"/>
    <w:rsid w:val="00F752B3"/>
    <w:rsid w:val="00F7531E"/>
    <w:rsid w:val="00F7561C"/>
    <w:rsid w:val="00F75B5F"/>
    <w:rsid w:val="00F75CA6"/>
    <w:rsid w:val="00F75F14"/>
    <w:rsid w:val="00F7601B"/>
    <w:rsid w:val="00F76302"/>
    <w:rsid w:val="00F766DD"/>
    <w:rsid w:val="00F76DE3"/>
    <w:rsid w:val="00F76F72"/>
    <w:rsid w:val="00F77D08"/>
    <w:rsid w:val="00F80029"/>
    <w:rsid w:val="00F80138"/>
    <w:rsid w:val="00F813D4"/>
    <w:rsid w:val="00F8167D"/>
    <w:rsid w:val="00F81E26"/>
    <w:rsid w:val="00F82590"/>
    <w:rsid w:val="00F8323C"/>
    <w:rsid w:val="00F83432"/>
    <w:rsid w:val="00F8351F"/>
    <w:rsid w:val="00F836A7"/>
    <w:rsid w:val="00F83A41"/>
    <w:rsid w:val="00F8410F"/>
    <w:rsid w:val="00F844C9"/>
    <w:rsid w:val="00F8496F"/>
    <w:rsid w:val="00F84DDE"/>
    <w:rsid w:val="00F84E5E"/>
    <w:rsid w:val="00F85AB2"/>
    <w:rsid w:val="00F8603C"/>
    <w:rsid w:val="00F865B8"/>
    <w:rsid w:val="00F86FF6"/>
    <w:rsid w:val="00F87D69"/>
    <w:rsid w:val="00F90D1E"/>
    <w:rsid w:val="00F91526"/>
    <w:rsid w:val="00F91D15"/>
    <w:rsid w:val="00F92764"/>
    <w:rsid w:val="00F92D89"/>
    <w:rsid w:val="00F935FC"/>
    <w:rsid w:val="00F938D4"/>
    <w:rsid w:val="00F93C4B"/>
    <w:rsid w:val="00F93DA1"/>
    <w:rsid w:val="00F9450A"/>
    <w:rsid w:val="00F94D84"/>
    <w:rsid w:val="00F94DC6"/>
    <w:rsid w:val="00F94F49"/>
    <w:rsid w:val="00F950F0"/>
    <w:rsid w:val="00F951A2"/>
    <w:rsid w:val="00F95857"/>
    <w:rsid w:val="00F958E5"/>
    <w:rsid w:val="00F960FC"/>
    <w:rsid w:val="00F97312"/>
    <w:rsid w:val="00F97FCD"/>
    <w:rsid w:val="00FA01A4"/>
    <w:rsid w:val="00FA045D"/>
    <w:rsid w:val="00FA0465"/>
    <w:rsid w:val="00FA0BB9"/>
    <w:rsid w:val="00FA124A"/>
    <w:rsid w:val="00FA16EC"/>
    <w:rsid w:val="00FA1746"/>
    <w:rsid w:val="00FA1B27"/>
    <w:rsid w:val="00FA1BB6"/>
    <w:rsid w:val="00FA2317"/>
    <w:rsid w:val="00FA248F"/>
    <w:rsid w:val="00FA26AF"/>
    <w:rsid w:val="00FA30BF"/>
    <w:rsid w:val="00FA3FBF"/>
    <w:rsid w:val="00FA447D"/>
    <w:rsid w:val="00FA498E"/>
    <w:rsid w:val="00FA4B46"/>
    <w:rsid w:val="00FA5776"/>
    <w:rsid w:val="00FA5951"/>
    <w:rsid w:val="00FA59F7"/>
    <w:rsid w:val="00FA5C7E"/>
    <w:rsid w:val="00FA60E7"/>
    <w:rsid w:val="00FA66F6"/>
    <w:rsid w:val="00FA709D"/>
    <w:rsid w:val="00FA774B"/>
    <w:rsid w:val="00FA7BA4"/>
    <w:rsid w:val="00FB0005"/>
    <w:rsid w:val="00FB0853"/>
    <w:rsid w:val="00FB0AAE"/>
    <w:rsid w:val="00FB0CC5"/>
    <w:rsid w:val="00FB0D3B"/>
    <w:rsid w:val="00FB125B"/>
    <w:rsid w:val="00FB1364"/>
    <w:rsid w:val="00FB1EDC"/>
    <w:rsid w:val="00FB1F76"/>
    <w:rsid w:val="00FB235A"/>
    <w:rsid w:val="00FB2DA7"/>
    <w:rsid w:val="00FB36CF"/>
    <w:rsid w:val="00FB377A"/>
    <w:rsid w:val="00FB3A36"/>
    <w:rsid w:val="00FB3A67"/>
    <w:rsid w:val="00FB4E04"/>
    <w:rsid w:val="00FB4EC1"/>
    <w:rsid w:val="00FB4F7A"/>
    <w:rsid w:val="00FB545E"/>
    <w:rsid w:val="00FB5623"/>
    <w:rsid w:val="00FB7279"/>
    <w:rsid w:val="00FB7D8D"/>
    <w:rsid w:val="00FC0314"/>
    <w:rsid w:val="00FC0480"/>
    <w:rsid w:val="00FC04A5"/>
    <w:rsid w:val="00FC0AFA"/>
    <w:rsid w:val="00FC0C16"/>
    <w:rsid w:val="00FC15BD"/>
    <w:rsid w:val="00FC1840"/>
    <w:rsid w:val="00FC2179"/>
    <w:rsid w:val="00FC2235"/>
    <w:rsid w:val="00FC2360"/>
    <w:rsid w:val="00FC2E97"/>
    <w:rsid w:val="00FC3BF8"/>
    <w:rsid w:val="00FC42D3"/>
    <w:rsid w:val="00FC491A"/>
    <w:rsid w:val="00FC5867"/>
    <w:rsid w:val="00FC59F1"/>
    <w:rsid w:val="00FC696D"/>
    <w:rsid w:val="00FC7254"/>
    <w:rsid w:val="00FC7AFF"/>
    <w:rsid w:val="00FC7BBF"/>
    <w:rsid w:val="00FD0671"/>
    <w:rsid w:val="00FD0960"/>
    <w:rsid w:val="00FD0AAB"/>
    <w:rsid w:val="00FD0B71"/>
    <w:rsid w:val="00FD0DB7"/>
    <w:rsid w:val="00FD190E"/>
    <w:rsid w:val="00FD1FC2"/>
    <w:rsid w:val="00FD2214"/>
    <w:rsid w:val="00FD240C"/>
    <w:rsid w:val="00FD24A3"/>
    <w:rsid w:val="00FD2587"/>
    <w:rsid w:val="00FD27D5"/>
    <w:rsid w:val="00FD2E7A"/>
    <w:rsid w:val="00FD30D8"/>
    <w:rsid w:val="00FD3167"/>
    <w:rsid w:val="00FD3378"/>
    <w:rsid w:val="00FD3652"/>
    <w:rsid w:val="00FD3B28"/>
    <w:rsid w:val="00FD3EA7"/>
    <w:rsid w:val="00FD497B"/>
    <w:rsid w:val="00FD51B8"/>
    <w:rsid w:val="00FD66AD"/>
    <w:rsid w:val="00FD6978"/>
    <w:rsid w:val="00FD6ED0"/>
    <w:rsid w:val="00FD714D"/>
    <w:rsid w:val="00FD728C"/>
    <w:rsid w:val="00FD747D"/>
    <w:rsid w:val="00FD758E"/>
    <w:rsid w:val="00FD792B"/>
    <w:rsid w:val="00FD797A"/>
    <w:rsid w:val="00FD7992"/>
    <w:rsid w:val="00FD7F86"/>
    <w:rsid w:val="00FE1598"/>
    <w:rsid w:val="00FE16A4"/>
    <w:rsid w:val="00FE18AD"/>
    <w:rsid w:val="00FE1960"/>
    <w:rsid w:val="00FE196E"/>
    <w:rsid w:val="00FE202B"/>
    <w:rsid w:val="00FE2050"/>
    <w:rsid w:val="00FE39BA"/>
    <w:rsid w:val="00FE4631"/>
    <w:rsid w:val="00FE4A88"/>
    <w:rsid w:val="00FE5BF4"/>
    <w:rsid w:val="00FE6121"/>
    <w:rsid w:val="00FE65F2"/>
    <w:rsid w:val="00FE6636"/>
    <w:rsid w:val="00FE6AD9"/>
    <w:rsid w:val="00FE7280"/>
    <w:rsid w:val="00FE7439"/>
    <w:rsid w:val="00FE75CC"/>
    <w:rsid w:val="00FE794B"/>
    <w:rsid w:val="00FF003C"/>
    <w:rsid w:val="00FF032F"/>
    <w:rsid w:val="00FF041F"/>
    <w:rsid w:val="00FF09E6"/>
    <w:rsid w:val="00FF0A75"/>
    <w:rsid w:val="00FF0B01"/>
    <w:rsid w:val="00FF0E1A"/>
    <w:rsid w:val="00FF1443"/>
    <w:rsid w:val="00FF149E"/>
    <w:rsid w:val="00FF1A65"/>
    <w:rsid w:val="00FF1A69"/>
    <w:rsid w:val="00FF25C7"/>
    <w:rsid w:val="00FF355E"/>
    <w:rsid w:val="00FF437E"/>
    <w:rsid w:val="00FF43EA"/>
    <w:rsid w:val="00FF4566"/>
    <w:rsid w:val="00FF50EA"/>
    <w:rsid w:val="00FF5291"/>
    <w:rsid w:val="00FF5983"/>
    <w:rsid w:val="00FF5EF9"/>
    <w:rsid w:val="00FF6A82"/>
    <w:rsid w:val="00FF6B3C"/>
    <w:rsid w:val="00FF6D09"/>
    <w:rsid w:val="00FF6DF8"/>
    <w:rsid w:val="00FF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104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019B"/>
    <w:pPr>
      <w:keepNext/>
      <w:outlineLvl w:val="0"/>
    </w:pPr>
    <w:rPr>
      <w:b/>
      <w:bCs/>
      <w:color w:val="00000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019B"/>
    <w:pPr>
      <w:keepNext/>
      <w:jc w:val="both"/>
      <w:outlineLvl w:val="1"/>
    </w:pPr>
    <w:rPr>
      <w:b/>
      <w:bCs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71049"/>
    <w:pPr>
      <w:keepNext/>
      <w:ind w:left="113" w:right="113"/>
      <w:jc w:val="both"/>
      <w:outlineLvl w:val="2"/>
    </w:pPr>
    <w:rPr>
      <w:b/>
      <w:bCs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1049"/>
    <w:pPr>
      <w:keepNext/>
      <w:ind w:left="113" w:right="113"/>
      <w:jc w:val="center"/>
      <w:outlineLvl w:val="3"/>
    </w:pPr>
    <w:rPr>
      <w:b/>
      <w:bCs/>
      <w:color w:val="00000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7019B"/>
    <w:pPr>
      <w:keepNext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1049"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7019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7019B"/>
    <w:pPr>
      <w:keepNext/>
      <w:jc w:val="center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7019B"/>
    <w:pPr>
      <w:keepNext/>
      <w:jc w:val="both"/>
      <w:outlineLvl w:val="8"/>
    </w:pPr>
    <w:rPr>
      <w:b/>
      <w:bCs/>
      <w:color w:val="000000"/>
      <w:sz w:val="20"/>
      <w:szCs w:val="20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019B"/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7019B"/>
    <w:rPr>
      <w:rFonts w:ascii="Times New Roman" w:hAnsi="Times New Roman" w:cs="Times New Roman"/>
      <w:b/>
      <w:bCs/>
      <w:sz w:val="20"/>
      <w:szCs w:val="20"/>
      <w:u w:val="single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71049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71049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7019B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7104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7019B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7019B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7019B"/>
    <w:rPr>
      <w:rFonts w:ascii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ConsPlusNormal">
    <w:name w:val="ConsPlusNormal"/>
    <w:uiPriority w:val="99"/>
    <w:rsid w:val="00771049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7710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71049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70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7019B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E701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019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7019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E7019B"/>
    <w:pPr>
      <w:ind w:firstLine="720"/>
    </w:pPr>
    <w:rPr>
      <w:rFonts w:ascii="Consultant" w:eastAsia="Times New Roman" w:hAnsi="Consultant" w:cs="Consultant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7019B"/>
    <w:pPr>
      <w:spacing w:after="12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019B"/>
    <w:rPr>
      <w:rFonts w:ascii="Times New Roman" w:hAnsi="Times New Roman" w:cs="Times New Roman"/>
      <w:sz w:val="28"/>
      <w:szCs w:val="28"/>
      <w:lang w:eastAsia="ru-RU"/>
    </w:rPr>
  </w:style>
  <w:style w:type="paragraph" w:styleId="BodyText2">
    <w:name w:val="Body Text 2"/>
    <w:basedOn w:val="Normal"/>
    <w:link w:val="BodyText2Char"/>
    <w:uiPriority w:val="99"/>
    <w:rsid w:val="00E7019B"/>
    <w:pPr>
      <w:spacing w:line="360" w:lineRule="auto"/>
      <w:jc w:val="both"/>
    </w:pPr>
    <w:rPr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7019B"/>
    <w:rPr>
      <w:rFonts w:ascii="Times New Roman" w:hAnsi="Times New Roman" w:cs="Times New Roman"/>
      <w:sz w:val="26"/>
      <w:szCs w:val="2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E7019B"/>
    <w:pPr>
      <w:spacing w:line="360" w:lineRule="auto"/>
      <w:ind w:firstLine="703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7019B"/>
    <w:rPr>
      <w:rFonts w:ascii="Times New Roman" w:hAnsi="Times New Roman" w:cs="Times New Roman"/>
      <w:sz w:val="28"/>
      <w:szCs w:val="28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E7019B"/>
    <w:pPr>
      <w:jc w:val="center"/>
    </w:pPr>
    <w:rPr>
      <w:b/>
      <w:bCs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7019B"/>
    <w:rPr>
      <w:rFonts w:ascii="Times New Roman" w:hAnsi="Times New Roman" w:cs="Times New Roman"/>
      <w:b/>
      <w:bCs/>
      <w:sz w:val="40"/>
      <w:szCs w:val="40"/>
      <w:lang w:eastAsia="ru-RU"/>
    </w:rPr>
  </w:style>
  <w:style w:type="paragraph" w:styleId="BlockText">
    <w:name w:val="Block Text"/>
    <w:basedOn w:val="Normal"/>
    <w:uiPriority w:val="99"/>
    <w:rsid w:val="00E7019B"/>
    <w:pPr>
      <w:ind w:left="-116" w:right="-172"/>
    </w:pPr>
    <w:rPr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rsid w:val="00E70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7019B"/>
    <w:rPr>
      <w:rFonts w:ascii="Courier" w:hAnsi="Courier" w:cs="Courier"/>
      <w:color w:val="00000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7019B"/>
    <w:pPr>
      <w:ind w:firstLine="708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7019B"/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E701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99"/>
    <w:rsid w:val="00E7019B"/>
    <w:pPr>
      <w:framePr w:hSpace="180" w:wrap="around" w:vAnchor="text" w:hAnchor="margin" w:xAlign="center" w:y="267"/>
      <w:suppressOverlap/>
      <w:jc w:val="right"/>
    </w:pPr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E7019B"/>
    <w:pPr>
      <w:ind w:firstLine="708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7019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uiPriority w:val="99"/>
    <w:locked/>
    <w:rsid w:val="00E7019B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">
    <w:name w:val="Знак Знак"/>
    <w:basedOn w:val="DefaultParagraphFont"/>
    <w:uiPriority w:val="99"/>
    <w:rsid w:val="00E7019B"/>
    <w:rPr>
      <w:rFonts w:cs="Times New Roman"/>
      <w:sz w:val="24"/>
      <w:szCs w:val="24"/>
    </w:rPr>
  </w:style>
  <w:style w:type="character" w:customStyle="1" w:styleId="2">
    <w:name w:val="Знак Знак2"/>
    <w:basedOn w:val="DefaultParagraphFont"/>
    <w:uiPriority w:val="99"/>
    <w:rsid w:val="00E7019B"/>
    <w:rPr>
      <w:rFonts w:cs="Times New Roman"/>
      <w:b/>
      <w:bCs/>
      <w:color w:val="000000"/>
      <w:sz w:val="24"/>
      <w:szCs w:val="24"/>
    </w:rPr>
  </w:style>
  <w:style w:type="character" w:customStyle="1" w:styleId="1">
    <w:name w:val="Знак Знак1"/>
    <w:basedOn w:val="DefaultParagraphFont"/>
    <w:uiPriority w:val="99"/>
    <w:rsid w:val="00E7019B"/>
    <w:rPr>
      <w:rFonts w:cs="Times New Roman"/>
      <w:b/>
      <w:bCs/>
      <w:sz w:val="24"/>
      <w:szCs w:val="24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E701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019B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Caption">
    <w:name w:val="caption"/>
    <w:basedOn w:val="Normal"/>
    <w:next w:val="Normal"/>
    <w:uiPriority w:val="99"/>
    <w:qFormat/>
    <w:rsid w:val="00E7019B"/>
    <w:rPr>
      <w:color w:val="000000"/>
      <w:sz w:val="28"/>
      <w:szCs w:val="16"/>
    </w:rPr>
  </w:style>
  <w:style w:type="character" w:styleId="PageNumber">
    <w:name w:val="page number"/>
    <w:basedOn w:val="DefaultParagraphFont"/>
    <w:uiPriority w:val="99"/>
    <w:rsid w:val="00E7019B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E7019B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E7019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7019B"/>
    <w:rPr>
      <w:rFonts w:ascii="Courier New" w:hAnsi="Courier New" w:cs="Courier New"/>
      <w:sz w:val="20"/>
      <w:szCs w:val="20"/>
      <w:lang w:eastAsia="ru-RU"/>
    </w:rPr>
  </w:style>
  <w:style w:type="paragraph" w:customStyle="1" w:styleId="a0">
    <w:name w:val="Îáû÷íûé"/>
    <w:uiPriority w:val="99"/>
    <w:rsid w:val="00E7019B"/>
    <w:rPr>
      <w:rFonts w:ascii="Times New Roman" w:eastAsia="Times New Roman" w:hAnsi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E7019B"/>
    <w:pPr>
      <w:jc w:val="both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7019B"/>
    <w:rPr>
      <w:rFonts w:ascii="Times New Roman" w:hAnsi="Times New Roman" w:cs="Times New Roman"/>
      <w:b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rsid w:val="00E7019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7019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7019B"/>
    <w:rPr>
      <w:rFonts w:ascii="Times New Roman" w:hAnsi="Times New Roman" w:cs="Times New Roman"/>
      <w:sz w:val="24"/>
      <w:szCs w:val="24"/>
      <w:lang w:eastAsia="ru-RU"/>
    </w:rPr>
  </w:style>
  <w:style w:type="paragraph" w:styleId="EndnoteText">
    <w:name w:val="endnote text"/>
    <w:basedOn w:val="Normal"/>
    <w:link w:val="EndnoteTextChar"/>
    <w:uiPriority w:val="99"/>
    <w:rsid w:val="00E701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E7019B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E7019B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E70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7019B"/>
    <w:rPr>
      <w:rFonts w:ascii="Tahoma" w:hAnsi="Tahoma" w:cs="Tahoma"/>
      <w:sz w:val="16"/>
      <w:szCs w:val="16"/>
      <w:lang w:eastAsia="ru-RU"/>
    </w:rPr>
  </w:style>
  <w:style w:type="paragraph" w:customStyle="1" w:styleId="20">
    <w:name w:val="çàãîëîâîê 2"/>
    <w:basedOn w:val="Normal"/>
    <w:next w:val="Normal"/>
    <w:uiPriority w:val="99"/>
    <w:rsid w:val="00E7019B"/>
    <w:pPr>
      <w:keepNext/>
      <w:spacing w:before="120" w:line="360" w:lineRule="auto"/>
      <w:jc w:val="both"/>
    </w:pPr>
  </w:style>
  <w:style w:type="table" w:styleId="TableGrid">
    <w:name w:val="Table Grid"/>
    <w:basedOn w:val="TableNormal"/>
    <w:uiPriority w:val="99"/>
    <w:rsid w:val="00E7019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84403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84403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нак Знак5"/>
    <w:basedOn w:val="DefaultParagraphFont"/>
    <w:uiPriority w:val="99"/>
    <w:rsid w:val="00844031"/>
    <w:rPr>
      <w:rFonts w:ascii="Tahoma" w:hAnsi="Tahoma" w:cs="Tahoma"/>
      <w:sz w:val="16"/>
      <w:szCs w:val="16"/>
    </w:rPr>
  </w:style>
  <w:style w:type="character" w:customStyle="1" w:styleId="4">
    <w:name w:val="Знак Знак4"/>
    <w:basedOn w:val="DefaultParagraphFont"/>
    <w:uiPriority w:val="99"/>
    <w:rsid w:val="00B22A3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B22A3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B22A3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нак Знак3"/>
    <w:basedOn w:val="DefaultParagraphFont"/>
    <w:uiPriority w:val="99"/>
    <w:rsid w:val="00860267"/>
    <w:rPr>
      <w:rFonts w:ascii="Tahoma" w:hAnsi="Tahoma" w:cs="Tahoma"/>
      <w:sz w:val="16"/>
      <w:szCs w:val="16"/>
    </w:rPr>
  </w:style>
  <w:style w:type="paragraph" w:customStyle="1" w:styleId="a1">
    <w:name w:val="Знак Знак Знак Знак Знак Знак"/>
    <w:basedOn w:val="Normal"/>
    <w:uiPriority w:val="99"/>
    <w:rsid w:val="008602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28115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53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7</Pages>
  <Words>2092</Words>
  <Characters>11931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Герасимов</cp:lastModifiedBy>
  <cp:revision>5</cp:revision>
  <cp:lastPrinted>2017-02-27T08:52:00Z</cp:lastPrinted>
  <dcterms:created xsi:type="dcterms:W3CDTF">2018-04-06T07:13:00Z</dcterms:created>
  <dcterms:modified xsi:type="dcterms:W3CDTF">2018-04-26T11:19:00Z</dcterms:modified>
</cp:coreProperties>
</file>